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D2" w:rsidRPr="007F734E" w:rsidRDefault="00BE6A46" w:rsidP="007F734E">
      <w:pPr>
        <w:widowControl w:val="0"/>
        <w:ind w:firstLine="709"/>
        <w:rPr>
          <w:rFonts w:cs="Arial"/>
          <w:bCs/>
        </w:rPr>
      </w:pPr>
      <w:r>
        <w:rPr>
          <w:rFonts w:cs="Arial"/>
          <w:bCs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3072130</wp:posOffset>
            </wp:positionH>
            <wp:positionV relativeFrom="paragraph">
              <wp:posOffset>-155575</wp:posOffset>
            </wp:positionV>
            <wp:extent cx="485775" cy="605790"/>
            <wp:effectExtent l="0" t="0" r="9525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E5C">
        <w:rPr>
          <w:rFonts w:cs="Arial"/>
          <w:bCs/>
        </w:rPr>
        <w:t>ПРОЕКТ</w:t>
      </w:r>
    </w:p>
    <w:p w:rsidR="007006DF" w:rsidRPr="007F734E" w:rsidRDefault="007006DF" w:rsidP="007F734E">
      <w:pPr>
        <w:widowControl w:val="0"/>
        <w:ind w:firstLine="709"/>
        <w:rPr>
          <w:rFonts w:cs="Arial"/>
          <w:bCs/>
        </w:rPr>
      </w:pPr>
    </w:p>
    <w:p w:rsidR="007006DF" w:rsidRPr="007F734E" w:rsidRDefault="007006DF" w:rsidP="007F734E">
      <w:pPr>
        <w:widowControl w:val="0"/>
        <w:ind w:firstLine="709"/>
        <w:rPr>
          <w:rFonts w:cs="Arial"/>
          <w:bCs/>
        </w:rPr>
      </w:pPr>
    </w:p>
    <w:p w:rsidR="00527DDC" w:rsidRPr="007F734E" w:rsidRDefault="00527DDC" w:rsidP="007F734E">
      <w:pPr>
        <w:widowControl w:val="0"/>
        <w:ind w:firstLine="709"/>
        <w:jc w:val="center"/>
        <w:rPr>
          <w:rFonts w:cs="Arial"/>
          <w:bCs/>
        </w:rPr>
      </w:pPr>
      <w:r w:rsidRPr="007F734E">
        <w:rPr>
          <w:rFonts w:cs="Arial"/>
          <w:bCs/>
        </w:rPr>
        <w:t>СОВЕТ НАРОДНЫХ ДЕПУТАТОВ</w:t>
      </w:r>
    </w:p>
    <w:p w:rsidR="00527DDC" w:rsidRPr="007F734E" w:rsidRDefault="00527DDC" w:rsidP="007F734E">
      <w:pPr>
        <w:widowControl w:val="0"/>
        <w:ind w:firstLine="709"/>
        <w:jc w:val="center"/>
        <w:rPr>
          <w:rFonts w:cs="Arial"/>
          <w:bCs/>
        </w:rPr>
      </w:pPr>
      <w:r w:rsidRPr="007F734E">
        <w:rPr>
          <w:rFonts w:cs="Arial"/>
          <w:bCs/>
        </w:rPr>
        <w:t>ПОДГОРЕНСКОГО МУНИЦИПАЛЬНОГО РАЙОНА</w:t>
      </w:r>
    </w:p>
    <w:p w:rsidR="00527DDC" w:rsidRPr="007F734E" w:rsidRDefault="00527DDC" w:rsidP="007F734E">
      <w:pPr>
        <w:pStyle w:val="ConsTitle"/>
        <w:ind w:right="0" w:firstLine="709"/>
        <w:jc w:val="center"/>
        <w:rPr>
          <w:b w:val="0"/>
          <w:sz w:val="24"/>
          <w:szCs w:val="24"/>
        </w:rPr>
      </w:pPr>
      <w:r w:rsidRPr="007F734E">
        <w:rPr>
          <w:b w:val="0"/>
          <w:sz w:val="24"/>
          <w:szCs w:val="24"/>
        </w:rPr>
        <w:t>ВОРОНЕЖСКОЙ ОБЛАСТИ</w:t>
      </w:r>
    </w:p>
    <w:p w:rsidR="00527DDC" w:rsidRPr="007F734E" w:rsidRDefault="00527DDC" w:rsidP="007F734E">
      <w:pPr>
        <w:pStyle w:val="ConsTitle"/>
        <w:ind w:right="0" w:firstLine="709"/>
        <w:jc w:val="center"/>
        <w:rPr>
          <w:b w:val="0"/>
          <w:sz w:val="24"/>
          <w:szCs w:val="24"/>
        </w:rPr>
      </w:pPr>
    </w:p>
    <w:p w:rsidR="00527DDC" w:rsidRPr="007F734E" w:rsidRDefault="00527DDC" w:rsidP="007F734E">
      <w:pPr>
        <w:pStyle w:val="ConsTitle"/>
        <w:ind w:right="0" w:firstLine="709"/>
        <w:jc w:val="center"/>
        <w:rPr>
          <w:b w:val="0"/>
          <w:sz w:val="24"/>
          <w:szCs w:val="24"/>
        </w:rPr>
      </w:pPr>
      <w:r w:rsidRPr="007F734E">
        <w:rPr>
          <w:b w:val="0"/>
          <w:sz w:val="24"/>
          <w:szCs w:val="24"/>
        </w:rPr>
        <w:t>РЕШЕНИЕ</w:t>
      </w:r>
    </w:p>
    <w:p w:rsidR="00EE550B" w:rsidRPr="007F734E" w:rsidRDefault="00EE550B" w:rsidP="007F734E">
      <w:pPr>
        <w:pStyle w:val="ConsTitle"/>
        <w:ind w:right="0" w:firstLine="709"/>
        <w:jc w:val="both"/>
        <w:rPr>
          <w:b w:val="0"/>
          <w:sz w:val="24"/>
          <w:szCs w:val="24"/>
        </w:rPr>
      </w:pPr>
    </w:p>
    <w:p w:rsidR="00527DDC" w:rsidRPr="007F734E" w:rsidRDefault="00527DDC" w:rsidP="00CA1D4E">
      <w:pPr>
        <w:widowControl w:val="0"/>
        <w:ind w:firstLine="0"/>
        <w:rPr>
          <w:rFonts w:cs="Arial"/>
          <w:bCs/>
        </w:rPr>
      </w:pPr>
      <w:r w:rsidRPr="007F734E">
        <w:rPr>
          <w:rFonts w:cs="Arial"/>
          <w:bCs/>
        </w:rPr>
        <w:t xml:space="preserve">от </w:t>
      </w:r>
      <w:r w:rsidR="004E0671" w:rsidRPr="007F734E">
        <w:rPr>
          <w:rFonts w:cs="Arial"/>
          <w:bCs/>
        </w:rPr>
        <w:t xml:space="preserve"> </w:t>
      </w:r>
      <w:r w:rsidR="00C55E5C">
        <w:rPr>
          <w:rFonts w:cs="Arial"/>
          <w:bCs/>
        </w:rPr>
        <w:t>__________</w:t>
      </w:r>
      <w:r w:rsidR="006A5F1D" w:rsidRPr="007F734E">
        <w:rPr>
          <w:rFonts w:cs="Arial"/>
          <w:bCs/>
        </w:rPr>
        <w:t xml:space="preserve"> </w:t>
      </w:r>
      <w:r w:rsidRPr="007F734E">
        <w:rPr>
          <w:rFonts w:cs="Arial"/>
          <w:bCs/>
        </w:rPr>
        <w:t>20</w:t>
      </w:r>
      <w:r w:rsidR="006A5F1D" w:rsidRPr="007F734E">
        <w:rPr>
          <w:rFonts w:cs="Arial"/>
          <w:bCs/>
        </w:rPr>
        <w:t>20</w:t>
      </w:r>
      <w:r w:rsidRPr="007F734E">
        <w:rPr>
          <w:rFonts w:cs="Arial"/>
          <w:bCs/>
        </w:rPr>
        <w:t xml:space="preserve"> года</w:t>
      </w:r>
      <w:r w:rsidR="000E4A8B" w:rsidRPr="007F734E">
        <w:rPr>
          <w:rFonts w:cs="Arial"/>
          <w:bCs/>
        </w:rPr>
        <w:t xml:space="preserve"> </w:t>
      </w:r>
      <w:r w:rsidR="006F6E48" w:rsidRPr="007F734E">
        <w:rPr>
          <w:rFonts w:cs="Arial"/>
          <w:bCs/>
        </w:rPr>
        <w:t>№</w:t>
      </w:r>
      <w:r w:rsidR="002E520F" w:rsidRPr="007F734E">
        <w:rPr>
          <w:rFonts w:cs="Arial"/>
          <w:bCs/>
        </w:rPr>
        <w:t xml:space="preserve"> </w:t>
      </w:r>
      <w:r w:rsidR="00C55E5C">
        <w:rPr>
          <w:rFonts w:cs="Arial"/>
          <w:bCs/>
        </w:rPr>
        <w:t>__</w:t>
      </w:r>
    </w:p>
    <w:p w:rsidR="009D366A" w:rsidRPr="007F734E" w:rsidRDefault="006A5F1D" w:rsidP="00CA1D4E">
      <w:pPr>
        <w:widowControl w:val="0"/>
        <w:ind w:firstLine="0"/>
        <w:rPr>
          <w:rFonts w:cs="Arial"/>
        </w:rPr>
      </w:pPr>
      <w:proofErr w:type="spellStart"/>
      <w:r w:rsidRPr="007F734E">
        <w:rPr>
          <w:rFonts w:cs="Arial"/>
        </w:rPr>
        <w:t>п.г.т</w:t>
      </w:r>
      <w:proofErr w:type="spellEnd"/>
      <w:r w:rsidRPr="007F734E">
        <w:rPr>
          <w:rFonts w:cs="Arial"/>
        </w:rPr>
        <w:t>. Подгоренский</w:t>
      </w:r>
    </w:p>
    <w:p w:rsidR="00074FB8" w:rsidRPr="007F734E" w:rsidRDefault="00074FB8" w:rsidP="00CA1D4E">
      <w:pPr>
        <w:pStyle w:val="Title"/>
      </w:pPr>
      <w:r w:rsidRPr="007F734E">
        <w:t xml:space="preserve">О </w:t>
      </w:r>
      <w:r w:rsidR="009B56B6" w:rsidRPr="007F734E">
        <w:t>приостановлении действия</w:t>
      </w:r>
      <w:r w:rsidRPr="007F734E">
        <w:t xml:space="preserve"> </w:t>
      </w:r>
      <w:r w:rsidR="009B56B6" w:rsidRPr="007F734E">
        <w:t>отдельных пунктов Положения</w:t>
      </w:r>
      <w:r w:rsidR="007F734E">
        <w:t xml:space="preserve"> </w:t>
      </w:r>
      <w:r w:rsidR="009B56B6" w:rsidRPr="007F734E">
        <w:t>о бюджетном процессе в</w:t>
      </w:r>
      <w:r w:rsidR="007F734E">
        <w:t xml:space="preserve"> </w:t>
      </w:r>
      <w:r w:rsidR="009B56B6" w:rsidRPr="007F734E">
        <w:t>Подгоренском</w:t>
      </w:r>
      <w:r w:rsidR="00F64215" w:rsidRPr="007F734E">
        <w:t xml:space="preserve"> </w:t>
      </w:r>
      <w:bookmarkStart w:id="0" w:name="_GoBack"/>
      <w:r w:rsidR="00F64215" w:rsidRPr="007F734E">
        <w:t>муниципально</w:t>
      </w:r>
      <w:r w:rsidR="009B56B6" w:rsidRPr="007F734E">
        <w:t>м</w:t>
      </w:r>
      <w:r w:rsidR="007F734E">
        <w:t xml:space="preserve"> </w:t>
      </w:r>
      <w:r w:rsidR="009B56B6" w:rsidRPr="007F734E">
        <w:t>р</w:t>
      </w:r>
      <w:r w:rsidR="00F64215" w:rsidRPr="007F734E">
        <w:t>айон</w:t>
      </w:r>
      <w:r w:rsidR="009B56B6" w:rsidRPr="007F734E">
        <w:t xml:space="preserve">е </w:t>
      </w:r>
      <w:bookmarkEnd w:id="0"/>
      <w:r w:rsidR="009B56B6" w:rsidRPr="007F734E">
        <w:t>Воронежской области</w:t>
      </w:r>
    </w:p>
    <w:p w:rsidR="002B3C2C" w:rsidRPr="007F734E" w:rsidRDefault="002B3C2C" w:rsidP="007F734E">
      <w:pPr>
        <w:pStyle w:val="a6"/>
        <w:widowControl w:val="0"/>
        <w:spacing w:before="0" w:after="0"/>
        <w:ind w:firstLine="709"/>
        <w:rPr>
          <w:rFonts w:cs="Arial"/>
          <w:color w:val="1C1C1D"/>
        </w:rPr>
      </w:pPr>
    </w:p>
    <w:p w:rsidR="007006DF" w:rsidRDefault="007006DF" w:rsidP="007F734E">
      <w:pPr>
        <w:pStyle w:val="a6"/>
        <w:widowControl w:val="0"/>
        <w:spacing w:before="0" w:after="0"/>
        <w:ind w:firstLine="709"/>
        <w:rPr>
          <w:rFonts w:cs="Arial"/>
          <w:bCs/>
        </w:rPr>
      </w:pPr>
      <w:r w:rsidRPr="007F734E">
        <w:rPr>
          <w:rFonts w:cs="Arial"/>
        </w:rPr>
        <w:t xml:space="preserve">В </w:t>
      </w:r>
      <w:r w:rsidR="00BE3287" w:rsidRPr="007F734E">
        <w:rPr>
          <w:rFonts w:cs="Arial"/>
        </w:rPr>
        <w:t>соответствии с Ф</w:t>
      </w:r>
      <w:r w:rsidR="00D84BCF" w:rsidRPr="007F734E">
        <w:rPr>
          <w:rFonts w:cs="Arial"/>
        </w:rPr>
        <w:t xml:space="preserve">едеральным законом от </w:t>
      </w:r>
      <w:r w:rsidR="006A2E3A" w:rsidRPr="007F734E">
        <w:rPr>
          <w:rFonts w:cs="Arial"/>
        </w:rPr>
        <w:t>12</w:t>
      </w:r>
      <w:r w:rsidR="00D84BCF" w:rsidRPr="007F734E">
        <w:rPr>
          <w:rFonts w:cs="Arial"/>
        </w:rPr>
        <w:t>.</w:t>
      </w:r>
      <w:r w:rsidR="006A2E3A" w:rsidRPr="007F734E">
        <w:rPr>
          <w:rFonts w:cs="Arial"/>
        </w:rPr>
        <w:t>11</w:t>
      </w:r>
      <w:r w:rsidR="00D84BCF" w:rsidRPr="007F734E">
        <w:rPr>
          <w:rFonts w:cs="Arial"/>
        </w:rPr>
        <w:t>.201</w:t>
      </w:r>
      <w:r w:rsidR="006A2E3A" w:rsidRPr="007F734E">
        <w:rPr>
          <w:rFonts w:cs="Arial"/>
        </w:rPr>
        <w:t>9</w:t>
      </w:r>
      <w:r w:rsidR="00BE3287" w:rsidRPr="007F734E">
        <w:rPr>
          <w:rFonts w:cs="Arial"/>
        </w:rPr>
        <w:t xml:space="preserve"> года</w:t>
      </w:r>
      <w:r w:rsidR="00D84BCF" w:rsidRPr="007F734E">
        <w:rPr>
          <w:rFonts w:cs="Arial"/>
        </w:rPr>
        <w:t xml:space="preserve"> № </w:t>
      </w:r>
      <w:r w:rsidR="006A2E3A" w:rsidRPr="007F734E">
        <w:rPr>
          <w:rFonts w:cs="Arial"/>
        </w:rPr>
        <w:t>367</w:t>
      </w:r>
      <w:r w:rsidR="00D84BCF" w:rsidRPr="007F734E">
        <w:rPr>
          <w:rFonts w:cs="Arial"/>
        </w:rPr>
        <w:t xml:space="preserve">-ФЗ «О </w:t>
      </w:r>
      <w:r w:rsidR="006A2E3A" w:rsidRPr="007F734E">
        <w:rPr>
          <w:rFonts w:cs="Arial"/>
        </w:rPr>
        <w:t xml:space="preserve">приостановлении действия </w:t>
      </w:r>
      <w:r w:rsidR="00D84BCF" w:rsidRPr="007F734E">
        <w:rPr>
          <w:rFonts w:cs="Arial"/>
        </w:rPr>
        <w:t>отдельных положений Бюджетного кодекса Российской Федерации</w:t>
      </w:r>
      <w:r w:rsidR="006A2E3A" w:rsidRPr="007F734E">
        <w:rPr>
          <w:rFonts w:cs="Arial"/>
        </w:rPr>
        <w:t xml:space="preserve"> и установлении особенностей исполнения бюджетов бюджетной системы Российской Федерации в 2020 году</w:t>
      </w:r>
      <w:r w:rsidR="00D84BCF" w:rsidRPr="007F734E">
        <w:rPr>
          <w:rFonts w:cs="Arial"/>
        </w:rPr>
        <w:t>»</w:t>
      </w:r>
      <w:r w:rsidR="00B33A64" w:rsidRPr="007F734E">
        <w:rPr>
          <w:rFonts w:cs="Arial"/>
        </w:rPr>
        <w:t>,</w:t>
      </w:r>
      <w:r w:rsidRPr="007F734E">
        <w:rPr>
          <w:rFonts w:cs="Arial"/>
        </w:rPr>
        <w:t xml:space="preserve"> </w:t>
      </w:r>
      <w:r w:rsidRPr="007F734E">
        <w:rPr>
          <w:rFonts w:cs="Arial"/>
          <w:bCs/>
        </w:rPr>
        <w:t>Совет народных депутатов Подг</w:t>
      </w:r>
      <w:r w:rsidR="007F734E">
        <w:rPr>
          <w:rFonts w:cs="Arial"/>
          <w:bCs/>
        </w:rPr>
        <w:t>оренского муниципального района</w:t>
      </w:r>
      <w:r w:rsidRPr="007F734E">
        <w:rPr>
          <w:rFonts w:cs="Arial"/>
          <w:bCs/>
        </w:rPr>
        <w:t xml:space="preserve"> </w:t>
      </w:r>
      <w:r w:rsidR="00F421DC" w:rsidRPr="007F734E">
        <w:rPr>
          <w:rFonts w:cs="Arial"/>
          <w:bCs/>
        </w:rPr>
        <w:t>р е ш и л</w:t>
      </w:r>
      <w:r w:rsidRPr="007F734E">
        <w:rPr>
          <w:rFonts w:cs="Arial"/>
          <w:bCs/>
        </w:rPr>
        <w:t>:</w:t>
      </w:r>
    </w:p>
    <w:p w:rsidR="007F734E" w:rsidRPr="007F734E" w:rsidRDefault="007F734E" w:rsidP="007F734E">
      <w:pPr>
        <w:pStyle w:val="a6"/>
        <w:widowControl w:val="0"/>
        <w:spacing w:before="0" w:after="0"/>
        <w:ind w:firstLine="709"/>
        <w:rPr>
          <w:rFonts w:cs="Arial"/>
          <w:bCs/>
        </w:rPr>
      </w:pPr>
    </w:p>
    <w:p w:rsidR="001838A5" w:rsidRPr="007F734E" w:rsidRDefault="007006DF" w:rsidP="007F734E">
      <w:pPr>
        <w:pStyle w:val="a6"/>
        <w:widowControl w:val="0"/>
        <w:spacing w:before="0" w:after="0"/>
        <w:ind w:firstLine="709"/>
        <w:rPr>
          <w:rFonts w:cs="Arial"/>
        </w:rPr>
      </w:pPr>
      <w:r w:rsidRPr="007F734E">
        <w:rPr>
          <w:rFonts w:cs="Arial"/>
        </w:rPr>
        <w:t xml:space="preserve">1. </w:t>
      </w:r>
      <w:r w:rsidR="00B36B5B" w:rsidRPr="007F734E">
        <w:rPr>
          <w:rFonts w:cs="Arial"/>
        </w:rPr>
        <w:t>Приостановить до 1 января 20</w:t>
      </w:r>
      <w:r w:rsidR="00B80682" w:rsidRPr="007F734E">
        <w:rPr>
          <w:rFonts w:cs="Arial"/>
        </w:rPr>
        <w:t>21</w:t>
      </w:r>
      <w:r w:rsidR="00B36B5B" w:rsidRPr="007F734E">
        <w:rPr>
          <w:rFonts w:cs="Arial"/>
        </w:rPr>
        <w:t xml:space="preserve"> года</w:t>
      </w:r>
      <w:r w:rsidR="00F65598" w:rsidRPr="007F734E">
        <w:rPr>
          <w:rFonts w:cs="Arial"/>
        </w:rPr>
        <w:t xml:space="preserve"> </w:t>
      </w:r>
      <w:r w:rsidR="00695F52" w:rsidRPr="007F734E">
        <w:rPr>
          <w:rFonts w:cs="Arial"/>
        </w:rPr>
        <w:t xml:space="preserve">действие </w:t>
      </w:r>
      <w:r w:rsidR="00F13786" w:rsidRPr="007F734E">
        <w:rPr>
          <w:rFonts w:cs="Arial"/>
        </w:rPr>
        <w:t xml:space="preserve">пункта 1 статьи 44 </w:t>
      </w:r>
      <w:r w:rsidR="00695F52" w:rsidRPr="007F734E">
        <w:rPr>
          <w:rFonts w:cs="Arial"/>
        </w:rPr>
        <w:t>Положения</w:t>
      </w:r>
      <w:r w:rsidR="00B33A64" w:rsidRPr="007F734E">
        <w:rPr>
          <w:rFonts w:cs="Arial"/>
        </w:rPr>
        <w:t xml:space="preserve"> о бюджетном процессе в Подгоренском муниципальном районе</w:t>
      </w:r>
      <w:r w:rsidR="009B56B6" w:rsidRPr="007F734E">
        <w:rPr>
          <w:rFonts w:cs="Arial"/>
        </w:rPr>
        <w:t xml:space="preserve"> Воронежской области</w:t>
      </w:r>
      <w:r w:rsidR="00B33A64" w:rsidRPr="007F734E">
        <w:rPr>
          <w:rFonts w:cs="Arial"/>
        </w:rPr>
        <w:t>, утвержденно</w:t>
      </w:r>
      <w:r w:rsidR="00695F52" w:rsidRPr="007F734E">
        <w:rPr>
          <w:rFonts w:cs="Arial"/>
        </w:rPr>
        <w:t>го</w:t>
      </w:r>
      <w:r w:rsidR="00B33A64" w:rsidRPr="007F734E">
        <w:rPr>
          <w:rFonts w:cs="Arial"/>
        </w:rPr>
        <w:t xml:space="preserve"> решением Совета народных депутатов Подгоренского муниципального района </w:t>
      </w:r>
      <w:r w:rsidR="00F13786" w:rsidRPr="007F734E">
        <w:rPr>
          <w:rFonts w:cs="Arial"/>
        </w:rPr>
        <w:t xml:space="preserve">Воронежской области </w:t>
      </w:r>
      <w:r w:rsidR="00B33A64" w:rsidRPr="007F734E">
        <w:rPr>
          <w:rFonts w:cs="Arial"/>
        </w:rPr>
        <w:t>от 23.12.2013 года № 57</w:t>
      </w:r>
      <w:r w:rsidR="00F13786" w:rsidRPr="007F734E">
        <w:rPr>
          <w:rFonts w:cs="Arial"/>
        </w:rPr>
        <w:t>.</w:t>
      </w:r>
      <w:r w:rsidR="00B33A64" w:rsidRPr="007F734E">
        <w:rPr>
          <w:rFonts w:cs="Arial"/>
        </w:rPr>
        <w:t xml:space="preserve"> </w:t>
      </w:r>
    </w:p>
    <w:p w:rsidR="00ED360C" w:rsidRPr="007F734E" w:rsidRDefault="00F65598" w:rsidP="007F734E">
      <w:pPr>
        <w:pStyle w:val="a6"/>
        <w:widowControl w:val="0"/>
        <w:spacing w:before="0" w:after="0"/>
        <w:ind w:firstLine="709"/>
        <w:rPr>
          <w:rFonts w:cs="Arial"/>
        </w:rPr>
      </w:pPr>
      <w:r w:rsidRPr="007F734E">
        <w:rPr>
          <w:rFonts w:cs="Arial"/>
          <w:color w:val="1C1C1D"/>
        </w:rPr>
        <w:t>2</w:t>
      </w:r>
      <w:r w:rsidR="00ED360C" w:rsidRPr="007F734E">
        <w:rPr>
          <w:rFonts w:cs="Arial"/>
          <w:color w:val="1C1C1D"/>
        </w:rPr>
        <w:t xml:space="preserve">. </w:t>
      </w:r>
      <w:r w:rsidR="00E16E59" w:rsidRPr="007F734E">
        <w:rPr>
          <w:rFonts w:cs="Arial"/>
        </w:rPr>
        <w:t>Опубликовать настоящее решение в официальном издании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F13786" w:rsidRDefault="00F13786" w:rsidP="007F734E">
      <w:pPr>
        <w:pStyle w:val="a6"/>
        <w:widowControl w:val="0"/>
        <w:spacing w:before="0" w:after="0"/>
        <w:ind w:firstLine="709"/>
        <w:rPr>
          <w:rFonts w:cs="Arial"/>
          <w:color w:val="1C1C1D"/>
        </w:rPr>
      </w:pPr>
    </w:p>
    <w:p w:rsidR="007F734E" w:rsidRDefault="007F734E" w:rsidP="007F734E">
      <w:pPr>
        <w:pStyle w:val="a6"/>
        <w:widowControl w:val="0"/>
        <w:spacing w:before="0" w:after="0"/>
        <w:ind w:firstLine="709"/>
        <w:rPr>
          <w:rFonts w:cs="Arial"/>
          <w:color w:val="1C1C1D"/>
        </w:rPr>
      </w:pPr>
    </w:p>
    <w:p w:rsidR="00734595" w:rsidRDefault="00734595" w:rsidP="007F734E">
      <w:pPr>
        <w:pStyle w:val="a6"/>
        <w:widowControl w:val="0"/>
        <w:spacing w:before="0" w:after="0"/>
        <w:ind w:firstLine="709"/>
        <w:rPr>
          <w:rFonts w:cs="Arial"/>
          <w:color w:val="1C1C1D"/>
        </w:rPr>
      </w:pPr>
    </w:p>
    <w:p w:rsidR="007F734E" w:rsidRDefault="007F734E" w:rsidP="007F734E">
      <w:pPr>
        <w:pStyle w:val="a6"/>
        <w:widowControl w:val="0"/>
        <w:spacing w:before="0" w:after="0"/>
        <w:ind w:firstLine="709"/>
        <w:rPr>
          <w:rFonts w:cs="Arial"/>
          <w:color w:val="1C1C1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1559"/>
        <w:gridCol w:w="1984"/>
      </w:tblGrid>
      <w:tr w:rsidR="007F734E" w:rsidRPr="00353AC8" w:rsidTr="00353AC8">
        <w:tc>
          <w:tcPr>
            <w:tcW w:w="6204" w:type="dxa"/>
            <w:shd w:val="clear" w:color="auto" w:fill="auto"/>
          </w:tcPr>
          <w:p w:rsidR="007F734E" w:rsidRPr="00353AC8" w:rsidRDefault="007F73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  <w:proofErr w:type="spellStart"/>
            <w:r w:rsidRPr="00353AC8">
              <w:rPr>
                <w:rFonts w:cs="Arial"/>
              </w:rPr>
              <w:t>Врио</w:t>
            </w:r>
            <w:proofErr w:type="spellEnd"/>
            <w:r w:rsidRPr="00353AC8">
              <w:rPr>
                <w:rFonts w:cs="Arial"/>
              </w:rPr>
              <w:t xml:space="preserve"> главы Подгоренского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7F734E" w:rsidRPr="00353AC8" w:rsidRDefault="007F73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</w:p>
        </w:tc>
        <w:tc>
          <w:tcPr>
            <w:tcW w:w="1984" w:type="dxa"/>
            <w:shd w:val="clear" w:color="auto" w:fill="auto"/>
          </w:tcPr>
          <w:p w:rsidR="007F734E" w:rsidRPr="00353AC8" w:rsidRDefault="007F73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  <w:r w:rsidRPr="00353AC8">
              <w:rPr>
                <w:rFonts w:cs="Arial"/>
              </w:rPr>
              <w:t>А.Н. Лаптев</w:t>
            </w:r>
          </w:p>
        </w:tc>
      </w:tr>
      <w:tr w:rsidR="00CA1D4E" w:rsidRPr="00353AC8" w:rsidTr="00353AC8">
        <w:tc>
          <w:tcPr>
            <w:tcW w:w="620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</w:p>
        </w:tc>
        <w:tc>
          <w:tcPr>
            <w:tcW w:w="198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</w:p>
        </w:tc>
      </w:tr>
      <w:tr w:rsidR="00CA1D4E" w:rsidRPr="00353AC8" w:rsidTr="00353AC8">
        <w:tc>
          <w:tcPr>
            <w:tcW w:w="620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</w:p>
        </w:tc>
        <w:tc>
          <w:tcPr>
            <w:tcW w:w="198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</w:p>
        </w:tc>
      </w:tr>
      <w:tr w:rsidR="00CA1D4E" w:rsidRPr="00353AC8" w:rsidTr="00353AC8">
        <w:tc>
          <w:tcPr>
            <w:tcW w:w="620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  <w:r w:rsidRPr="00353AC8">
              <w:rPr>
                <w:rFonts w:cs="Arial"/>
                <w:bCs/>
              </w:rPr>
              <w:t>Председатель Совета народных депутатов района</w:t>
            </w:r>
          </w:p>
        </w:tc>
        <w:tc>
          <w:tcPr>
            <w:tcW w:w="1559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  <w:color w:val="1C1C1D"/>
              </w:rPr>
            </w:pPr>
          </w:p>
        </w:tc>
        <w:tc>
          <w:tcPr>
            <w:tcW w:w="1984" w:type="dxa"/>
            <w:shd w:val="clear" w:color="auto" w:fill="auto"/>
          </w:tcPr>
          <w:p w:rsidR="00CA1D4E" w:rsidRPr="00353AC8" w:rsidRDefault="00CA1D4E" w:rsidP="00353AC8">
            <w:pPr>
              <w:pStyle w:val="a6"/>
              <w:widowControl w:val="0"/>
              <w:spacing w:before="0" w:after="0"/>
              <w:ind w:firstLine="0"/>
              <w:rPr>
                <w:rFonts w:cs="Arial"/>
              </w:rPr>
            </w:pPr>
            <w:r w:rsidRPr="00353AC8">
              <w:rPr>
                <w:rFonts w:cs="Arial"/>
                <w:bCs/>
              </w:rPr>
              <w:t>Т.С. Гриценко</w:t>
            </w:r>
          </w:p>
        </w:tc>
      </w:tr>
    </w:tbl>
    <w:p w:rsidR="003A2519" w:rsidRPr="007F734E" w:rsidRDefault="003A2519" w:rsidP="00CA1D4E">
      <w:pPr>
        <w:pStyle w:val="a6"/>
        <w:widowControl w:val="0"/>
        <w:spacing w:before="0" w:after="0"/>
        <w:ind w:firstLine="709"/>
        <w:rPr>
          <w:rFonts w:cs="Arial"/>
          <w:bCs/>
        </w:rPr>
      </w:pPr>
    </w:p>
    <w:sectPr w:rsidR="003A2519" w:rsidRPr="007F734E" w:rsidSect="007F73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17B" w:rsidRDefault="0091417B" w:rsidP="0057759C">
      <w:r>
        <w:separator/>
      </w:r>
    </w:p>
  </w:endnote>
  <w:endnote w:type="continuationSeparator" w:id="0">
    <w:p w:rsidR="0091417B" w:rsidRDefault="0091417B" w:rsidP="0057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17B" w:rsidRDefault="0091417B" w:rsidP="0057759C">
      <w:r>
        <w:separator/>
      </w:r>
    </w:p>
  </w:footnote>
  <w:footnote w:type="continuationSeparator" w:id="0">
    <w:p w:rsidR="0091417B" w:rsidRDefault="0091417B" w:rsidP="00577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59C" w:rsidRDefault="0057759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204D7"/>
    <w:multiLevelType w:val="hybridMultilevel"/>
    <w:tmpl w:val="1DD84308"/>
    <w:lvl w:ilvl="0" w:tplc="0CCEA3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DC"/>
    <w:rsid w:val="00002CBA"/>
    <w:rsid w:val="00005DA5"/>
    <w:rsid w:val="00010179"/>
    <w:rsid w:val="0003032B"/>
    <w:rsid w:val="00031C96"/>
    <w:rsid w:val="00074FB8"/>
    <w:rsid w:val="0007588B"/>
    <w:rsid w:val="000A017E"/>
    <w:rsid w:val="000B7404"/>
    <w:rsid w:val="000D262C"/>
    <w:rsid w:val="000E4A8B"/>
    <w:rsid w:val="000F007D"/>
    <w:rsid w:val="000F5EE6"/>
    <w:rsid w:val="0010661A"/>
    <w:rsid w:val="00161227"/>
    <w:rsid w:val="00167F2F"/>
    <w:rsid w:val="00171C9C"/>
    <w:rsid w:val="0018098D"/>
    <w:rsid w:val="0018100C"/>
    <w:rsid w:val="001838A5"/>
    <w:rsid w:val="00190100"/>
    <w:rsid w:val="001A2D76"/>
    <w:rsid w:val="001D379A"/>
    <w:rsid w:val="00255E5D"/>
    <w:rsid w:val="00285FAE"/>
    <w:rsid w:val="00290499"/>
    <w:rsid w:val="002A1930"/>
    <w:rsid w:val="002B3C2C"/>
    <w:rsid w:val="002C1634"/>
    <w:rsid w:val="002E520F"/>
    <w:rsid w:val="0033504B"/>
    <w:rsid w:val="00340476"/>
    <w:rsid w:val="00353AC8"/>
    <w:rsid w:val="00370720"/>
    <w:rsid w:val="00381E17"/>
    <w:rsid w:val="00387482"/>
    <w:rsid w:val="003A2519"/>
    <w:rsid w:val="003A697C"/>
    <w:rsid w:val="003B0B3B"/>
    <w:rsid w:val="003C78CE"/>
    <w:rsid w:val="003E5F39"/>
    <w:rsid w:val="003F1DED"/>
    <w:rsid w:val="004002EC"/>
    <w:rsid w:val="004004D7"/>
    <w:rsid w:val="0041325B"/>
    <w:rsid w:val="00440DFF"/>
    <w:rsid w:val="004639F4"/>
    <w:rsid w:val="00470841"/>
    <w:rsid w:val="004D28E5"/>
    <w:rsid w:val="004E0671"/>
    <w:rsid w:val="004F0F3A"/>
    <w:rsid w:val="005020D9"/>
    <w:rsid w:val="00527DDC"/>
    <w:rsid w:val="00534412"/>
    <w:rsid w:val="00561734"/>
    <w:rsid w:val="005653D3"/>
    <w:rsid w:val="00576F61"/>
    <w:rsid w:val="0057759C"/>
    <w:rsid w:val="0059235C"/>
    <w:rsid w:val="005B389E"/>
    <w:rsid w:val="005C0FA7"/>
    <w:rsid w:val="005E3FD7"/>
    <w:rsid w:val="006120A9"/>
    <w:rsid w:val="00654327"/>
    <w:rsid w:val="006869A1"/>
    <w:rsid w:val="00695F52"/>
    <w:rsid w:val="006A2E3A"/>
    <w:rsid w:val="006A327B"/>
    <w:rsid w:val="006A5F1D"/>
    <w:rsid w:val="006A7C90"/>
    <w:rsid w:val="006F6E48"/>
    <w:rsid w:val="007006DF"/>
    <w:rsid w:val="00716FA0"/>
    <w:rsid w:val="00732458"/>
    <w:rsid w:val="00734595"/>
    <w:rsid w:val="00742439"/>
    <w:rsid w:val="00745F99"/>
    <w:rsid w:val="007571E1"/>
    <w:rsid w:val="007978A4"/>
    <w:rsid w:val="007B02B0"/>
    <w:rsid w:val="007C0CAB"/>
    <w:rsid w:val="007C2D4C"/>
    <w:rsid w:val="007D2A6C"/>
    <w:rsid w:val="007D588A"/>
    <w:rsid w:val="007E0B5D"/>
    <w:rsid w:val="007E2916"/>
    <w:rsid w:val="007E3A35"/>
    <w:rsid w:val="007F6495"/>
    <w:rsid w:val="007F734E"/>
    <w:rsid w:val="0082489A"/>
    <w:rsid w:val="00827F59"/>
    <w:rsid w:val="008769E2"/>
    <w:rsid w:val="0089284E"/>
    <w:rsid w:val="008A1A12"/>
    <w:rsid w:val="008C08D4"/>
    <w:rsid w:val="008D2B04"/>
    <w:rsid w:val="008E029D"/>
    <w:rsid w:val="008E356B"/>
    <w:rsid w:val="008E60FE"/>
    <w:rsid w:val="008F11BA"/>
    <w:rsid w:val="0091417B"/>
    <w:rsid w:val="009177CB"/>
    <w:rsid w:val="00922435"/>
    <w:rsid w:val="00927B7B"/>
    <w:rsid w:val="009300E6"/>
    <w:rsid w:val="00956345"/>
    <w:rsid w:val="0096682D"/>
    <w:rsid w:val="0099352F"/>
    <w:rsid w:val="009B56B6"/>
    <w:rsid w:val="009C4A33"/>
    <w:rsid w:val="009D366A"/>
    <w:rsid w:val="009D5A2B"/>
    <w:rsid w:val="00A21EB5"/>
    <w:rsid w:val="00A2572F"/>
    <w:rsid w:val="00A630F7"/>
    <w:rsid w:val="00A67B69"/>
    <w:rsid w:val="00A757F1"/>
    <w:rsid w:val="00A86AA9"/>
    <w:rsid w:val="00A913BC"/>
    <w:rsid w:val="00AA7C26"/>
    <w:rsid w:val="00AC05B0"/>
    <w:rsid w:val="00B07567"/>
    <w:rsid w:val="00B26620"/>
    <w:rsid w:val="00B33A64"/>
    <w:rsid w:val="00B34140"/>
    <w:rsid w:val="00B36B5B"/>
    <w:rsid w:val="00B4360B"/>
    <w:rsid w:val="00B52727"/>
    <w:rsid w:val="00B54402"/>
    <w:rsid w:val="00B653E2"/>
    <w:rsid w:val="00B80682"/>
    <w:rsid w:val="00B90F90"/>
    <w:rsid w:val="00B91CFE"/>
    <w:rsid w:val="00BD197E"/>
    <w:rsid w:val="00BD749A"/>
    <w:rsid w:val="00BE3287"/>
    <w:rsid w:val="00BE6A46"/>
    <w:rsid w:val="00C26067"/>
    <w:rsid w:val="00C3640D"/>
    <w:rsid w:val="00C55E5C"/>
    <w:rsid w:val="00CA1D4E"/>
    <w:rsid w:val="00CB2C9A"/>
    <w:rsid w:val="00CC0977"/>
    <w:rsid w:val="00CE571A"/>
    <w:rsid w:val="00D121BC"/>
    <w:rsid w:val="00D1486B"/>
    <w:rsid w:val="00D25952"/>
    <w:rsid w:val="00D4345B"/>
    <w:rsid w:val="00D66DDA"/>
    <w:rsid w:val="00D8263C"/>
    <w:rsid w:val="00D84BCF"/>
    <w:rsid w:val="00DA43D2"/>
    <w:rsid w:val="00DA45D2"/>
    <w:rsid w:val="00DB30FA"/>
    <w:rsid w:val="00DC548A"/>
    <w:rsid w:val="00DF76D0"/>
    <w:rsid w:val="00E01C1F"/>
    <w:rsid w:val="00E0360B"/>
    <w:rsid w:val="00E16E59"/>
    <w:rsid w:val="00E30814"/>
    <w:rsid w:val="00E559FB"/>
    <w:rsid w:val="00E85287"/>
    <w:rsid w:val="00E858FF"/>
    <w:rsid w:val="00EB4D02"/>
    <w:rsid w:val="00ED360C"/>
    <w:rsid w:val="00EE550B"/>
    <w:rsid w:val="00EF1BB6"/>
    <w:rsid w:val="00F13786"/>
    <w:rsid w:val="00F152AF"/>
    <w:rsid w:val="00F16CC3"/>
    <w:rsid w:val="00F33547"/>
    <w:rsid w:val="00F420CD"/>
    <w:rsid w:val="00F421DC"/>
    <w:rsid w:val="00F62F82"/>
    <w:rsid w:val="00F64215"/>
    <w:rsid w:val="00F644E5"/>
    <w:rsid w:val="00F65598"/>
    <w:rsid w:val="00F74079"/>
    <w:rsid w:val="00F7487F"/>
    <w:rsid w:val="00F81091"/>
    <w:rsid w:val="00F82530"/>
    <w:rsid w:val="00F87A3A"/>
    <w:rsid w:val="00FA7F0C"/>
    <w:rsid w:val="00FD00F2"/>
    <w:rsid w:val="00FD26F3"/>
    <w:rsid w:val="00FD3AD6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E6A4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E6A4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E6A4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E6A4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E6A4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27DDC"/>
    <w:pPr>
      <w:widowControl w:val="0"/>
    </w:pPr>
    <w:rPr>
      <w:rFonts w:ascii="Arial" w:hAnsi="Arial"/>
      <w:b/>
      <w:snapToGrid w:val="0"/>
    </w:rPr>
  </w:style>
  <w:style w:type="paragraph" w:customStyle="1" w:styleId="ConsNormal">
    <w:name w:val="ConsNormal"/>
    <w:rsid w:val="00527DD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27D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semiHidden/>
    <w:rsid w:val="00E559FB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0303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 Знак Знак Знак Знак Знак Знак Знак"/>
    <w:basedOn w:val="a"/>
    <w:rsid w:val="00F8109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eading">
    <w:name w:val="Heading"/>
    <w:rsid w:val="009300E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6">
    <w:name w:val="Normal (Web)"/>
    <w:basedOn w:val="a"/>
    <w:rsid w:val="007006DF"/>
    <w:pPr>
      <w:spacing w:before="100" w:after="180"/>
    </w:pPr>
  </w:style>
  <w:style w:type="table" w:styleId="a7">
    <w:name w:val="Table Grid"/>
    <w:basedOn w:val="a1"/>
    <w:rsid w:val="007F7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!Разделы документа Знак"/>
    <w:link w:val="2"/>
    <w:rsid w:val="00CA1D4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A1D4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A1D4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E6A46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BE6A46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rsid w:val="00CA1D4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E6A4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BE6A46"/>
    <w:rPr>
      <w:color w:val="0000FF"/>
      <w:u w:val="none"/>
    </w:rPr>
  </w:style>
  <w:style w:type="paragraph" w:styleId="ab">
    <w:name w:val="header"/>
    <w:basedOn w:val="a"/>
    <w:link w:val="ac"/>
    <w:rsid w:val="005775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7759C"/>
    <w:rPr>
      <w:rFonts w:ascii="Arial" w:hAnsi="Arial"/>
      <w:sz w:val="24"/>
      <w:szCs w:val="24"/>
    </w:rPr>
  </w:style>
  <w:style w:type="paragraph" w:styleId="ad">
    <w:name w:val="footer"/>
    <w:basedOn w:val="a"/>
    <w:link w:val="ae"/>
    <w:rsid w:val="005775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7759C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E6A4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E6A4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E6A4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E6A4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E6A4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E6A4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E6A4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E6A4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E6A4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E6A4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27DDC"/>
    <w:pPr>
      <w:widowControl w:val="0"/>
    </w:pPr>
    <w:rPr>
      <w:rFonts w:ascii="Arial" w:hAnsi="Arial"/>
      <w:b/>
      <w:snapToGrid w:val="0"/>
    </w:rPr>
  </w:style>
  <w:style w:type="paragraph" w:customStyle="1" w:styleId="ConsNormal">
    <w:name w:val="ConsNormal"/>
    <w:rsid w:val="00527DD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27D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semiHidden/>
    <w:rsid w:val="00E559FB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0303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 Знак Знак Знак Знак Знак Знак Знак"/>
    <w:basedOn w:val="a"/>
    <w:rsid w:val="00F8109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eading">
    <w:name w:val="Heading"/>
    <w:rsid w:val="009300E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6">
    <w:name w:val="Normal (Web)"/>
    <w:basedOn w:val="a"/>
    <w:rsid w:val="007006DF"/>
    <w:pPr>
      <w:spacing w:before="100" w:after="180"/>
    </w:pPr>
  </w:style>
  <w:style w:type="table" w:styleId="a7">
    <w:name w:val="Table Grid"/>
    <w:basedOn w:val="a1"/>
    <w:rsid w:val="007F7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!Разделы документа Знак"/>
    <w:link w:val="2"/>
    <w:rsid w:val="00CA1D4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A1D4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A1D4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E6A46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BE6A46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rsid w:val="00CA1D4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E6A4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BE6A46"/>
    <w:rPr>
      <w:color w:val="0000FF"/>
      <w:u w:val="none"/>
    </w:rPr>
  </w:style>
  <w:style w:type="paragraph" w:styleId="ab">
    <w:name w:val="header"/>
    <w:basedOn w:val="a"/>
    <w:link w:val="ac"/>
    <w:rsid w:val="005775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7759C"/>
    <w:rPr>
      <w:rFonts w:ascii="Arial" w:hAnsi="Arial"/>
      <w:sz w:val="24"/>
      <w:szCs w:val="24"/>
    </w:rPr>
  </w:style>
  <w:style w:type="paragraph" w:styleId="ad">
    <w:name w:val="footer"/>
    <w:basedOn w:val="a"/>
    <w:link w:val="ae"/>
    <w:rsid w:val="005775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7759C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BE6A4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E6A4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E6A4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E6A4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E6A4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D11F3-EF8A-46D1-A7D3-25177BDC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Татьяна Цховребова</dc:creator>
  <cp:lastModifiedBy>Антон А. Любченко</cp:lastModifiedBy>
  <cp:revision>2</cp:revision>
  <cp:lastPrinted>2020-10-29T10:19:00Z</cp:lastPrinted>
  <dcterms:created xsi:type="dcterms:W3CDTF">2022-06-03T16:07:00Z</dcterms:created>
  <dcterms:modified xsi:type="dcterms:W3CDTF">2022-06-06T10:58:00Z</dcterms:modified>
</cp:coreProperties>
</file>