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A9A" w:rsidRPr="00DB192E" w:rsidRDefault="007C0860" w:rsidP="00DB192E">
      <w:pPr>
        <w:ind w:firstLine="709"/>
        <w:rPr>
          <w:rFonts w:cs="Arial"/>
        </w:rPr>
      </w:pPr>
      <w:r>
        <w:rPr>
          <w:rFonts w:cs="Arial"/>
          <w:noProof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2864485</wp:posOffset>
            </wp:positionH>
            <wp:positionV relativeFrom="paragraph">
              <wp:posOffset>-53340</wp:posOffset>
            </wp:positionV>
            <wp:extent cx="492760" cy="603885"/>
            <wp:effectExtent l="0" t="0" r="2540" b="5715"/>
            <wp:wrapNone/>
            <wp:docPr id="2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6038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0E76">
        <w:rPr>
          <w:rFonts w:cs="Arial"/>
        </w:rPr>
        <w:t>ПРОЕКТ</w:t>
      </w:r>
    </w:p>
    <w:p w:rsidR="002D0A25" w:rsidRPr="00DB192E" w:rsidRDefault="002D0A25" w:rsidP="00DB192E">
      <w:pPr>
        <w:ind w:firstLine="709"/>
        <w:rPr>
          <w:rFonts w:cs="Arial"/>
        </w:rPr>
      </w:pPr>
    </w:p>
    <w:p w:rsidR="002D0A25" w:rsidRPr="00DB192E" w:rsidRDefault="002D0A25" w:rsidP="00E45C1B">
      <w:pPr>
        <w:ind w:firstLine="709"/>
        <w:jc w:val="center"/>
        <w:rPr>
          <w:rFonts w:cs="Arial"/>
        </w:rPr>
      </w:pPr>
    </w:p>
    <w:p w:rsidR="0027266B" w:rsidRPr="00DB192E" w:rsidRDefault="0027266B" w:rsidP="00E45C1B">
      <w:pPr>
        <w:ind w:firstLine="709"/>
        <w:jc w:val="center"/>
        <w:rPr>
          <w:rFonts w:cs="Arial"/>
        </w:rPr>
      </w:pPr>
      <w:r w:rsidRPr="00DB192E">
        <w:rPr>
          <w:rFonts w:cs="Arial"/>
        </w:rPr>
        <w:t xml:space="preserve">СОВЕТ НАРОДНЫХ ДЕПУТАТОВ </w:t>
      </w:r>
      <w:r w:rsidR="00195B86" w:rsidRPr="00DB192E">
        <w:rPr>
          <w:rFonts w:cs="Arial"/>
        </w:rPr>
        <w:t>ПОДГОРЕНСКОГО</w:t>
      </w:r>
      <w:r w:rsidRPr="00DB192E">
        <w:rPr>
          <w:rFonts w:cs="Arial"/>
        </w:rPr>
        <w:t>МУНИЦИПАЛЬНОГОРАЙОНАВОРОНЕЖСКОЙ ОБЛАСТИ</w:t>
      </w:r>
    </w:p>
    <w:p w:rsidR="0027266B" w:rsidRPr="00DB192E" w:rsidRDefault="0027266B" w:rsidP="00E45C1B">
      <w:pPr>
        <w:ind w:firstLine="709"/>
        <w:jc w:val="center"/>
        <w:rPr>
          <w:rFonts w:cs="Arial"/>
        </w:rPr>
      </w:pPr>
    </w:p>
    <w:p w:rsidR="0027266B" w:rsidRPr="00DB192E" w:rsidRDefault="0027266B" w:rsidP="00E45C1B">
      <w:pPr>
        <w:ind w:firstLine="709"/>
        <w:jc w:val="center"/>
        <w:rPr>
          <w:rFonts w:cs="Arial"/>
        </w:rPr>
      </w:pPr>
      <w:proofErr w:type="gramStart"/>
      <w:r w:rsidRPr="00DB192E">
        <w:rPr>
          <w:rFonts w:cs="Arial"/>
        </w:rPr>
        <w:t>Р</w:t>
      </w:r>
      <w:proofErr w:type="gramEnd"/>
      <w:r w:rsidRPr="00DB192E">
        <w:rPr>
          <w:rFonts w:cs="Arial"/>
        </w:rPr>
        <w:t xml:space="preserve"> Е Ш Е Н И Е</w:t>
      </w:r>
    </w:p>
    <w:p w:rsidR="0027266B" w:rsidRPr="00DB192E" w:rsidRDefault="0027266B" w:rsidP="00DB192E">
      <w:pPr>
        <w:ind w:firstLine="709"/>
        <w:rPr>
          <w:rFonts w:cs="Arial"/>
        </w:rPr>
      </w:pPr>
    </w:p>
    <w:p w:rsidR="0027266B" w:rsidRPr="00DB192E" w:rsidRDefault="00440E76" w:rsidP="00DB192E">
      <w:pPr>
        <w:ind w:firstLine="709"/>
        <w:rPr>
          <w:rFonts w:cs="Arial"/>
        </w:rPr>
      </w:pPr>
      <w:r>
        <w:rPr>
          <w:rFonts w:cs="Arial"/>
        </w:rPr>
        <w:t>о</w:t>
      </w:r>
      <w:r w:rsidR="00046C81" w:rsidRPr="00DB192E">
        <w:rPr>
          <w:rFonts w:cs="Arial"/>
        </w:rPr>
        <w:t>т</w:t>
      </w:r>
      <w:r>
        <w:rPr>
          <w:rFonts w:cs="Arial"/>
        </w:rPr>
        <w:t>___________</w:t>
      </w:r>
      <w:r w:rsidR="00D86A4F" w:rsidRPr="00DB192E">
        <w:rPr>
          <w:rFonts w:cs="Arial"/>
        </w:rPr>
        <w:t xml:space="preserve"> </w:t>
      </w:r>
      <w:proofErr w:type="gramStart"/>
      <w:r w:rsidR="0027266B" w:rsidRPr="00DB192E">
        <w:rPr>
          <w:rFonts w:cs="Arial"/>
        </w:rPr>
        <w:t>г</w:t>
      </w:r>
      <w:proofErr w:type="gramEnd"/>
      <w:r w:rsidR="00FC2F30" w:rsidRPr="00DB192E">
        <w:rPr>
          <w:rFonts w:cs="Arial"/>
        </w:rPr>
        <w:t>.</w:t>
      </w:r>
      <w:r>
        <w:rPr>
          <w:rFonts w:cs="Arial"/>
        </w:rPr>
        <w:t>№ __</w:t>
      </w:r>
      <w:r w:rsidR="00FC2F30" w:rsidRPr="00DB192E">
        <w:rPr>
          <w:rFonts w:cs="Arial"/>
        </w:rPr>
        <w:t xml:space="preserve"> </w:t>
      </w:r>
    </w:p>
    <w:p w:rsidR="0027266B" w:rsidRPr="00DB192E" w:rsidRDefault="002D0A25" w:rsidP="00DB192E">
      <w:pPr>
        <w:ind w:firstLine="709"/>
        <w:rPr>
          <w:rFonts w:cs="Arial"/>
        </w:rPr>
      </w:pPr>
      <w:proofErr w:type="spellStart"/>
      <w:r w:rsidRPr="00DB192E">
        <w:rPr>
          <w:rFonts w:cs="Arial"/>
        </w:rPr>
        <w:t>п.</w:t>
      </w:r>
      <w:r w:rsidR="0027266B" w:rsidRPr="00DB192E">
        <w:rPr>
          <w:rFonts w:cs="Arial"/>
        </w:rPr>
        <w:t>г.</w:t>
      </w:r>
      <w:r w:rsidRPr="00DB192E">
        <w:rPr>
          <w:rFonts w:cs="Arial"/>
        </w:rPr>
        <w:t>т</w:t>
      </w:r>
      <w:proofErr w:type="spellEnd"/>
      <w:r w:rsidRPr="00DB192E">
        <w:rPr>
          <w:rFonts w:cs="Arial"/>
        </w:rPr>
        <w:t>. Подгоренский</w:t>
      </w:r>
    </w:p>
    <w:p w:rsidR="0027266B" w:rsidRPr="00DB192E" w:rsidRDefault="0027266B" w:rsidP="00DB192E">
      <w:pPr>
        <w:ind w:firstLine="709"/>
        <w:rPr>
          <w:rFonts w:cs="Arial"/>
        </w:rPr>
      </w:pPr>
    </w:p>
    <w:p w:rsidR="00DA014C" w:rsidRPr="00DB192E" w:rsidRDefault="00EE3396" w:rsidP="00E45C1B">
      <w:pPr>
        <w:pStyle w:val="Title"/>
        <w:spacing w:before="0" w:after="0"/>
      </w:pPr>
      <w:r w:rsidRPr="00DB192E">
        <w:t xml:space="preserve">О внесении изменений в </w:t>
      </w:r>
      <w:r w:rsidR="00DA014C" w:rsidRPr="00DB192E">
        <w:t>Положение</w:t>
      </w:r>
    </w:p>
    <w:p w:rsidR="00DA014C" w:rsidRPr="00DB192E" w:rsidRDefault="000C2799" w:rsidP="00E45C1B">
      <w:pPr>
        <w:pStyle w:val="Title"/>
        <w:spacing w:before="0" w:after="0"/>
      </w:pPr>
      <w:r w:rsidRPr="00DB192E">
        <w:t>о</w:t>
      </w:r>
      <w:r w:rsidR="00DA014C" w:rsidRPr="00DB192E">
        <w:t xml:space="preserve"> бюджетном процессе</w:t>
      </w:r>
      <w:r w:rsidR="008343A2" w:rsidRPr="00DB192E">
        <w:t xml:space="preserve"> </w:t>
      </w:r>
      <w:r w:rsidR="00DA014C" w:rsidRPr="00DB192E">
        <w:t xml:space="preserve">в </w:t>
      </w:r>
      <w:r w:rsidR="00195B86" w:rsidRPr="00DB192E">
        <w:t>Подгоренском</w:t>
      </w:r>
      <w:r w:rsidR="00DA014C" w:rsidRPr="00DB192E">
        <w:t xml:space="preserve"> </w:t>
      </w:r>
    </w:p>
    <w:p w:rsidR="00DA014C" w:rsidRPr="00DB192E" w:rsidRDefault="00DA014C" w:rsidP="00E45C1B">
      <w:pPr>
        <w:pStyle w:val="Title"/>
        <w:spacing w:before="0" w:after="0"/>
      </w:pPr>
      <w:bookmarkStart w:id="0" w:name="_GoBack"/>
      <w:r w:rsidRPr="00DB192E">
        <w:t xml:space="preserve">муниципальном </w:t>
      </w:r>
      <w:proofErr w:type="gramStart"/>
      <w:r w:rsidRPr="00DB192E">
        <w:t>районе</w:t>
      </w:r>
      <w:proofErr w:type="gramEnd"/>
      <w:r w:rsidRPr="00DB192E">
        <w:t xml:space="preserve"> Воронежской </w:t>
      </w:r>
    </w:p>
    <w:p w:rsidR="00EE3396" w:rsidRPr="00DB192E" w:rsidRDefault="00DA014C" w:rsidP="00E45C1B">
      <w:pPr>
        <w:pStyle w:val="Title"/>
        <w:spacing w:before="0" w:after="0"/>
      </w:pPr>
      <w:r w:rsidRPr="00DB192E">
        <w:t>области</w:t>
      </w:r>
      <w:bookmarkEnd w:id="0"/>
      <w:r w:rsidRPr="00DB192E">
        <w:t xml:space="preserve">, </w:t>
      </w:r>
      <w:proofErr w:type="gramStart"/>
      <w:r w:rsidRPr="00DB192E">
        <w:t>утвержденное</w:t>
      </w:r>
      <w:proofErr w:type="gramEnd"/>
      <w:r w:rsidRPr="00DB192E">
        <w:t xml:space="preserve"> р</w:t>
      </w:r>
      <w:r w:rsidR="00EE3396" w:rsidRPr="00DB192E">
        <w:t>ешение</w:t>
      </w:r>
      <w:r w:rsidRPr="00DB192E">
        <w:t>м</w:t>
      </w:r>
      <w:r w:rsidR="00EE3396" w:rsidRPr="00DB192E">
        <w:t xml:space="preserve"> </w:t>
      </w:r>
    </w:p>
    <w:p w:rsidR="00EE3396" w:rsidRPr="00DB192E" w:rsidRDefault="00EE3396" w:rsidP="00E45C1B">
      <w:pPr>
        <w:pStyle w:val="Title"/>
        <w:spacing w:before="0" w:after="0"/>
      </w:pPr>
      <w:r w:rsidRPr="00DB192E">
        <w:t xml:space="preserve">Совета народных депутатов </w:t>
      </w:r>
    </w:p>
    <w:p w:rsidR="00EE3396" w:rsidRPr="00DB192E" w:rsidRDefault="00195B86" w:rsidP="00E45C1B">
      <w:pPr>
        <w:pStyle w:val="Title"/>
        <w:spacing w:before="0" w:after="0"/>
      </w:pPr>
      <w:r w:rsidRPr="00DB192E">
        <w:t>Подгоренского</w:t>
      </w:r>
      <w:r w:rsidR="00EE3396" w:rsidRPr="00DB192E">
        <w:t xml:space="preserve"> муниципального </w:t>
      </w:r>
    </w:p>
    <w:p w:rsidR="00EE3396" w:rsidRPr="00DB192E" w:rsidRDefault="00EE3396" w:rsidP="00E45C1B">
      <w:pPr>
        <w:pStyle w:val="Title"/>
        <w:spacing w:before="0" w:after="0"/>
      </w:pPr>
      <w:r w:rsidRPr="00DB192E">
        <w:t>района Воронежской области</w:t>
      </w:r>
    </w:p>
    <w:p w:rsidR="00FD5AD5" w:rsidRPr="00DB192E" w:rsidRDefault="008343A2" w:rsidP="00E45C1B">
      <w:pPr>
        <w:pStyle w:val="Title"/>
        <w:spacing w:before="0" w:after="0"/>
      </w:pPr>
      <w:r w:rsidRPr="00DB192E">
        <w:t>от 2</w:t>
      </w:r>
      <w:r w:rsidR="00A31158" w:rsidRPr="00DB192E">
        <w:t>3 декабря</w:t>
      </w:r>
      <w:r w:rsidRPr="00DB192E">
        <w:t xml:space="preserve"> 201</w:t>
      </w:r>
      <w:r w:rsidR="00A31158" w:rsidRPr="00DB192E">
        <w:t>3</w:t>
      </w:r>
      <w:r w:rsidRPr="00DB192E">
        <w:t xml:space="preserve"> г. № 5</w:t>
      </w:r>
      <w:r w:rsidR="00FD5AD5" w:rsidRPr="00DB192E">
        <w:t xml:space="preserve">7 </w:t>
      </w:r>
    </w:p>
    <w:p w:rsidR="0027266B" w:rsidRPr="00DB192E" w:rsidRDefault="0027266B" w:rsidP="00E45C1B">
      <w:pPr>
        <w:pStyle w:val="Title"/>
      </w:pPr>
    </w:p>
    <w:p w:rsidR="0027266B" w:rsidRPr="00DB192E" w:rsidRDefault="0027266B" w:rsidP="00DB192E">
      <w:pPr>
        <w:ind w:firstLine="709"/>
        <w:rPr>
          <w:rFonts w:cs="Arial"/>
        </w:rPr>
      </w:pPr>
    </w:p>
    <w:p w:rsidR="00C5288C" w:rsidRPr="00DB192E" w:rsidRDefault="00C5288C" w:rsidP="00DB192E">
      <w:pPr>
        <w:ind w:firstLine="709"/>
        <w:rPr>
          <w:rFonts w:cs="Arial"/>
        </w:rPr>
      </w:pPr>
    </w:p>
    <w:p w:rsidR="0027266B" w:rsidRPr="00DB192E" w:rsidRDefault="00141533" w:rsidP="00DB192E">
      <w:pPr>
        <w:ind w:firstLine="709"/>
        <w:rPr>
          <w:rFonts w:cs="Arial"/>
        </w:rPr>
      </w:pPr>
      <w:proofErr w:type="gramStart"/>
      <w:r w:rsidRPr="00DB192E">
        <w:rPr>
          <w:rFonts w:cs="Arial"/>
        </w:rPr>
        <w:t xml:space="preserve">В </w:t>
      </w:r>
      <w:r w:rsidR="004002DA" w:rsidRPr="00DB192E">
        <w:rPr>
          <w:rFonts w:cs="Arial"/>
        </w:rPr>
        <w:t>соответствии с Ф</w:t>
      </w:r>
      <w:r w:rsidR="00EE3396" w:rsidRPr="00DB192E">
        <w:rPr>
          <w:rFonts w:cs="Arial"/>
        </w:rPr>
        <w:t>едер</w:t>
      </w:r>
      <w:r w:rsidR="004056A8" w:rsidRPr="00DB192E">
        <w:rPr>
          <w:rFonts w:cs="Arial"/>
        </w:rPr>
        <w:t xml:space="preserve">альным законом </w:t>
      </w:r>
      <w:r w:rsidR="001559CE" w:rsidRPr="00DB192E">
        <w:rPr>
          <w:rFonts w:cs="Arial"/>
        </w:rPr>
        <w:t xml:space="preserve">от 01.07.2021 № </w:t>
      </w:r>
      <w:r w:rsidR="005528E3" w:rsidRPr="00DB192E">
        <w:rPr>
          <w:rFonts w:cs="Arial"/>
        </w:rPr>
        <w:t>251-ФЗ «О внесении изменений в Бюджетный кодекс Российской Федерации»</w:t>
      </w:r>
      <w:r w:rsidR="008B5390" w:rsidRPr="00DB192E">
        <w:rPr>
          <w:rFonts w:cs="Arial"/>
        </w:rPr>
        <w:t xml:space="preserve">, </w:t>
      </w:r>
      <w:r w:rsidR="004002DA" w:rsidRPr="00DB192E">
        <w:rPr>
          <w:rFonts w:cs="Arial"/>
        </w:rPr>
        <w:t>п</w:t>
      </w:r>
      <w:r w:rsidR="005528E3" w:rsidRPr="00DB192E">
        <w:rPr>
          <w:rFonts w:cs="Arial"/>
        </w:rPr>
        <w:t>остановление</w:t>
      </w:r>
      <w:r w:rsidR="001559CE" w:rsidRPr="00DB192E">
        <w:rPr>
          <w:rFonts w:cs="Arial"/>
        </w:rPr>
        <w:t>м</w:t>
      </w:r>
      <w:r w:rsidR="005528E3" w:rsidRPr="00DB192E">
        <w:rPr>
          <w:rFonts w:cs="Arial"/>
        </w:rPr>
        <w:t xml:space="preserve"> Прав</w:t>
      </w:r>
      <w:r w:rsidR="001559CE" w:rsidRPr="00DB192E">
        <w:rPr>
          <w:rFonts w:cs="Arial"/>
        </w:rPr>
        <w:t xml:space="preserve">ительства РФ от 16.09.2021 № </w:t>
      </w:r>
      <w:r w:rsidR="005528E3" w:rsidRPr="00DB192E">
        <w:rPr>
          <w:rFonts w:cs="Arial"/>
        </w:rPr>
        <w:t>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</w:t>
      </w:r>
      <w:proofErr w:type="gramEnd"/>
      <w:r w:rsidR="005528E3" w:rsidRPr="00DB192E">
        <w:rPr>
          <w:rFonts w:cs="Arial"/>
        </w:rPr>
        <w:t xml:space="preserve"> </w:t>
      </w:r>
      <w:proofErr w:type="gramStart"/>
      <w:r w:rsidR="005528E3" w:rsidRPr="00DB192E">
        <w:rPr>
          <w:rFonts w:cs="Arial"/>
        </w:rPr>
        <w:t>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4056A8" w:rsidRPr="00DB192E">
        <w:rPr>
          <w:rFonts w:cs="Arial"/>
        </w:rPr>
        <w:t xml:space="preserve">, </w:t>
      </w:r>
      <w:r w:rsidR="00EE3396" w:rsidRPr="00DB192E">
        <w:rPr>
          <w:rFonts w:cs="Arial"/>
        </w:rPr>
        <w:t>законом Во</w:t>
      </w:r>
      <w:r w:rsidR="000C1777" w:rsidRPr="00DB192E">
        <w:rPr>
          <w:rFonts w:cs="Arial"/>
        </w:rPr>
        <w:t xml:space="preserve">ронежской области от 10.10.2008 </w:t>
      </w:r>
      <w:r w:rsidR="00EE3396" w:rsidRPr="00DB192E">
        <w:rPr>
          <w:rFonts w:cs="Arial"/>
        </w:rPr>
        <w:t>№ 81-ОЗ</w:t>
      </w:r>
      <w:r w:rsidR="00FB4C6F" w:rsidRPr="00DB192E">
        <w:rPr>
          <w:rFonts w:cs="Arial"/>
        </w:rPr>
        <w:t xml:space="preserve"> «О бюджетном процессе в Воронежской области», </w:t>
      </w:r>
      <w:r w:rsidR="00EE3396" w:rsidRPr="00DB192E">
        <w:rPr>
          <w:rFonts w:cs="Arial"/>
        </w:rPr>
        <w:t xml:space="preserve">Уставом </w:t>
      </w:r>
      <w:r w:rsidR="00195B86" w:rsidRPr="00DB192E">
        <w:rPr>
          <w:rFonts w:cs="Arial"/>
        </w:rPr>
        <w:t>Подгоренского</w:t>
      </w:r>
      <w:r w:rsidR="00EE3396" w:rsidRPr="00DB192E">
        <w:rPr>
          <w:rFonts w:cs="Arial"/>
        </w:rPr>
        <w:t xml:space="preserve"> муниципального района Воронежской области</w:t>
      </w:r>
      <w:r w:rsidR="00696B84" w:rsidRPr="00DB192E">
        <w:rPr>
          <w:rFonts w:cs="Arial"/>
        </w:rPr>
        <w:t xml:space="preserve">, утвержденным </w:t>
      </w:r>
      <w:r w:rsidR="005330C5" w:rsidRPr="00DB192E">
        <w:rPr>
          <w:rFonts w:cs="Arial"/>
        </w:rPr>
        <w:t>решением</w:t>
      </w:r>
      <w:r w:rsidR="00696B84" w:rsidRPr="00DB192E">
        <w:rPr>
          <w:rFonts w:cs="Arial"/>
        </w:rPr>
        <w:t xml:space="preserve"> Совета народных депутатов </w:t>
      </w:r>
      <w:r w:rsidR="00195B86" w:rsidRPr="00DB192E">
        <w:rPr>
          <w:rFonts w:cs="Arial"/>
        </w:rPr>
        <w:t>Подгоренского</w:t>
      </w:r>
      <w:r w:rsidR="00696B84" w:rsidRPr="00DB192E">
        <w:rPr>
          <w:rFonts w:cs="Arial"/>
        </w:rPr>
        <w:t xml:space="preserve"> муниципального района Вороне</w:t>
      </w:r>
      <w:r w:rsidR="00C947D8" w:rsidRPr="00DB192E">
        <w:rPr>
          <w:rFonts w:cs="Arial"/>
        </w:rPr>
        <w:t xml:space="preserve">жской области от </w:t>
      </w:r>
      <w:r w:rsidR="005330C5" w:rsidRPr="00DB192E">
        <w:rPr>
          <w:rFonts w:cs="Arial"/>
        </w:rPr>
        <w:t>30</w:t>
      </w:r>
      <w:r w:rsidR="00C947D8" w:rsidRPr="00DB192E">
        <w:rPr>
          <w:rFonts w:cs="Arial"/>
        </w:rPr>
        <w:t>.0</w:t>
      </w:r>
      <w:r w:rsidR="005330C5" w:rsidRPr="00DB192E">
        <w:rPr>
          <w:rFonts w:cs="Arial"/>
        </w:rPr>
        <w:t>4.201</w:t>
      </w:r>
      <w:r w:rsidR="00C947D8" w:rsidRPr="00DB192E">
        <w:rPr>
          <w:rFonts w:cs="Arial"/>
        </w:rPr>
        <w:t>5</w:t>
      </w:r>
      <w:r w:rsidR="005330C5" w:rsidRPr="00DB192E">
        <w:rPr>
          <w:rFonts w:cs="Arial"/>
        </w:rPr>
        <w:t xml:space="preserve"> № 10</w:t>
      </w:r>
      <w:r w:rsidR="0027266B" w:rsidRPr="00DB192E">
        <w:rPr>
          <w:rFonts w:cs="Arial"/>
        </w:rPr>
        <w:t xml:space="preserve">, Совет народных депутатов </w:t>
      </w:r>
      <w:r w:rsidR="005A6D5B" w:rsidRPr="00DB192E">
        <w:rPr>
          <w:rFonts w:cs="Arial"/>
        </w:rPr>
        <w:t>Подгоренского</w:t>
      </w:r>
      <w:r w:rsidR="0027266B" w:rsidRPr="00DB192E">
        <w:rPr>
          <w:rFonts w:cs="Arial"/>
        </w:rPr>
        <w:t xml:space="preserve"> муниципального района Воронежской </w:t>
      </w:r>
      <w:proofErr w:type="spellStart"/>
      <w:r w:rsidR="0027266B" w:rsidRPr="00DB192E">
        <w:rPr>
          <w:rFonts w:cs="Arial"/>
        </w:rPr>
        <w:t>областирешил</w:t>
      </w:r>
      <w:proofErr w:type="spellEnd"/>
      <w:r w:rsidR="0027266B" w:rsidRPr="00DB192E">
        <w:rPr>
          <w:rFonts w:cs="Arial"/>
        </w:rPr>
        <w:t>:</w:t>
      </w:r>
      <w:proofErr w:type="gramEnd"/>
    </w:p>
    <w:p w:rsidR="00EE3396" w:rsidRPr="00DB192E" w:rsidRDefault="00BC76B8" w:rsidP="00DB192E">
      <w:pPr>
        <w:ind w:firstLine="709"/>
        <w:rPr>
          <w:rFonts w:cs="Arial"/>
        </w:rPr>
      </w:pPr>
      <w:r w:rsidRPr="00DB192E">
        <w:rPr>
          <w:rFonts w:cs="Arial"/>
        </w:rPr>
        <w:t>1.</w:t>
      </w:r>
      <w:r w:rsidR="00C06763" w:rsidRPr="00DB192E">
        <w:rPr>
          <w:rFonts w:cs="Arial"/>
        </w:rPr>
        <w:t xml:space="preserve"> </w:t>
      </w:r>
      <w:r w:rsidR="001F0F22" w:rsidRPr="00DB192E">
        <w:rPr>
          <w:rFonts w:cs="Arial"/>
        </w:rPr>
        <w:t>Внести</w:t>
      </w:r>
      <w:r w:rsidR="00EE3396" w:rsidRPr="00DB192E">
        <w:rPr>
          <w:rFonts w:cs="Arial"/>
        </w:rPr>
        <w:t xml:space="preserve"> в </w:t>
      </w:r>
      <w:r w:rsidR="000C1777" w:rsidRPr="00DB192E">
        <w:rPr>
          <w:rFonts w:cs="Arial"/>
        </w:rPr>
        <w:t xml:space="preserve">Положение о бюджетном процессе в </w:t>
      </w:r>
      <w:r w:rsidR="00971DEB" w:rsidRPr="00DB192E">
        <w:rPr>
          <w:rFonts w:cs="Arial"/>
        </w:rPr>
        <w:t>Подгоренском</w:t>
      </w:r>
      <w:r w:rsidR="000C1777" w:rsidRPr="00DB192E">
        <w:rPr>
          <w:rFonts w:cs="Arial"/>
        </w:rPr>
        <w:t xml:space="preserve"> муниципальном районе Воронежской области</w:t>
      </w:r>
      <w:r w:rsidR="00DA014C" w:rsidRPr="00DB192E">
        <w:rPr>
          <w:rFonts w:cs="Arial"/>
        </w:rPr>
        <w:t>,</w:t>
      </w:r>
      <w:r w:rsidR="000C1777" w:rsidRPr="00DB192E">
        <w:rPr>
          <w:rFonts w:cs="Arial"/>
        </w:rPr>
        <w:t xml:space="preserve"> утверждённое </w:t>
      </w:r>
      <w:r w:rsidR="00EE3396" w:rsidRPr="00DB192E">
        <w:rPr>
          <w:rFonts w:cs="Arial"/>
        </w:rPr>
        <w:t>решение</w:t>
      </w:r>
      <w:r w:rsidR="000C1777" w:rsidRPr="00DB192E">
        <w:rPr>
          <w:rFonts w:cs="Arial"/>
        </w:rPr>
        <w:t>м</w:t>
      </w:r>
      <w:r w:rsidR="00EE3396" w:rsidRPr="00DB192E">
        <w:rPr>
          <w:rFonts w:cs="Arial"/>
        </w:rPr>
        <w:t xml:space="preserve"> Совета народных депутатов </w:t>
      </w:r>
      <w:r w:rsidR="00971DEB" w:rsidRPr="00DB192E">
        <w:rPr>
          <w:rFonts w:cs="Arial"/>
        </w:rPr>
        <w:t>Подгоренского</w:t>
      </w:r>
      <w:r w:rsidR="00EE3396" w:rsidRPr="00DB192E">
        <w:rPr>
          <w:rFonts w:cs="Arial"/>
        </w:rPr>
        <w:t xml:space="preserve"> муниципального района Воронежской области </w:t>
      </w:r>
      <w:r w:rsidR="0077737A" w:rsidRPr="00DB192E">
        <w:rPr>
          <w:rFonts w:cs="Arial"/>
        </w:rPr>
        <w:t>от 2</w:t>
      </w:r>
      <w:r w:rsidR="00A31158" w:rsidRPr="00DB192E">
        <w:rPr>
          <w:rFonts w:cs="Arial"/>
        </w:rPr>
        <w:t>3</w:t>
      </w:r>
      <w:r w:rsidR="00EE3396" w:rsidRPr="00DB192E">
        <w:rPr>
          <w:rFonts w:cs="Arial"/>
        </w:rPr>
        <w:t xml:space="preserve"> </w:t>
      </w:r>
      <w:r w:rsidR="00A31158" w:rsidRPr="00DB192E">
        <w:rPr>
          <w:rFonts w:cs="Arial"/>
        </w:rPr>
        <w:t>декабря</w:t>
      </w:r>
      <w:r w:rsidR="0077737A" w:rsidRPr="00DB192E">
        <w:rPr>
          <w:rFonts w:cs="Arial"/>
        </w:rPr>
        <w:t xml:space="preserve"> 201</w:t>
      </w:r>
      <w:r w:rsidR="00A31158" w:rsidRPr="00DB192E">
        <w:rPr>
          <w:rFonts w:cs="Arial"/>
        </w:rPr>
        <w:t>3</w:t>
      </w:r>
      <w:r w:rsidR="0077737A" w:rsidRPr="00DB192E">
        <w:rPr>
          <w:rFonts w:cs="Arial"/>
        </w:rPr>
        <w:t xml:space="preserve"> г. № 5</w:t>
      </w:r>
      <w:r w:rsidR="00A31158" w:rsidRPr="00DB192E">
        <w:rPr>
          <w:rFonts w:cs="Arial"/>
        </w:rPr>
        <w:t>7</w:t>
      </w:r>
      <w:r w:rsidR="00262BF0" w:rsidRPr="00DB192E">
        <w:rPr>
          <w:rFonts w:cs="Arial"/>
        </w:rPr>
        <w:t xml:space="preserve">, </w:t>
      </w:r>
      <w:r w:rsidR="00C947D8" w:rsidRPr="00DB192E">
        <w:rPr>
          <w:rFonts w:cs="Arial"/>
        </w:rPr>
        <w:t>следующие изменения</w:t>
      </w:r>
      <w:r w:rsidR="00EE3396" w:rsidRPr="00DB192E">
        <w:rPr>
          <w:rFonts w:cs="Arial"/>
        </w:rPr>
        <w:t>:</w:t>
      </w:r>
    </w:p>
    <w:p w:rsidR="0030162C" w:rsidRPr="00DB192E" w:rsidRDefault="00BB3A58" w:rsidP="00DB192E">
      <w:pPr>
        <w:ind w:firstLine="709"/>
        <w:rPr>
          <w:rFonts w:cs="Arial"/>
        </w:rPr>
      </w:pPr>
      <w:r w:rsidRPr="00DB192E">
        <w:rPr>
          <w:rFonts w:cs="Arial"/>
        </w:rPr>
        <w:t>1</w:t>
      </w:r>
      <w:r w:rsidR="00212A90" w:rsidRPr="00DB192E">
        <w:rPr>
          <w:rFonts w:cs="Arial"/>
        </w:rPr>
        <w:t>.1</w:t>
      </w:r>
      <w:r w:rsidR="00A46BC7" w:rsidRPr="00DB192E">
        <w:rPr>
          <w:rFonts w:cs="Arial"/>
        </w:rPr>
        <w:t>. С</w:t>
      </w:r>
      <w:r w:rsidR="0030162C" w:rsidRPr="00DB192E">
        <w:rPr>
          <w:rFonts w:cs="Arial"/>
        </w:rPr>
        <w:t>тать</w:t>
      </w:r>
      <w:r w:rsidR="007023C1" w:rsidRPr="00DB192E">
        <w:rPr>
          <w:rFonts w:cs="Arial"/>
        </w:rPr>
        <w:t xml:space="preserve">ю </w:t>
      </w:r>
      <w:r w:rsidR="0030162C" w:rsidRPr="00DB192E">
        <w:rPr>
          <w:rFonts w:cs="Arial"/>
        </w:rPr>
        <w:t>6</w:t>
      </w:r>
      <w:r w:rsidR="007023C1" w:rsidRPr="00DB192E">
        <w:rPr>
          <w:rFonts w:cs="Arial"/>
        </w:rPr>
        <w:t xml:space="preserve"> Положения дополнить</w:t>
      </w:r>
      <w:r w:rsidR="0030162C" w:rsidRPr="00DB192E">
        <w:rPr>
          <w:rFonts w:cs="Arial"/>
        </w:rPr>
        <w:t>:</w:t>
      </w:r>
    </w:p>
    <w:p w:rsidR="004546B7" w:rsidRPr="00DB192E" w:rsidRDefault="007023C1" w:rsidP="00DB192E">
      <w:pPr>
        <w:ind w:firstLine="709"/>
        <w:rPr>
          <w:rFonts w:cs="Arial"/>
        </w:rPr>
      </w:pPr>
      <w:r w:rsidRPr="00DB192E">
        <w:rPr>
          <w:rFonts w:cs="Arial"/>
        </w:rPr>
        <w:t xml:space="preserve">- </w:t>
      </w:r>
      <w:r w:rsidR="0030162C" w:rsidRPr="00DB192E">
        <w:rPr>
          <w:rFonts w:cs="Arial"/>
        </w:rPr>
        <w:t>абзац</w:t>
      </w:r>
      <w:r w:rsidRPr="00DB192E">
        <w:rPr>
          <w:rFonts w:cs="Arial"/>
        </w:rPr>
        <w:t>е</w:t>
      </w:r>
      <w:r w:rsidR="0030162C" w:rsidRPr="00DB192E">
        <w:rPr>
          <w:rFonts w:cs="Arial"/>
        </w:rPr>
        <w:t>м</w:t>
      </w:r>
      <w:r w:rsidRPr="00DB192E">
        <w:rPr>
          <w:rFonts w:cs="Arial"/>
        </w:rPr>
        <w:t xml:space="preserve"> 18</w:t>
      </w:r>
      <w:r w:rsidR="0030162C" w:rsidRPr="00DB192E">
        <w:rPr>
          <w:rFonts w:cs="Arial"/>
        </w:rPr>
        <w:t xml:space="preserve"> следующего содержания:</w:t>
      </w:r>
    </w:p>
    <w:p w:rsidR="0030162C" w:rsidRPr="00DB192E" w:rsidRDefault="004546B7" w:rsidP="00DB192E">
      <w:pPr>
        <w:ind w:firstLine="709"/>
        <w:rPr>
          <w:rFonts w:cs="Arial"/>
        </w:rPr>
      </w:pPr>
      <w:r w:rsidRPr="00DB192E">
        <w:rPr>
          <w:rFonts w:cs="Arial"/>
        </w:rPr>
        <w:t xml:space="preserve">«- </w:t>
      </w:r>
      <w:r w:rsidR="0030162C" w:rsidRPr="00DB192E">
        <w:rPr>
          <w:rFonts w:cs="Arial"/>
        </w:rPr>
        <w:t xml:space="preserve">утверждает перечень </w:t>
      </w:r>
      <w:r w:rsidR="0087629D" w:rsidRPr="00DB192E">
        <w:rPr>
          <w:rFonts w:cs="Arial"/>
        </w:rPr>
        <w:t xml:space="preserve">главных администраторов доходов </w:t>
      </w:r>
      <w:r w:rsidR="0030162C" w:rsidRPr="00DB192E">
        <w:rPr>
          <w:rFonts w:cs="Arial"/>
        </w:rPr>
        <w:t>бюджета</w:t>
      </w:r>
      <w:r w:rsidR="0087629D" w:rsidRPr="00DB192E">
        <w:rPr>
          <w:rFonts w:cs="Arial"/>
        </w:rPr>
        <w:t xml:space="preserve"> Подгоренского муниципального района </w:t>
      </w:r>
      <w:r w:rsidR="00367B34" w:rsidRPr="00DB192E">
        <w:rPr>
          <w:rFonts w:cs="Arial"/>
        </w:rPr>
        <w:t xml:space="preserve">Воронежской области </w:t>
      </w:r>
      <w:r w:rsidR="0030162C" w:rsidRPr="00DB192E">
        <w:rPr>
          <w:rFonts w:cs="Arial"/>
        </w:rPr>
        <w:t>в соответствии с общими требованиями, установленными Прав</w:t>
      </w:r>
      <w:r w:rsidR="007023C1" w:rsidRPr="00DB192E">
        <w:rPr>
          <w:rFonts w:cs="Arial"/>
        </w:rPr>
        <w:t>ительством Российской Федерации</w:t>
      </w:r>
      <w:proofErr w:type="gramStart"/>
      <w:r w:rsidR="00883967" w:rsidRPr="00DB192E">
        <w:rPr>
          <w:rFonts w:cs="Arial"/>
        </w:rPr>
        <w:t>;</w:t>
      </w:r>
      <w:r w:rsidRPr="00DB192E">
        <w:rPr>
          <w:rFonts w:cs="Arial"/>
        </w:rPr>
        <w:t>»</w:t>
      </w:r>
      <w:proofErr w:type="gramEnd"/>
      <w:r w:rsidRPr="00DB192E">
        <w:rPr>
          <w:rFonts w:cs="Arial"/>
        </w:rPr>
        <w:t>;</w:t>
      </w:r>
    </w:p>
    <w:p w:rsidR="004546B7" w:rsidRPr="00DB192E" w:rsidRDefault="00883967" w:rsidP="00DB192E">
      <w:pPr>
        <w:ind w:firstLine="709"/>
        <w:rPr>
          <w:rFonts w:cs="Arial"/>
        </w:rPr>
      </w:pPr>
      <w:r w:rsidRPr="00DB192E">
        <w:rPr>
          <w:rFonts w:cs="Arial"/>
        </w:rPr>
        <w:lastRenderedPageBreak/>
        <w:t>- абзацем 19 следующего содержания:</w:t>
      </w:r>
    </w:p>
    <w:p w:rsidR="0030162C" w:rsidRPr="00DB192E" w:rsidRDefault="009F7EBB" w:rsidP="00DB192E">
      <w:pPr>
        <w:ind w:firstLine="709"/>
        <w:rPr>
          <w:rFonts w:cs="Arial"/>
        </w:rPr>
      </w:pPr>
      <w:r w:rsidRPr="00DB192E">
        <w:rPr>
          <w:rFonts w:cs="Arial"/>
        </w:rPr>
        <w:t>«</w:t>
      </w:r>
      <w:r w:rsidR="0030162C" w:rsidRPr="00DB192E">
        <w:rPr>
          <w:rFonts w:cs="Arial"/>
        </w:rPr>
        <w:t xml:space="preserve">- утверждает перечень главных </w:t>
      </w:r>
      <w:proofErr w:type="gramStart"/>
      <w:r w:rsidR="0030162C" w:rsidRPr="00DB192E">
        <w:rPr>
          <w:rFonts w:cs="Arial"/>
        </w:rPr>
        <w:t xml:space="preserve">администраторов источников финансирования дефицита </w:t>
      </w:r>
      <w:r w:rsidR="0087629D" w:rsidRPr="00DB192E">
        <w:rPr>
          <w:rFonts w:cs="Arial"/>
        </w:rPr>
        <w:t>бюджета</w:t>
      </w:r>
      <w:proofErr w:type="gramEnd"/>
      <w:r w:rsidR="0087629D" w:rsidRPr="00DB192E">
        <w:rPr>
          <w:rFonts w:cs="Arial"/>
        </w:rPr>
        <w:t xml:space="preserve"> Подгоренского муниципального района</w:t>
      </w:r>
      <w:r w:rsidR="00367B34" w:rsidRPr="00DB192E">
        <w:rPr>
          <w:rFonts w:cs="Arial"/>
        </w:rPr>
        <w:t xml:space="preserve"> Воронежской области</w:t>
      </w:r>
      <w:r w:rsidR="0087629D" w:rsidRPr="00DB192E">
        <w:rPr>
          <w:rFonts w:cs="Arial"/>
        </w:rPr>
        <w:t xml:space="preserve"> </w:t>
      </w:r>
      <w:r w:rsidR="0030162C" w:rsidRPr="00DB192E">
        <w:rPr>
          <w:rFonts w:cs="Arial"/>
        </w:rPr>
        <w:t>в соответствии с общими требованиями, установленными Правительством Российской Федерации</w:t>
      </w:r>
      <w:r w:rsidRPr="00DB192E">
        <w:rPr>
          <w:rFonts w:cs="Arial"/>
        </w:rPr>
        <w:t>»</w:t>
      </w:r>
      <w:r w:rsidR="0030162C" w:rsidRPr="00DB192E">
        <w:rPr>
          <w:rFonts w:cs="Arial"/>
        </w:rPr>
        <w:t>.</w:t>
      </w:r>
    </w:p>
    <w:p w:rsidR="001F3011" w:rsidRPr="00DB192E" w:rsidRDefault="00212A90" w:rsidP="00DB192E">
      <w:pPr>
        <w:ind w:firstLine="709"/>
        <w:rPr>
          <w:rFonts w:cs="Arial"/>
        </w:rPr>
      </w:pPr>
      <w:r w:rsidRPr="00DB192E">
        <w:rPr>
          <w:rFonts w:cs="Arial"/>
        </w:rPr>
        <w:t>1.2</w:t>
      </w:r>
      <w:r w:rsidR="00A46BC7" w:rsidRPr="00DB192E">
        <w:rPr>
          <w:rFonts w:cs="Arial"/>
        </w:rPr>
        <w:t>. П</w:t>
      </w:r>
      <w:r w:rsidR="001F3011" w:rsidRPr="00DB192E">
        <w:rPr>
          <w:rFonts w:cs="Arial"/>
        </w:rPr>
        <w:t>ункт</w:t>
      </w:r>
      <w:r w:rsidR="000E3D42" w:rsidRPr="00DB192E">
        <w:rPr>
          <w:rFonts w:cs="Arial"/>
        </w:rPr>
        <w:t xml:space="preserve"> 1 с</w:t>
      </w:r>
      <w:r w:rsidR="00AE4A1D" w:rsidRPr="00DB192E">
        <w:rPr>
          <w:rFonts w:cs="Arial"/>
        </w:rPr>
        <w:t>тать</w:t>
      </w:r>
      <w:r w:rsidR="000E3D42" w:rsidRPr="00DB192E">
        <w:rPr>
          <w:rFonts w:cs="Arial"/>
        </w:rPr>
        <w:t>и</w:t>
      </w:r>
      <w:r w:rsidR="00AE4A1D" w:rsidRPr="00DB192E">
        <w:rPr>
          <w:rFonts w:cs="Arial"/>
        </w:rPr>
        <w:t xml:space="preserve"> </w:t>
      </w:r>
      <w:r w:rsidR="000E3D42" w:rsidRPr="00DB192E">
        <w:rPr>
          <w:rFonts w:cs="Arial"/>
        </w:rPr>
        <w:t>9</w:t>
      </w:r>
      <w:r w:rsidR="001F3011" w:rsidRPr="00DB192E">
        <w:rPr>
          <w:rFonts w:cs="Arial"/>
        </w:rPr>
        <w:t xml:space="preserve"> Положения</w:t>
      </w:r>
      <w:r w:rsidR="00453D03" w:rsidRPr="00DB192E">
        <w:rPr>
          <w:rFonts w:cs="Arial"/>
        </w:rPr>
        <w:t>:</w:t>
      </w:r>
    </w:p>
    <w:p w:rsidR="000E3D42" w:rsidRPr="00DB192E" w:rsidRDefault="00B1242D" w:rsidP="00DB192E">
      <w:pPr>
        <w:ind w:firstLine="709"/>
        <w:rPr>
          <w:rFonts w:cs="Arial"/>
        </w:rPr>
      </w:pPr>
      <w:r w:rsidRPr="00DB192E">
        <w:rPr>
          <w:rFonts w:cs="Arial"/>
        </w:rPr>
        <w:t xml:space="preserve">- </w:t>
      </w:r>
      <w:r w:rsidR="001B0957" w:rsidRPr="00DB192E">
        <w:rPr>
          <w:rFonts w:cs="Arial"/>
        </w:rPr>
        <w:t>абзацы шестнадцать и семнадцать признать утратившими силу</w:t>
      </w:r>
      <w:r w:rsidR="00213EEE" w:rsidRPr="00DB192E">
        <w:rPr>
          <w:rFonts w:cs="Arial"/>
        </w:rPr>
        <w:t>;</w:t>
      </w:r>
    </w:p>
    <w:p w:rsidR="00213EEE" w:rsidRPr="00DB192E" w:rsidRDefault="00213EEE" w:rsidP="00DB192E">
      <w:pPr>
        <w:ind w:firstLine="709"/>
        <w:rPr>
          <w:rFonts w:cs="Arial"/>
        </w:rPr>
      </w:pPr>
      <w:r w:rsidRPr="00DB192E">
        <w:rPr>
          <w:rFonts w:cs="Arial"/>
        </w:rPr>
        <w:t>дополнить абзацем следующего содержания:</w:t>
      </w:r>
    </w:p>
    <w:p w:rsidR="00213EEE" w:rsidRPr="00DB192E" w:rsidRDefault="00DE51A7" w:rsidP="00DB192E">
      <w:pPr>
        <w:ind w:firstLine="709"/>
        <w:rPr>
          <w:rFonts w:cs="Arial"/>
        </w:rPr>
      </w:pPr>
      <w:r w:rsidRPr="00DB192E">
        <w:rPr>
          <w:rFonts w:cs="Arial"/>
        </w:rPr>
        <w:t>«</w:t>
      </w:r>
      <w:r w:rsidR="00213EEE" w:rsidRPr="00DB192E">
        <w:rPr>
          <w:rFonts w:cs="Arial"/>
        </w:rPr>
        <w:t xml:space="preserve">- </w:t>
      </w:r>
      <w:proofErr w:type="gramStart"/>
      <w:r w:rsidR="00213EEE" w:rsidRPr="00DB192E">
        <w:rPr>
          <w:rFonts w:cs="Arial"/>
        </w:rPr>
        <w:t>ведет реестр источников до</w:t>
      </w:r>
      <w:r w:rsidRPr="00DB192E">
        <w:rPr>
          <w:rFonts w:cs="Arial"/>
        </w:rPr>
        <w:t>ходов бюджета Подгоренского муниципального района</w:t>
      </w:r>
      <w:r w:rsidR="00367B34" w:rsidRPr="00DB192E">
        <w:rPr>
          <w:rFonts w:cs="Arial"/>
        </w:rPr>
        <w:t xml:space="preserve"> Воронежской области</w:t>
      </w:r>
      <w:r w:rsidRPr="00DB192E">
        <w:rPr>
          <w:rFonts w:cs="Arial"/>
        </w:rPr>
        <w:t xml:space="preserve"> </w:t>
      </w:r>
      <w:r w:rsidR="00213EEE" w:rsidRPr="00DB192E">
        <w:rPr>
          <w:rFonts w:cs="Arial"/>
        </w:rPr>
        <w:t>и представляет</w:t>
      </w:r>
      <w:proofErr w:type="gramEnd"/>
      <w:r w:rsidR="00213EEE" w:rsidRPr="00DB192E">
        <w:rPr>
          <w:rFonts w:cs="Arial"/>
        </w:rPr>
        <w:t xml:space="preserve"> </w:t>
      </w:r>
      <w:r w:rsidRPr="00DB192E">
        <w:rPr>
          <w:rFonts w:cs="Arial"/>
        </w:rPr>
        <w:t>его в финансовый орган области».</w:t>
      </w:r>
    </w:p>
    <w:p w:rsidR="00401431" w:rsidRPr="00DB192E" w:rsidRDefault="002C3DAB" w:rsidP="00DB192E">
      <w:pPr>
        <w:ind w:firstLine="709"/>
        <w:rPr>
          <w:rFonts w:cs="Arial"/>
        </w:rPr>
      </w:pPr>
      <w:r w:rsidRPr="00DB192E">
        <w:rPr>
          <w:rFonts w:cs="Arial"/>
        </w:rPr>
        <w:t xml:space="preserve">1.3. </w:t>
      </w:r>
      <w:r w:rsidR="00A85E43" w:rsidRPr="00DB192E">
        <w:rPr>
          <w:rFonts w:cs="Arial"/>
        </w:rPr>
        <w:t>Признать абзац 1 и абзац 2 п</w:t>
      </w:r>
      <w:r w:rsidRPr="00DB192E">
        <w:rPr>
          <w:rFonts w:cs="Arial"/>
        </w:rPr>
        <w:t>ункт</w:t>
      </w:r>
      <w:r w:rsidR="00A85E43" w:rsidRPr="00DB192E">
        <w:rPr>
          <w:rFonts w:cs="Arial"/>
        </w:rPr>
        <w:t>а</w:t>
      </w:r>
      <w:r w:rsidRPr="00DB192E">
        <w:rPr>
          <w:rFonts w:cs="Arial"/>
        </w:rPr>
        <w:t xml:space="preserve"> 2 статьи 42</w:t>
      </w:r>
      <w:r w:rsidR="00213EEE" w:rsidRPr="00DB192E">
        <w:rPr>
          <w:rFonts w:cs="Arial"/>
        </w:rPr>
        <w:t xml:space="preserve"> </w:t>
      </w:r>
      <w:r w:rsidR="005B57FA" w:rsidRPr="00DB192E">
        <w:rPr>
          <w:rFonts w:cs="Arial"/>
        </w:rPr>
        <w:t xml:space="preserve">Положения </w:t>
      </w:r>
      <w:r w:rsidR="00A85E43" w:rsidRPr="00DB192E">
        <w:rPr>
          <w:rFonts w:cs="Arial"/>
        </w:rPr>
        <w:t>утратившими силу.</w:t>
      </w:r>
    </w:p>
    <w:p w:rsidR="0089751F" w:rsidRPr="00DB192E" w:rsidRDefault="00213EEE" w:rsidP="00DB192E">
      <w:pPr>
        <w:ind w:firstLine="709"/>
        <w:rPr>
          <w:rFonts w:cs="Arial"/>
        </w:rPr>
      </w:pPr>
      <w:r w:rsidRPr="00DB192E">
        <w:rPr>
          <w:rFonts w:cs="Arial"/>
        </w:rPr>
        <w:t xml:space="preserve">1.4. </w:t>
      </w:r>
      <w:r w:rsidR="00A85E43" w:rsidRPr="00DB192E">
        <w:rPr>
          <w:rFonts w:cs="Arial"/>
        </w:rPr>
        <w:t xml:space="preserve">Статью 43 Положения дополнить </w:t>
      </w:r>
      <w:r w:rsidR="0089751F" w:rsidRPr="00DB192E">
        <w:rPr>
          <w:rFonts w:cs="Arial"/>
        </w:rPr>
        <w:t>абзацем 18 следующего содержания:</w:t>
      </w:r>
    </w:p>
    <w:p w:rsidR="0089751F" w:rsidRPr="00DB192E" w:rsidRDefault="0089751F" w:rsidP="00DB192E">
      <w:pPr>
        <w:ind w:firstLine="709"/>
        <w:rPr>
          <w:rFonts w:cs="Arial"/>
        </w:rPr>
      </w:pPr>
      <w:r w:rsidRPr="00DB192E">
        <w:rPr>
          <w:rFonts w:cs="Arial"/>
        </w:rPr>
        <w:t>«- реестр источников доходов бюджета Подгоренского муниципального района</w:t>
      </w:r>
      <w:r w:rsidR="00367B34" w:rsidRPr="00DB192E">
        <w:rPr>
          <w:rFonts w:cs="Arial"/>
        </w:rPr>
        <w:t xml:space="preserve"> Воронежской области</w:t>
      </w:r>
      <w:r w:rsidRPr="00DB192E">
        <w:rPr>
          <w:rFonts w:cs="Arial"/>
        </w:rPr>
        <w:t>».</w:t>
      </w:r>
    </w:p>
    <w:p w:rsidR="005B57FA" w:rsidRPr="00DB192E" w:rsidRDefault="00CC4553" w:rsidP="00DB192E">
      <w:pPr>
        <w:ind w:firstLine="709"/>
        <w:rPr>
          <w:rFonts w:cs="Arial"/>
        </w:rPr>
      </w:pPr>
      <w:r w:rsidRPr="00DB192E">
        <w:rPr>
          <w:rFonts w:cs="Arial"/>
        </w:rPr>
        <w:t xml:space="preserve">1.5. </w:t>
      </w:r>
      <w:r w:rsidR="005B57FA" w:rsidRPr="00DB192E">
        <w:rPr>
          <w:rFonts w:cs="Arial"/>
        </w:rPr>
        <w:t xml:space="preserve">Признать абзац 6 и абзац 7 пункта </w:t>
      </w:r>
      <w:r w:rsidRPr="00DB192E">
        <w:rPr>
          <w:rFonts w:cs="Arial"/>
        </w:rPr>
        <w:t>2 статьи 46 Положения</w:t>
      </w:r>
      <w:r w:rsidR="005B57FA" w:rsidRPr="00DB192E">
        <w:rPr>
          <w:rFonts w:cs="Arial"/>
        </w:rPr>
        <w:t xml:space="preserve"> утратившими силу.</w:t>
      </w:r>
    </w:p>
    <w:p w:rsidR="0096771D" w:rsidRPr="00DB192E" w:rsidRDefault="00875581" w:rsidP="00DB192E">
      <w:pPr>
        <w:ind w:firstLine="709"/>
        <w:rPr>
          <w:rFonts w:cs="Arial"/>
        </w:rPr>
      </w:pPr>
      <w:r w:rsidRPr="00DB192E">
        <w:rPr>
          <w:rFonts w:cs="Arial"/>
        </w:rPr>
        <w:t>2.</w:t>
      </w:r>
      <w:r w:rsidR="00590CFA" w:rsidRPr="00DB192E">
        <w:rPr>
          <w:rFonts w:cs="Arial"/>
        </w:rPr>
        <w:t xml:space="preserve"> </w:t>
      </w:r>
      <w:r w:rsidR="005B57FA" w:rsidRPr="00DB192E">
        <w:rPr>
          <w:rFonts w:cs="Arial"/>
        </w:rPr>
        <w:t>О</w:t>
      </w:r>
      <w:r w:rsidR="006F67D2" w:rsidRPr="00DB192E">
        <w:rPr>
          <w:rFonts w:cs="Arial"/>
        </w:rPr>
        <w:t>публикова</w:t>
      </w:r>
      <w:r w:rsidR="005B57FA" w:rsidRPr="00DB192E">
        <w:rPr>
          <w:rFonts w:cs="Arial"/>
        </w:rPr>
        <w:t xml:space="preserve">ть настоящее решение в печатном средстве массовой информации органов местного самоуправления </w:t>
      </w:r>
      <w:r w:rsidR="008C3CC4" w:rsidRPr="00DB192E">
        <w:rPr>
          <w:rFonts w:cs="Arial"/>
        </w:rPr>
        <w:t>Подгоренско</w:t>
      </w:r>
      <w:r w:rsidR="005B57FA" w:rsidRPr="00DB192E">
        <w:rPr>
          <w:rFonts w:cs="Arial"/>
        </w:rPr>
        <w:t>го</w:t>
      </w:r>
      <w:r w:rsidR="008C3CC4" w:rsidRPr="00DB192E">
        <w:rPr>
          <w:rFonts w:cs="Arial"/>
        </w:rPr>
        <w:t xml:space="preserve"> муниципально</w:t>
      </w:r>
      <w:r w:rsidR="005B57FA" w:rsidRPr="00DB192E">
        <w:rPr>
          <w:rFonts w:cs="Arial"/>
        </w:rPr>
        <w:t>го</w:t>
      </w:r>
      <w:r w:rsidR="008C3CC4" w:rsidRPr="00DB192E">
        <w:rPr>
          <w:rFonts w:cs="Arial"/>
        </w:rPr>
        <w:t xml:space="preserve"> </w:t>
      </w:r>
      <w:r w:rsidR="005B57FA" w:rsidRPr="00DB192E">
        <w:rPr>
          <w:rFonts w:cs="Arial"/>
        </w:rPr>
        <w:t>района Воронежской области «Подгоренский муниципальный вестник»</w:t>
      </w:r>
      <w:r w:rsidR="008C3CC4" w:rsidRPr="00DB192E">
        <w:rPr>
          <w:rFonts w:cs="Arial"/>
        </w:rPr>
        <w:t>.</w:t>
      </w:r>
    </w:p>
    <w:p w:rsidR="005B57FA" w:rsidRPr="00DB192E" w:rsidRDefault="005B57FA" w:rsidP="00DB192E">
      <w:pPr>
        <w:ind w:firstLine="709"/>
        <w:rPr>
          <w:rFonts w:cs="Arial"/>
        </w:rPr>
      </w:pPr>
      <w:r w:rsidRPr="00DB192E">
        <w:rPr>
          <w:rFonts w:cs="Arial"/>
        </w:rPr>
        <w:t>3.</w:t>
      </w:r>
      <w:r w:rsidR="00367B34" w:rsidRPr="00DB192E">
        <w:rPr>
          <w:rFonts w:cs="Arial"/>
        </w:rPr>
        <w:t>Указанные изменения применяются к правоотношениям, возникшим при составлении и исполнении бюджета Подгоренского муниципального района</w:t>
      </w:r>
      <w:r w:rsidR="004002DA" w:rsidRPr="00DB192E">
        <w:rPr>
          <w:rFonts w:cs="Arial"/>
        </w:rPr>
        <w:t xml:space="preserve"> Воронежской области</w:t>
      </w:r>
      <w:r w:rsidR="00367B34" w:rsidRPr="00DB192E">
        <w:rPr>
          <w:rFonts w:cs="Arial"/>
        </w:rPr>
        <w:t>, начиная с бюджетов на 2022 год и на плановый период 2023 и 2024 годов.</w:t>
      </w:r>
    </w:p>
    <w:p w:rsidR="00B63A53" w:rsidRPr="00440E76" w:rsidRDefault="00B63A53" w:rsidP="00DB192E">
      <w:pPr>
        <w:ind w:firstLine="709"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3219C" w:rsidRPr="009635C3" w:rsidTr="009635C3">
        <w:tc>
          <w:tcPr>
            <w:tcW w:w="4927" w:type="dxa"/>
            <w:shd w:val="clear" w:color="auto" w:fill="auto"/>
          </w:tcPr>
          <w:p w:rsidR="00B3219C" w:rsidRPr="009635C3" w:rsidRDefault="00B3219C" w:rsidP="009635C3">
            <w:pPr>
              <w:ind w:firstLine="0"/>
              <w:jc w:val="left"/>
              <w:rPr>
                <w:rFonts w:cs="Arial"/>
              </w:rPr>
            </w:pPr>
            <w:r w:rsidRPr="009635C3">
              <w:rPr>
                <w:rFonts w:cs="Arial"/>
              </w:rPr>
              <w:t xml:space="preserve">Глава Подгоренского </w:t>
            </w:r>
          </w:p>
          <w:p w:rsidR="00B3219C" w:rsidRPr="009635C3" w:rsidRDefault="00B3219C" w:rsidP="009635C3">
            <w:pPr>
              <w:ind w:firstLine="0"/>
              <w:jc w:val="left"/>
              <w:rPr>
                <w:rFonts w:cs="Arial"/>
                <w:lang w:val="en-US"/>
              </w:rPr>
            </w:pPr>
            <w:r w:rsidRPr="009635C3">
              <w:rPr>
                <w:rFonts w:cs="Arial"/>
              </w:rPr>
              <w:t>муниципального района</w:t>
            </w:r>
          </w:p>
          <w:p w:rsidR="00B3219C" w:rsidRPr="009635C3" w:rsidRDefault="00B3219C" w:rsidP="009635C3">
            <w:pPr>
              <w:ind w:firstLine="0"/>
              <w:jc w:val="left"/>
              <w:rPr>
                <w:rFonts w:cs="Arial"/>
                <w:lang w:val="en-US"/>
              </w:rPr>
            </w:pPr>
          </w:p>
        </w:tc>
        <w:tc>
          <w:tcPr>
            <w:tcW w:w="4927" w:type="dxa"/>
            <w:shd w:val="clear" w:color="auto" w:fill="auto"/>
          </w:tcPr>
          <w:p w:rsidR="00B3219C" w:rsidRPr="009635C3" w:rsidRDefault="00B3219C" w:rsidP="009635C3">
            <w:pPr>
              <w:ind w:firstLine="0"/>
              <w:jc w:val="right"/>
              <w:rPr>
                <w:rFonts w:cs="Arial"/>
                <w:lang w:val="en-US"/>
              </w:rPr>
            </w:pPr>
            <w:r w:rsidRPr="009635C3">
              <w:rPr>
                <w:rFonts w:cs="Arial"/>
                <w:lang w:val="en-US"/>
              </w:rPr>
              <w:t xml:space="preserve">Р.Н. </w:t>
            </w:r>
            <w:proofErr w:type="spellStart"/>
            <w:r w:rsidRPr="009635C3">
              <w:rPr>
                <w:rFonts w:cs="Arial"/>
                <w:lang w:val="en-US"/>
              </w:rPr>
              <w:t>Береснев</w:t>
            </w:r>
            <w:proofErr w:type="spellEnd"/>
          </w:p>
        </w:tc>
      </w:tr>
      <w:tr w:rsidR="00B3219C" w:rsidRPr="009635C3" w:rsidTr="009635C3">
        <w:tc>
          <w:tcPr>
            <w:tcW w:w="4927" w:type="dxa"/>
            <w:shd w:val="clear" w:color="auto" w:fill="auto"/>
          </w:tcPr>
          <w:p w:rsidR="00B3219C" w:rsidRPr="00440E76" w:rsidRDefault="00B3219C" w:rsidP="009635C3">
            <w:pPr>
              <w:ind w:firstLine="0"/>
              <w:jc w:val="left"/>
              <w:rPr>
                <w:rFonts w:cs="Arial"/>
              </w:rPr>
            </w:pPr>
            <w:r w:rsidRPr="00440E76">
              <w:rPr>
                <w:rFonts w:cs="Arial"/>
              </w:rPr>
              <w:t xml:space="preserve">Председатель Совета </w:t>
            </w:r>
            <w:proofErr w:type="gramStart"/>
            <w:r w:rsidRPr="00440E76">
              <w:rPr>
                <w:rFonts w:cs="Arial"/>
              </w:rPr>
              <w:t>народных</w:t>
            </w:r>
            <w:proofErr w:type="gramEnd"/>
          </w:p>
          <w:p w:rsidR="00B3219C" w:rsidRPr="00440E76" w:rsidRDefault="00B3219C" w:rsidP="009635C3">
            <w:pPr>
              <w:ind w:firstLine="0"/>
              <w:jc w:val="left"/>
              <w:rPr>
                <w:rFonts w:cs="Arial"/>
              </w:rPr>
            </w:pPr>
            <w:r w:rsidRPr="00440E76">
              <w:rPr>
                <w:rFonts w:cs="Arial"/>
              </w:rPr>
              <w:t>депутатов Подгоренского</w:t>
            </w:r>
          </w:p>
          <w:p w:rsidR="00B3219C" w:rsidRPr="00440E76" w:rsidRDefault="00B3219C" w:rsidP="009635C3">
            <w:pPr>
              <w:ind w:firstLine="0"/>
              <w:jc w:val="left"/>
              <w:rPr>
                <w:rFonts w:cs="Arial"/>
              </w:rPr>
            </w:pPr>
            <w:r w:rsidRPr="00440E76">
              <w:rPr>
                <w:rFonts w:cs="Arial"/>
              </w:rPr>
              <w:t>муниципального района</w:t>
            </w:r>
          </w:p>
        </w:tc>
        <w:tc>
          <w:tcPr>
            <w:tcW w:w="4927" w:type="dxa"/>
            <w:shd w:val="clear" w:color="auto" w:fill="auto"/>
          </w:tcPr>
          <w:p w:rsidR="00B3219C" w:rsidRPr="009635C3" w:rsidRDefault="00B3219C" w:rsidP="009635C3">
            <w:pPr>
              <w:ind w:firstLine="0"/>
              <w:jc w:val="right"/>
              <w:rPr>
                <w:rFonts w:cs="Arial"/>
                <w:lang w:val="en-US"/>
              </w:rPr>
            </w:pPr>
            <w:r w:rsidRPr="009635C3">
              <w:rPr>
                <w:rFonts w:cs="Arial"/>
                <w:lang w:val="en-US"/>
              </w:rPr>
              <w:t xml:space="preserve">О.Н. </w:t>
            </w:r>
            <w:proofErr w:type="spellStart"/>
            <w:r w:rsidRPr="009635C3">
              <w:rPr>
                <w:rFonts w:cs="Arial"/>
                <w:lang w:val="en-US"/>
              </w:rPr>
              <w:t>Хиценко</w:t>
            </w:r>
            <w:proofErr w:type="spellEnd"/>
          </w:p>
        </w:tc>
      </w:tr>
    </w:tbl>
    <w:p w:rsidR="00B3219C" w:rsidRPr="00B3219C" w:rsidRDefault="00B3219C" w:rsidP="00DB192E">
      <w:pPr>
        <w:ind w:firstLine="709"/>
        <w:rPr>
          <w:rFonts w:cs="Arial"/>
          <w:lang w:val="en-US"/>
        </w:rPr>
      </w:pPr>
    </w:p>
    <w:p w:rsidR="00D42455" w:rsidRPr="00DB192E" w:rsidRDefault="00D42455" w:rsidP="00DB192E">
      <w:pPr>
        <w:ind w:firstLine="709"/>
        <w:rPr>
          <w:rFonts w:cs="Arial"/>
        </w:rPr>
      </w:pPr>
    </w:p>
    <w:p w:rsidR="00687CE7" w:rsidRPr="00DB192E" w:rsidRDefault="00687CE7" w:rsidP="00DB192E">
      <w:pPr>
        <w:ind w:firstLine="709"/>
        <w:rPr>
          <w:rFonts w:cs="Arial"/>
        </w:rPr>
      </w:pPr>
    </w:p>
    <w:p w:rsidR="00687CE7" w:rsidRPr="00DB192E" w:rsidRDefault="00687CE7" w:rsidP="00DB192E">
      <w:pPr>
        <w:ind w:firstLine="709"/>
        <w:rPr>
          <w:rFonts w:cs="Arial"/>
        </w:rPr>
      </w:pPr>
    </w:p>
    <w:p w:rsidR="00687CE7" w:rsidRPr="00DB192E" w:rsidRDefault="00687CE7" w:rsidP="00DB192E">
      <w:pPr>
        <w:ind w:firstLine="709"/>
        <w:rPr>
          <w:rFonts w:cs="Arial"/>
        </w:rPr>
      </w:pPr>
    </w:p>
    <w:p w:rsidR="00687CE7" w:rsidRPr="00DB192E" w:rsidRDefault="00687CE7" w:rsidP="00DB192E">
      <w:pPr>
        <w:ind w:firstLine="709"/>
        <w:rPr>
          <w:rFonts w:cs="Arial"/>
        </w:rPr>
      </w:pPr>
    </w:p>
    <w:p w:rsidR="00687CE7" w:rsidRPr="00DB192E" w:rsidRDefault="00687CE7" w:rsidP="00DB192E">
      <w:pPr>
        <w:ind w:firstLine="709"/>
        <w:rPr>
          <w:rFonts w:cs="Arial"/>
        </w:rPr>
      </w:pPr>
    </w:p>
    <w:p w:rsidR="00687CE7" w:rsidRPr="00DB192E" w:rsidRDefault="00687CE7" w:rsidP="00DB192E">
      <w:pPr>
        <w:ind w:firstLine="709"/>
        <w:rPr>
          <w:rFonts w:cs="Arial"/>
        </w:rPr>
      </w:pPr>
    </w:p>
    <w:p w:rsidR="00687CE7" w:rsidRPr="00DB192E" w:rsidRDefault="00687CE7" w:rsidP="00DB192E">
      <w:pPr>
        <w:ind w:firstLine="709"/>
        <w:rPr>
          <w:rFonts w:cs="Arial"/>
        </w:rPr>
      </w:pPr>
    </w:p>
    <w:p w:rsidR="00687CE7" w:rsidRPr="00DB192E" w:rsidRDefault="00687CE7" w:rsidP="00DB192E">
      <w:pPr>
        <w:ind w:firstLine="709"/>
        <w:rPr>
          <w:rFonts w:cs="Arial"/>
        </w:rPr>
      </w:pPr>
    </w:p>
    <w:p w:rsidR="00687CE7" w:rsidRPr="00DB192E" w:rsidRDefault="00687CE7" w:rsidP="00DB192E">
      <w:pPr>
        <w:ind w:firstLine="709"/>
        <w:rPr>
          <w:rFonts w:cs="Arial"/>
        </w:rPr>
      </w:pPr>
    </w:p>
    <w:p w:rsidR="00687CE7" w:rsidRPr="00DB192E" w:rsidRDefault="00687CE7" w:rsidP="00DB192E">
      <w:pPr>
        <w:ind w:firstLine="709"/>
        <w:rPr>
          <w:rFonts w:cs="Arial"/>
        </w:rPr>
      </w:pPr>
    </w:p>
    <w:p w:rsidR="00687CE7" w:rsidRPr="00DB192E" w:rsidRDefault="00687CE7" w:rsidP="00DB192E">
      <w:pPr>
        <w:ind w:firstLine="709"/>
        <w:rPr>
          <w:rFonts w:cs="Arial"/>
        </w:rPr>
      </w:pPr>
    </w:p>
    <w:p w:rsidR="00687CE7" w:rsidRPr="00DB192E" w:rsidRDefault="00687CE7" w:rsidP="00DB192E">
      <w:pPr>
        <w:ind w:firstLine="709"/>
        <w:rPr>
          <w:rFonts w:cs="Arial"/>
        </w:rPr>
      </w:pPr>
    </w:p>
    <w:p w:rsidR="00687CE7" w:rsidRPr="00DB192E" w:rsidRDefault="00687CE7" w:rsidP="00DB192E">
      <w:pPr>
        <w:ind w:firstLine="709"/>
        <w:rPr>
          <w:rFonts w:cs="Arial"/>
        </w:rPr>
      </w:pPr>
    </w:p>
    <w:p w:rsidR="00687CE7" w:rsidRPr="00DB192E" w:rsidRDefault="00687CE7" w:rsidP="00DB192E">
      <w:pPr>
        <w:ind w:firstLine="709"/>
        <w:rPr>
          <w:rFonts w:cs="Arial"/>
        </w:rPr>
      </w:pPr>
    </w:p>
    <w:p w:rsidR="00687CE7" w:rsidRPr="00DB192E" w:rsidRDefault="00687CE7" w:rsidP="00DB192E">
      <w:pPr>
        <w:ind w:firstLine="709"/>
        <w:rPr>
          <w:rFonts w:cs="Arial"/>
        </w:rPr>
      </w:pPr>
    </w:p>
    <w:p w:rsidR="00687CE7" w:rsidRPr="00DB192E" w:rsidRDefault="00687CE7" w:rsidP="00DB192E">
      <w:pPr>
        <w:ind w:firstLine="709"/>
        <w:rPr>
          <w:rFonts w:cs="Arial"/>
        </w:rPr>
      </w:pPr>
    </w:p>
    <w:p w:rsidR="00687CE7" w:rsidRPr="00DB192E" w:rsidRDefault="00687CE7" w:rsidP="00DB192E">
      <w:pPr>
        <w:ind w:firstLine="709"/>
        <w:rPr>
          <w:rFonts w:cs="Arial"/>
        </w:rPr>
      </w:pPr>
    </w:p>
    <w:p w:rsidR="00687CE7" w:rsidRPr="00DB192E" w:rsidRDefault="00687CE7" w:rsidP="00DB192E">
      <w:pPr>
        <w:ind w:firstLine="709"/>
        <w:rPr>
          <w:rFonts w:cs="Arial"/>
        </w:rPr>
      </w:pPr>
    </w:p>
    <w:p w:rsidR="00687CE7" w:rsidRPr="00DB192E" w:rsidRDefault="00687CE7" w:rsidP="00DB192E">
      <w:pPr>
        <w:ind w:firstLine="709"/>
        <w:rPr>
          <w:rFonts w:cs="Arial"/>
        </w:rPr>
      </w:pPr>
    </w:p>
    <w:p w:rsidR="00687CE7" w:rsidRPr="00DB192E" w:rsidRDefault="00687CE7" w:rsidP="00DB192E">
      <w:pPr>
        <w:ind w:firstLine="709"/>
        <w:rPr>
          <w:rFonts w:cs="Arial"/>
        </w:rPr>
      </w:pPr>
    </w:p>
    <w:p w:rsidR="00687CE7" w:rsidRPr="00DB192E" w:rsidRDefault="00687CE7" w:rsidP="00DB192E">
      <w:pPr>
        <w:ind w:firstLine="709"/>
        <w:rPr>
          <w:rFonts w:cs="Arial"/>
        </w:rPr>
      </w:pPr>
    </w:p>
    <w:p w:rsidR="00687CE7" w:rsidRPr="00DB192E" w:rsidRDefault="00687CE7" w:rsidP="00DB192E">
      <w:pPr>
        <w:ind w:firstLine="709"/>
        <w:rPr>
          <w:rFonts w:cs="Arial"/>
        </w:rPr>
      </w:pPr>
    </w:p>
    <w:p w:rsidR="00687CE7" w:rsidRPr="00DB192E" w:rsidRDefault="00687CE7" w:rsidP="00DB192E">
      <w:pPr>
        <w:ind w:firstLine="709"/>
        <w:rPr>
          <w:rFonts w:cs="Arial"/>
        </w:rPr>
      </w:pPr>
    </w:p>
    <w:p w:rsidR="002A0B7D" w:rsidRPr="00DB192E" w:rsidRDefault="002A0B7D" w:rsidP="00DB192E">
      <w:pPr>
        <w:ind w:firstLine="709"/>
        <w:rPr>
          <w:rFonts w:cs="Arial"/>
        </w:rPr>
      </w:pPr>
    </w:p>
    <w:p w:rsidR="002A0B7D" w:rsidRPr="00DB192E" w:rsidRDefault="002A0B7D" w:rsidP="00DB192E">
      <w:pPr>
        <w:ind w:firstLine="709"/>
        <w:rPr>
          <w:rFonts w:cs="Arial"/>
        </w:rPr>
      </w:pPr>
    </w:p>
    <w:p w:rsidR="002A0B7D" w:rsidRPr="00DB192E" w:rsidRDefault="002A0B7D" w:rsidP="00DB192E">
      <w:pPr>
        <w:ind w:firstLine="709"/>
        <w:rPr>
          <w:rFonts w:cs="Arial"/>
        </w:rPr>
      </w:pPr>
    </w:p>
    <w:p w:rsidR="002A0B7D" w:rsidRPr="00DB192E" w:rsidRDefault="002A0B7D" w:rsidP="00DB192E">
      <w:pPr>
        <w:ind w:firstLine="709"/>
        <w:rPr>
          <w:rFonts w:cs="Arial"/>
        </w:rPr>
      </w:pPr>
    </w:p>
    <w:p w:rsidR="002A0B7D" w:rsidRPr="00DB192E" w:rsidRDefault="002A0B7D" w:rsidP="00DB192E">
      <w:pPr>
        <w:ind w:firstLine="709"/>
        <w:rPr>
          <w:rFonts w:cs="Arial"/>
        </w:rPr>
      </w:pPr>
    </w:p>
    <w:p w:rsidR="002A0B7D" w:rsidRPr="00DB192E" w:rsidRDefault="002A0B7D" w:rsidP="00DB192E">
      <w:pPr>
        <w:ind w:firstLine="709"/>
        <w:rPr>
          <w:rFonts w:cs="Arial"/>
        </w:rPr>
      </w:pPr>
    </w:p>
    <w:p w:rsidR="002A0B7D" w:rsidRPr="00DB192E" w:rsidRDefault="002A0B7D" w:rsidP="00DB192E">
      <w:pPr>
        <w:ind w:firstLine="709"/>
        <w:rPr>
          <w:rFonts w:cs="Arial"/>
        </w:rPr>
      </w:pPr>
    </w:p>
    <w:p w:rsidR="002A0B7D" w:rsidRPr="00DB192E" w:rsidRDefault="002A0B7D" w:rsidP="00DB192E">
      <w:pPr>
        <w:ind w:firstLine="709"/>
        <w:rPr>
          <w:rFonts w:cs="Arial"/>
        </w:rPr>
      </w:pPr>
    </w:p>
    <w:p w:rsidR="00F43237" w:rsidRPr="00DB192E" w:rsidRDefault="00F43237" w:rsidP="00DB192E">
      <w:pPr>
        <w:ind w:firstLine="709"/>
        <w:rPr>
          <w:rFonts w:cs="Arial"/>
        </w:rPr>
      </w:pPr>
    </w:p>
    <w:p w:rsidR="00F43237" w:rsidRPr="00DB192E" w:rsidRDefault="00F43237" w:rsidP="00DB192E">
      <w:pPr>
        <w:ind w:firstLine="709"/>
        <w:rPr>
          <w:rFonts w:cs="Arial"/>
        </w:rPr>
      </w:pPr>
    </w:p>
    <w:p w:rsidR="00F43237" w:rsidRPr="00DB192E" w:rsidRDefault="00F43237" w:rsidP="00DB192E">
      <w:pPr>
        <w:ind w:firstLine="709"/>
        <w:rPr>
          <w:rFonts w:cs="Arial"/>
        </w:rPr>
      </w:pPr>
    </w:p>
    <w:p w:rsidR="00F43237" w:rsidRPr="00DB192E" w:rsidRDefault="00F43237" w:rsidP="00DB192E">
      <w:pPr>
        <w:ind w:firstLine="709"/>
        <w:rPr>
          <w:rFonts w:cs="Arial"/>
        </w:rPr>
      </w:pPr>
    </w:p>
    <w:p w:rsidR="00F43237" w:rsidRPr="00DB192E" w:rsidRDefault="00F43237" w:rsidP="00DB192E">
      <w:pPr>
        <w:ind w:firstLine="709"/>
        <w:rPr>
          <w:rFonts w:cs="Arial"/>
        </w:rPr>
      </w:pPr>
    </w:p>
    <w:p w:rsidR="00F43237" w:rsidRPr="00DB192E" w:rsidRDefault="00F43237" w:rsidP="00DB192E">
      <w:pPr>
        <w:ind w:firstLine="709"/>
        <w:rPr>
          <w:rFonts w:cs="Arial"/>
        </w:rPr>
      </w:pPr>
    </w:p>
    <w:p w:rsidR="00F43237" w:rsidRPr="00DB192E" w:rsidRDefault="00F43237" w:rsidP="00DB192E">
      <w:pPr>
        <w:ind w:firstLine="709"/>
        <w:rPr>
          <w:rFonts w:cs="Arial"/>
        </w:rPr>
      </w:pPr>
    </w:p>
    <w:p w:rsidR="00F43237" w:rsidRPr="00DB192E" w:rsidRDefault="00F43237" w:rsidP="00DB192E">
      <w:pPr>
        <w:ind w:firstLine="709"/>
        <w:rPr>
          <w:rFonts w:cs="Arial"/>
        </w:rPr>
      </w:pPr>
    </w:p>
    <w:p w:rsidR="00F43237" w:rsidRPr="00DB192E" w:rsidRDefault="00F43237" w:rsidP="00DB192E">
      <w:pPr>
        <w:ind w:firstLine="709"/>
        <w:rPr>
          <w:rFonts w:cs="Arial"/>
        </w:rPr>
      </w:pPr>
    </w:p>
    <w:p w:rsidR="00F43237" w:rsidRPr="00DB192E" w:rsidRDefault="00F43237" w:rsidP="00DB192E">
      <w:pPr>
        <w:ind w:firstLine="709"/>
        <w:rPr>
          <w:rFonts w:cs="Arial"/>
        </w:rPr>
      </w:pPr>
    </w:p>
    <w:p w:rsidR="00F43237" w:rsidRPr="00DB192E" w:rsidRDefault="00F43237" w:rsidP="00DB192E">
      <w:pPr>
        <w:ind w:firstLine="709"/>
        <w:rPr>
          <w:rFonts w:cs="Arial"/>
        </w:rPr>
      </w:pPr>
    </w:p>
    <w:p w:rsidR="00F43237" w:rsidRPr="00DB192E" w:rsidRDefault="00F43237" w:rsidP="00DB192E">
      <w:pPr>
        <w:ind w:firstLine="709"/>
        <w:rPr>
          <w:rFonts w:cs="Arial"/>
        </w:rPr>
      </w:pPr>
    </w:p>
    <w:p w:rsidR="00F43237" w:rsidRPr="00DB192E" w:rsidRDefault="00F43237" w:rsidP="00DB192E">
      <w:pPr>
        <w:ind w:firstLine="709"/>
        <w:rPr>
          <w:rFonts w:cs="Arial"/>
        </w:rPr>
      </w:pPr>
    </w:p>
    <w:p w:rsidR="00F43237" w:rsidRPr="00DB192E" w:rsidRDefault="00F43237" w:rsidP="00DB192E">
      <w:pPr>
        <w:ind w:firstLine="709"/>
        <w:rPr>
          <w:rFonts w:cs="Arial"/>
        </w:rPr>
      </w:pPr>
    </w:p>
    <w:p w:rsidR="00F43237" w:rsidRPr="00DB192E" w:rsidRDefault="00F43237" w:rsidP="00DB192E">
      <w:pPr>
        <w:ind w:firstLine="709"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FF2E93" w:rsidRPr="009635C3" w:rsidTr="009635C3">
        <w:tc>
          <w:tcPr>
            <w:tcW w:w="4927" w:type="dxa"/>
            <w:shd w:val="clear" w:color="auto" w:fill="auto"/>
          </w:tcPr>
          <w:p w:rsidR="00FF2E93" w:rsidRPr="009635C3" w:rsidRDefault="00FF2E93" w:rsidP="009635C3">
            <w:pPr>
              <w:ind w:firstLine="0"/>
              <w:rPr>
                <w:rFonts w:cs="Arial"/>
              </w:rPr>
            </w:pPr>
          </w:p>
        </w:tc>
        <w:tc>
          <w:tcPr>
            <w:tcW w:w="4927" w:type="dxa"/>
            <w:shd w:val="clear" w:color="auto" w:fill="auto"/>
          </w:tcPr>
          <w:p w:rsidR="00FF2E93" w:rsidRPr="009635C3" w:rsidRDefault="00FF2E93" w:rsidP="009635C3">
            <w:pPr>
              <w:ind w:firstLine="0"/>
              <w:jc w:val="right"/>
              <w:rPr>
                <w:rFonts w:cs="Arial"/>
              </w:rPr>
            </w:pPr>
          </w:p>
        </w:tc>
      </w:tr>
      <w:tr w:rsidR="00FF2E93" w:rsidRPr="009635C3" w:rsidTr="009635C3">
        <w:tc>
          <w:tcPr>
            <w:tcW w:w="4927" w:type="dxa"/>
            <w:shd w:val="clear" w:color="auto" w:fill="auto"/>
          </w:tcPr>
          <w:p w:rsidR="00F556C7" w:rsidRPr="009635C3" w:rsidRDefault="00F556C7" w:rsidP="009635C3">
            <w:pPr>
              <w:ind w:firstLine="0"/>
              <w:rPr>
                <w:rFonts w:cs="Arial"/>
                <w:lang w:val="en-US"/>
              </w:rPr>
            </w:pPr>
          </w:p>
        </w:tc>
        <w:tc>
          <w:tcPr>
            <w:tcW w:w="4927" w:type="dxa"/>
            <w:shd w:val="clear" w:color="auto" w:fill="auto"/>
          </w:tcPr>
          <w:p w:rsidR="00FF2E93" w:rsidRPr="009635C3" w:rsidRDefault="00FF2E93" w:rsidP="009635C3">
            <w:pPr>
              <w:ind w:firstLine="0"/>
              <w:jc w:val="right"/>
              <w:rPr>
                <w:rFonts w:cs="Arial"/>
                <w:lang w:val="en-US"/>
              </w:rPr>
            </w:pPr>
          </w:p>
        </w:tc>
      </w:tr>
      <w:tr w:rsidR="00FF2E93" w:rsidRPr="009635C3" w:rsidTr="009635C3">
        <w:tc>
          <w:tcPr>
            <w:tcW w:w="4927" w:type="dxa"/>
            <w:shd w:val="clear" w:color="auto" w:fill="auto"/>
          </w:tcPr>
          <w:p w:rsidR="00FF2E93" w:rsidRPr="009635C3" w:rsidRDefault="00FF2E93" w:rsidP="009635C3">
            <w:pPr>
              <w:ind w:firstLine="0"/>
              <w:rPr>
                <w:rFonts w:cs="Arial"/>
              </w:rPr>
            </w:pPr>
          </w:p>
        </w:tc>
        <w:tc>
          <w:tcPr>
            <w:tcW w:w="4927" w:type="dxa"/>
            <w:shd w:val="clear" w:color="auto" w:fill="auto"/>
          </w:tcPr>
          <w:p w:rsidR="00FF2E93" w:rsidRPr="009635C3" w:rsidRDefault="00FF2E93" w:rsidP="009635C3">
            <w:pPr>
              <w:ind w:firstLine="0"/>
              <w:jc w:val="right"/>
              <w:rPr>
                <w:rFonts w:cs="Arial"/>
              </w:rPr>
            </w:pPr>
          </w:p>
        </w:tc>
      </w:tr>
      <w:tr w:rsidR="00FF2E93" w:rsidRPr="009635C3" w:rsidTr="009635C3">
        <w:tc>
          <w:tcPr>
            <w:tcW w:w="4927" w:type="dxa"/>
            <w:shd w:val="clear" w:color="auto" w:fill="auto"/>
          </w:tcPr>
          <w:p w:rsidR="00FF2E93" w:rsidRPr="009635C3" w:rsidRDefault="00FF2E93" w:rsidP="009635C3">
            <w:pPr>
              <w:ind w:firstLine="0"/>
              <w:rPr>
                <w:rFonts w:cs="Arial"/>
              </w:rPr>
            </w:pPr>
          </w:p>
        </w:tc>
        <w:tc>
          <w:tcPr>
            <w:tcW w:w="4927" w:type="dxa"/>
            <w:shd w:val="clear" w:color="auto" w:fill="auto"/>
          </w:tcPr>
          <w:p w:rsidR="00F556C7" w:rsidRPr="009635C3" w:rsidRDefault="00F556C7" w:rsidP="009635C3">
            <w:pPr>
              <w:ind w:firstLine="0"/>
              <w:jc w:val="right"/>
              <w:rPr>
                <w:rFonts w:cs="Arial"/>
                <w:lang w:val="en-US"/>
              </w:rPr>
            </w:pPr>
          </w:p>
        </w:tc>
      </w:tr>
    </w:tbl>
    <w:p w:rsidR="00F43237" w:rsidRPr="00DB192E" w:rsidRDefault="00F43237" w:rsidP="00DB192E">
      <w:pPr>
        <w:ind w:firstLine="709"/>
        <w:rPr>
          <w:rFonts w:cs="Arial"/>
        </w:rPr>
      </w:pPr>
    </w:p>
    <w:p w:rsidR="00F43237" w:rsidRPr="00DB192E" w:rsidRDefault="00F43237" w:rsidP="00DB192E">
      <w:pPr>
        <w:ind w:firstLine="709"/>
        <w:rPr>
          <w:rFonts w:cs="Arial"/>
        </w:rPr>
      </w:pPr>
    </w:p>
    <w:p w:rsidR="00F43237" w:rsidRPr="00DB192E" w:rsidRDefault="00F43237" w:rsidP="00DB192E">
      <w:pPr>
        <w:ind w:firstLine="709"/>
        <w:rPr>
          <w:rFonts w:cs="Arial"/>
        </w:rPr>
      </w:pPr>
    </w:p>
    <w:p w:rsidR="00F43237" w:rsidRPr="00DB192E" w:rsidRDefault="00F43237" w:rsidP="00DB192E">
      <w:pPr>
        <w:ind w:firstLine="709"/>
        <w:rPr>
          <w:rFonts w:cs="Arial"/>
        </w:rPr>
      </w:pPr>
    </w:p>
    <w:p w:rsidR="00687CE7" w:rsidRPr="00DB192E" w:rsidRDefault="00687CE7" w:rsidP="00DB192E">
      <w:pPr>
        <w:ind w:firstLine="709"/>
        <w:rPr>
          <w:rFonts w:cs="Arial"/>
        </w:rPr>
      </w:pPr>
    </w:p>
    <w:p w:rsidR="00687CE7" w:rsidRPr="00DB192E" w:rsidRDefault="00687CE7" w:rsidP="00DB192E">
      <w:pPr>
        <w:ind w:firstLine="709"/>
        <w:rPr>
          <w:rFonts w:cs="Arial"/>
        </w:rPr>
      </w:pPr>
    </w:p>
    <w:p w:rsidR="003A1E9B" w:rsidRPr="00DB192E" w:rsidRDefault="003A1E9B" w:rsidP="00DB192E">
      <w:pPr>
        <w:ind w:firstLine="709"/>
        <w:rPr>
          <w:rFonts w:cs="Arial"/>
        </w:rPr>
      </w:pPr>
    </w:p>
    <w:p w:rsidR="00687CE7" w:rsidRPr="00DB192E" w:rsidRDefault="00687CE7" w:rsidP="00DB192E">
      <w:pPr>
        <w:ind w:firstLine="709"/>
        <w:rPr>
          <w:rFonts w:cs="Arial"/>
        </w:rPr>
      </w:pPr>
    </w:p>
    <w:p w:rsidR="00687CE7" w:rsidRPr="00DB192E" w:rsidRDefault="00687CE7" w:rsidP="00DB192E">
      <w:pPr>
        <w:ind w:firstLine="709"/>
        <w:rPr>
          <w:rFonts w:cs="Arial"/>
        </w:rPr>
      </w:pPr>
    </w:p>
    <w:p w:rsidR="00687CE7" w:rsidRPr="00DB192E" w:rsidRDefault="00687CE7" w:rsidP="00DB192E">
      <w:pPr>
        <w:ind w:firstLine="709"/>
        <w:rPr>
          <w:rFonts w:cs="Arial"/>
        </w:rPr>
      </w:pPr>
    </w:p>
    <w:p w:rsidR="00687CE7" w:rsidRPr="00DB192E" w:rsidRDefault="00687CE7" w:rsidP="00DB192E">
      <w:pPr>
        <w:ind w:firstLine="709"/>
        <w:rPr>
          <w:rFonts w:cs="Arial"/>
        </w:rPr>
      </w:pPr>
    </w:p>
    <w:p w:rsidR="00687CE7" w:rsidRPr="00DB192E" w:rsidRDefault="00687CE7" w:rsidP="00DB192E">
      <w:pPr>
        <w:ind w:firstLine="709"/>
        <w:rPr>
          <w:rFonts w:cs="Arial"/>
        </w:rPr>
      </w:pPr>
    </w:p>
    <w:sectPr w:rsidR="00687CE7" w:rsidRPr="00DB192E" w:rsidSect="00DB192E">
      <w:pgSz w:w="11906" w:h="16838"/>
      <w:pgMar w:top="2268" w:right="567" w:bottom="567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97D" w:rsidRDefault="005C397D" w:rsidP="00F05BA6">
      <w:r>
        <w:separator/>
      </w:r>
    </w:p>
  </w:endnote>
  <w:endnote w:type="continuationSeparator" w:id="0">
    <w:p w:rsidR="005C397D" w:rsidRDefault="005C397D" w:rsidP="00F05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97D" w:rsidRDefault="005C397D" w:rsidP="00F05BA6">
      <w:r>
        <w:separator/>
      </w:r>
    </w:p>
  </w:footnote>
  <w:footnote w:type="continuationSeparator" w:id="0">
    <w:p w:rsidR="005C397D" w:rsidRDefault="005C397D" w:rsidP="00F05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7131C"/>
    <w:multiLevelType w:val="hybridMultilevel"/>
    <w:tmpl w:val="8626F4AC"/>
    <w:lvl w:ilvl="0" w:tplc="BCE097B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913968"/>
    <w:multiLevelType w:val="hybridMultilevel"/>
    <w:tmpl w:val="084CBAAA"/>
    <w:lvl w:ilvl="0" w:tplc="63621DD6">
      <w:start w:val="1"/>
      <w:numFmt w:val="decimal"/>
      <w:lvlText w:val="%1)"/>
      <w:lvlJc w:val="left"/>
      <w:pPr>
        <w:ind w:left="47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5115"/>
        </w:tabs>
        <w:ind w:left="5115" w:hanging="360"/>
      </w:pPr>
    </w:lvl>
    <w:lvl w:ilvl="2" w:tplc="0419001B">
      <w:start w:val="1"/>
      <w:numFmt w:val="decimal"/>
      <w:lvlText w:val="%3."/>
      <w:lvlJc w:val="left"/>
      <w:pPr>
        <w:tabs>
          <w:tab w:val="num" w:pos="5835"/>
        </w:tabs>
        <w:ind w:left="5835" w:hanging="360"/>
      </w:pPr>
    </w:lvl>
    <w:lvl w:ilvl="3" w:tplc="0419000F">
      <w:start w:val="1"/>
      <w:numFmt w:val="decimal"/>
      <w:lvlText w:val="%4."/>
      <w:lvlJc w:val="left"/>
      <w:pPr>
        <w:tabs>
          <w:tab w:val="num" w:pos="6555"/>
        </w:tabs>
        <w:ind w:left="6555" w:hanging="360"/>
      </w:pPr>
    </w:lvl>
    <w:lvl w:ilvl="4" w:tplc="04190019">
      <w:start w:val="1"/>
      <w:numFmt w:val="decimal"/>
      <w:lvlText w:val="%5."/>
      <w:lvlJc w:val="left"/>
      <w:pPr>
        <w:tabs>
          <w:tab w:val="num" w:pos="7275"/>
        </w:tabs>
        <w:ind w:left="7275" w:hanging="360"/>
      </w:pPr>
    </w:lvl>
    <w:lvl w:ilvl="5" w:tplc="0419001B">
      <w:start w:val="1"/>
      <w:numFmt w:val="decimal"/>
      <w:lvlText w:val="%6."/>
      <w:lvlJc w:val="left"/>
      <w:pPr>
        <w:tabs>
          <w:tab w:val="num" w:pos="7995"/>
        </w:tabs>
        <w:ind w:left="7995" w:hanging="360"/>
      </w:pPr>
    </w:lvl>
    <w:lvl w:ilvl="6" w:tplc="0419000F">
      <w:start w:val="1"/>
      <w:numFmt w:val="decimal"/>
      <w:lvlText w:val="%7."/>
      <w:lvlJc w:val="left"/>
      <w:pPr>
        <w:tabs>
          <w:tab w:val="num" w:pos="8715"/>
        </w:tabs>
        <w:ind w:left="8715" w:hanging="360"/>
      </w:pPr>
    </w:lvl>
    <w:lvl w:ilvl="7" w:tplc="04190019">
      <w:start w:val="1"/>
      <w:numFmt w:val="decimal"/>
      <w:lvlText w:val="%8."/>
      <w:lvlJc w:val="left"/>
      <w:pPr>
        <w:tabs>
          <w:tab w:val="num" w:pos="9435"/>
        </w:tabs>
        <w:ind w:left="9435" w:hanging="360"/>
      </w:pPr>
    </w:lvl>
    <w:lvl w:ilvl="8" w:tplc="0419001B">
      <w:start w:val="1"/>
      <w:numFmt w:val="decimal"/>
      <w:lvlText w:val="%9."/>
      <w:lvlJc w:val="left"/>
      <w:pPr>
        <w:tabs>
          <w:tab w:val="num" w:pos="10155"/>
        </w:tabs>
        <w:ind w:left="10155" w:hanging="360"/>
      </w:pPr>
    </w:lvl>
  </w:abstractNum>
  <w:abstractNum w:abstractNumId="2">
    <w:nsid w:val="23C45A0B"/>
    <w:multiLevelType w:val="hybridMultilevel"/>
    <w:tmpl w:val="5B5E91AE"/>
    <w:lvl w:ilvl="0" w:tplc="25ACA6D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6CBE00BF"/>
    <w:multiLevelType w:val="singleLevel"/>
    <w:tmpl w:val="9E940ECE"/>
    <w:lvl w:ilvl="0">
      <w:numFmt w:val="bullet"/>
      <w:lvlText w:val="-"/>
      <w:lvlJc w:val="left"/>
      <w:pPr>
        <w:tabs>
          <w:tab w:val="num" w:pos="4155"/>
        </w:tabs>
        <w:ind w:left="4155" w:hanging="360"/>
      </w:pPr>
      <w:rPr>
        <w:rFonts w:hint="default"/>
      </w:rPr>
    </w:lvl>
  </w:abstractNum>
  <w:abstractNum w:abstractNumId="5">
    <w:nsid w:val="6E3C4D19"/>
    <w:multiLevelType w:val="singleLevel"/>
    <w:tmpl w:val="FDCE6244"/>
    <w:lvl w:ilvl="0">
      <w:numFmt w:val="bullet"/>
      <w:lvlText w:val="-"/>
      <w:lvlJc w:val="left"/>
      <w:pPr>
        <w:tabs>
          <w:tab w:val="num" w:pos="3810"/>
        </w:tabs>
        <w:ind w:left="3810" w:hanging="360"/>
      </w:pPr>
      <w:rPr>
        <w:rFonts w:hint="default"/>
      </w:rPr>
    </w:lvl>
  </w:abstractNum>
  <w:abstractNum w:abstractNumId="6">
    <w:nsid w:val="6FC9398F"/>
    <w:multiLevelType w:val="hybridMultilevel"/>
    <w:tmpl w:val="A65CA4DC"/>
    <w:lvl w:ilvl="0" w:tplc="E9A60E4A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1633ADA"/>
    <w:multiLevelType w:val="hybridMultilevel"/>
    <w:tmpl w:val="0F7AF92A"/>
    <w:lvl w:ilvl="0" w:tplc="5C023E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5075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D48F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1242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24D4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6C6F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0895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3421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D4D9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EF0E5B"/>
    <w:multiLevelType w:val="hybridMultilevel"/>
    <w:tmpl w:val="502C1E2A"/>
    <w:lvl w:ilvl="0" w:tplc="B6520EE4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8"/>
  </w:num>
  <w:num w:numId="9">
    <w:abstractNumId w:val="6"/>
  </w:num>
  <w:num w:numId="10">
    <w:abstractNumId w:val="0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41D"/>
    <w:rsid w:val="00001BFB"/>
    <w:rsid w:val="000050C9"/>
    <w:rsid w:val="0000648E"/>
    <w:rsid w:val="0000767E"/>
    <w:rsid w:val="000170BB"/>
    <w:rsid w:val="00021962"/>
    <w:rsid w:val="0002214B"/>
    <w:rsid w:val="00026686"/>
    <w:rsid w:val="0003064F"/>
    <w:rsid w:val="00030666"/>
    <w:rsid w:val="000448D6"/>
    <w:rsid w:val="00046C81"/>
    <w:rsid w:val="000470A2"/>
    <w:rsid w:val="00052256"/>
    <w:rsid w:val="000575C4"/>
    <w:rsid w:val="00057AA2"/>
    <w:rsid w:val="00065655"/>
    <w:rsid w:val="00072AC1"/>
    <w:rsid w:val="00076E21"/>
    <w:rsid w:val="0008304E"/>
    <w:rsid w:val="0008608F"/>
    <w:rsid w:val="00090C5A"/>
    <w:rsid w:val="00092738"/>
    <w:rsid w:val="00096179"/>
    <w:rsid w:val="00097603"/>
    <w:rsid w:val="000B0CC9"/>
    <w:rsid w:val="000B14C4"/>
    <w:rsid w:val="000B1DFF"/>
    <w:rsid w:val="000C1777"/>
    <w:rsid w:val="000C275F"/>
    <w:rsid w:val="000C2799"/>
    <w:rsid w:val="000C301D"/>
    <w:rsid w:val="000D05E5"/>
    <w:rsid w:val="000D3D7C"/>
    <w:rsid w:val="000D53DD"/>
    <w:rsid w:val="000E1DC3"/>
    <w:rsid w:val="000E3D42"/>
    <w:rsid w:val="000E639E"/>
    <w:rsid w:val="000F2484"/>
    <w:rsid w:val="000F5A48"/>
    <w:rsid w:val="000F787B"/>
    <w:rsid w:val="00103F2C"/>
    <w:rsid w:val="0010529A"/>
    <w:rsid w:val="00107172"/>
    <w:rsid w:val="0011283E"/>
    <w:rsid w:val="001176A0"/>
    <w:rsid w:val="00123069"/>
    <w:rsid w:val="00124993"/>
    <w:rsid w:val="00125114"/>
    <w:rsid w:val="00126C57"/>
    <w:rsid w:val="001273FB"/>
    <w:rsid w:val="00134D46"/>
    <w:rsid w:val="0013533A"/>
    <w:rsid w:val="00141533"/>
    <w:rsid w:val="001505C7"/>
    <w:rsid w:val="001559CE"/>
    <w:rsid w:val="001570CC"/>
    <w:rsid w:val="00157AF8"/>
    <w:rsid w:val="00163902"/>
    <w:rsid w:val="00171820"/>
    <w:rsid w:val="00172F87"/>
    <w:rsid w:val="00177553"/>
    <w:rsid w:val="00181FE3"/>
    <w:rsid w:val="001831C6"/>
    <w:rsid w:val="00187FE8"/>
    <w:rsid w:val="001933D1"/>
    <w:rsid w:val="00195B86"/>
    <w:rsid w:val="0019726E"/>
    <w:rsid w:val="001A0B59"/>
    <w:rsid w:val="001A1155"/>
    <w:rsid w:val="001A2F09"/>
    <w:rsid w:val="001A47E7"/>
    <w:rsid w:val="001A5A0A"/>
    <w:rsid w:val="001A745A"/>
    <w:rsid w:val="001B0957"/>
    <w:rsid w:val="001B1E0C"/>
    <w:rsid w:val="001D2D5C"/>
    <w:rsid w:val="001E0E45"/>
    <w:rsid w:val="001E23DD"/>
    <w:rsid w:val="001F0F22"/>
    <w:rsid w:val="001F1439"/>
    <w:rsid w:val="001F3011"/>
    <w:rsid w:val="001F3BCD"/>
    <w:rsid w:val="002012F8"/>
    <w:rsid w:val="00211405"/>
    <w:rsid w:val="00212A90"/>
    <w:rsid w:val="00213EEE"/>
    <w:rsid w:val="002317F5"/>
    <w:rsid w:val="00232C57"/>
    <w:rsid w:val="00233BDB"/>
    <w:rsid w:val="0023478D"/>
    <w:rsid w:val="002461BC"/>
    <w:rsid w:val="00250BB1"/>
    <w:rsid w:val="002531DF"/>
    <w:rsid w:val="00254C3E"/>
    <w:rsid w:val="00262BF0"/>
    <w:rsid w:val="00265278"/>
    <w:rsid w:val="00266E95"/>
    <w:rsid w:val="0027266B"/>
    <w:rsid w:val="002738AD"/>
    <w:rsid w:val="00281AAE"/>
    <w:rsid w:val="00287CEF"/>
    <w:rsid w:val="00287D3B"/>
    <w:rsid w:val="00295BFC"/>
    <w:rsid w:val="002A0B7D"/>
    <w:rsid w:val="002A1422"/>
    <w:rsid w:val="002A1BB4"/>
    <w:rsid w:val="002B767A"/>
    <w:rsid w:val="002C0008"/>
    <w:rsid w:val="002C392A"/>
    <w:rsid w:val="002C3DAB"/>
    <w:rsid w:val="002D09C8"/>
    <w:rsid w:val="002D0A25"/>
    <w:rsid w:val="002D5A2B"/>
    <w:rsid w:val="002D6A3D"/>
    <w:rsid w:val="002F1889"/>
    <w:rsid w:val="002F3058"/>
    <w:rsid w:val="0030162C"/>
    <w:rsid w:val="00307357"/>
    <w:rsid w:val="003074F7"/>
    <w:rsid w:val="00316BA0"/>
    <w:rsid w:val="003207D0"/>
    <w:rsid w:val="003507B8"/>
    <w:rsid w:val="003650ED"/>
    <w:rsid w:val="003652C9"/>
    <w:rsid w:val="00366624"/>
    <w:rsid w:val="00367B34"/>
    <w:rsid w:val="00367FE5"/>
    <w:rsid w:val="003710F2"/>
    <w:rsid w:val="00377FEB"/>
    <w:rsid w:val="00391432"/>
    <w:rsid w:val="00395791"/>
    <w:rsid w:val="003A16DC"/>
    <w:rsid w:val="003A1E9B"/>
    <w:rsid w:val="003B58E2"/>
    <w:rsid w:val="003B709F"/>
    <w:rsid w:val="003C7F48"/>
    <w:rsid w:val="003D0DBB"/>
    <w:rsid w:val="003E5E26"/>
    <w:rsid w:val="003F2B47"/>
    <w:rsid w:val="004002DA"/>
    <w:rsid w:val="00400A15"/>
    <w:rsid w:val="00401431"/>
    <w:rsid w:val="004016F8"/>
    <w:rsid w:val="0040348B"/>
    <w:rsid w:val="004038F1"/>
    <w:rsid w:val="004056A8"/>
    <w:rsid w:val="00405F56"/>
    <w:rsid w:val="00407689"/>
    <w:rsid w:val="00413D90"/>
    <w:rsid w:val="0042000A"/>
    <w:rsid w:val="00424F05"/>
    <w:rsid w:val="00430D20"/>
    <w:rsid w:val="00433082"/>
    <w:rsid w:val="00435BC6"/>
    <w:rsid w:val="00436E0D"/>
    <w:rsid w:val="00440E76"/>
    <w:rsid w:val="00453D03"/>
    <w:rsid w:val="004546B7"/>
    <w:rsid w:val="004566FF"/>
    <w:rsid w:val="0045741F"/>
    <w:rsid w:val="00463C72"/>
    <w:rsid w:val="0046715D"/>
    <w:rsid w:val="00477E2B"/>
    <w:rsid w:val="00480FAF"/>
    <w:rsid w:val="00482DFE"/>
    <w:rsid w:val="00485ACB"/>
    <w:rsid w:val="004B65A5"/>
    <w:rsid w:val="004C4220"/>
    <w:rsid w:val="004C5A56"/>
    <w:rsid w:val="004C5B07"/>
    <w:rsid w:val="004C687B"/>
    <w:rsid w:val="004D5A47"/>
    <w:rsid w:val="004E11DF"/>
    <w:rsid w:val="004E1505"/>
    <w:rsid w:val="004F130E"/>
    <w:rsid w:val="004F6CE5"/>
    <w:rsid w:val="004F79D8"/>
    <w:rsid w:val="004F79FC"/>
    <w:rsid w:val="00501ECF"/>
    <w:rsid w:val="00501EE8"/>
    <w:rsid w:val="005072DC"/>
    <w:rsid w:val="00523A40"/>
    <w:rsid w:val="00531380"/>
    <w:rsid w:val="005330C5"/>
    <w:rsid w:val="0053632B"/>
    <w:rsid w:val="00536532"/>
    <w:rsid w:val="0054041D"/>
    <w:rsid w:val="00541B99"/>
    <w:rsid w:val="005424E9"/>
    <w:rsid w:val="00545D92"/>
    <w:rsid w:val="005528E3"/>
    <w:rsid w:val="005530A9"/>
    <w:rsid w:val="0055618A"/>
    <w:rsid w:val="005605E2"/>
    <w:rsid w:val="00566B33"/>
    <w:rsid w:val="0056787F"/>
    <w:rsid w:val="005758F0"/>
    <w:rsid w:val="00583489"/>
    <w:rsid w:val="00584EE2"/>
    <w:rsid w:val="00590CFA"/>
    <w:rsid w:val="0059275F"/>
    <w:rsid w:val="0059404C"/>
    <w:rsid w:val="0059496B"/>
    <w:rsid w:val="005A6D5B"/>
    <w:rsid w:val="005B57FA"/>
    <w:rsid w:val="005C0642"/>
    <w:rsid w:val="005C397D"/>
    <w:rsid w:val="005C6AF5"/>
    <w:rsid w:val="005D06B3"/>
    <w:rsid w:val="005E2EBB"/>
    <w:rsid w:val="005E6CC5"/>
    <w:rsid w:val="005F2293"/>
    <w:rsid w:val="005F3C48"/>
    <w:rsid w:val="006000B8"/>
    <w:rsid w:val="00606034"/>
    <w:rsid w:val="006118AF"/>
    <w:rsid w:val="00612B1A"/>
    <w:rsid w:val="00613D1B"/>
    <w:rsid w:val="00641A33"/>
    <w:rsid w:val="00650354"/>
    <w:rsid w:val="006508A3"/>
    <w:rsid w:val="00652155"/>
    <w:rsid w:val="006578EA"/>
    <w:rsid w:val="00660338"/>
    <w:rsid w:val="00661ADF"/>
    <w:rsid w:val="0066687A"/>
    <w:rsid w:val="006717F4"/>
    <w:rsid w:val="00687CE7"/>
    <w:rsid w:val="00696B84"/>
    <w:rsid w:val="006A5DA4"/>
    <w:rsid w:val="006B15F0"/>
    <w:rsid w:val="006C6066"/>
    <w:rsid w:val="006D0967"/>
    <w:rsid w:val="006D45DF"/>
    <w:rsid w:val="006D499C"/>
    <w:rsid w:val="006D4DA8"/>
    <w:rsid w:val="006D6A58"/>
    <w:rsid w:val="006E4B14"/>
    <w:rsid w:val="006F3B60"/>
    <w:rsid w:val="006F6419"/>
    <w:rsid w:val="006F67D2"/>
    <w:rsid w:val="007023C1"/>
    <w:rsid w:val="00710413"/>
    <w:rsid w:val="00711A39"/>
    <w:rsid w:val="0072601D"/>
    <w:rsid w:val="00736E1E"/>
    <w:rsid w:val="00743017"/>
    <w:rsid w:val="0075370E"/>
    <w:rsid w:val="0075452E"/>
    <w:rsid w:val="00755751"/>
    <w:rsid w:val="00756D6B"/>
    <w:rsid w:val="007620C1"/>
    <w:rsid w:val="00771BE2"/>
    <w:rsid w:val="007737AD"/>
    <w:rsid w:val="0077737A"/>
    <w:rsid w:val="00782047"/>
    <w:rsid w:val="007B4015"/>
    <w:rsid w:val="007C0860"/>
    <w:rsid w:val="007C2AB6"/>
    <w:rsid w:val="007C39F3"/>
    <w:rsid w:val="007D2DBF"/>
    <w:rsid w:val="007D44E1"/>
    <w:rsid w:val="007F260A"/>
    <w:rsid w:val="00816773"/>
    <w:rsid w:val="00826173"/>
    <w:rsid w:val="0083394F"/>
    <w:rsid w:val="008343A2"/>
    <w:rsid w:val="00850E3A"/>
    <w:rsid w:val="00857C90"/>
    <w:rsid w:val="00863445"/>
    <w:rsid w:val="00865113"/>
    <w:rsid w:val="008666C1"/>
    <w:rsid w:val="00870292"/>
    <w:rsid w:val="00871354"/>
    <w:rsid w:val="00875581"/>
    <w:rsid w:val="0087629D"/>
    <w:rsid w:val="0087697D"/>
    <w:rsid w:val="0088257E"/>
    <w:rsid w:val="008826E9"/>
    <w:rsid w:val="00883967"/>
    <w:rsid w:val="0089751F"/>
    <w:rsid w:val="008B3CE4"/>
    <w:rsid w:val="008B5390"/>
    <w:rsid w:val="008C3CC4"/>
    <w:rsid w:val="008C4AA4"/>
    <w:rsid w:val="008D7FAA"/>
    <w:rsid w:val="008E04B2"/>
    <w:rsid w:val="008E4044"/>
    <w:rsid w:val="008E4EAF"/>
    <w:rsid w:val="009022A4"/>
    <w:rsid w:val="0090535D"/>
    <w:rsid w:val="00913886"/>
    <w:rsid w:val="00914B99"/>
    <w:rsid w:val="009236CF"/>
    <w:rsid w:val="009239EF"/>
    <w:rsid w:val="009304F9"/>
    <w:rsid w:val="00936B3B"/>
    <w:rsid w:val="00940C80"/>
    <w:rsid w:val="00952C53"/>
    <w:rsid w:val="009635C3"/>
    <w:rsid w:val="0096771D"/>
    <w:rsid w:val="00971DEB"/>
    <w:rsid w:val="0097395D"/>
    <w:rsid w:val="0097758E"/>
    <w:rsid w:val="00982739"/>
    <w:rsid w:val="0099318C"/>
    <w:rsid w:val="00993B5E"/>
    <w:rsid w:val="00995B52"/>
    <w:rsid w:val="009A0B9F"/>
    <w:rsid w:val="009A654C"/>
    <w:rsid w:val="009B13D5"/>
    <w:rsid w:val="009B7D66"/>
    <w:rsid w:val="009C0170"/>
    <w:rsid w:val="009C1970"/>
    <w:rsid w:val="009C3ED1"/>
    <w:rsid w:val="009E48A9"/>
    <w:rsid w:val="009E6254"/>
    <w:rsid w:val="009F24C6"/>
    <w:rsid w:val="009F7EBB"/>
    <w:rsid w:val="00A00A17"/>
    <w:rsid w:val="00A11197"/>
    <w:rsid w:val="00A17BB9"/>
    <w:rsid w:val="00A21978"/>
    <w:rsid w:val="00A31158"/>
    <w:rsid w:val="00A319C9"/>
    <w:rsid w:val="00A365EA"/>
    <w:rsid w:val="00A40E7E"/>
    <w:rsid w:val="00A42B45"/>
    <w:rsid w:val="00A43B54"/>
    <w:rsid w:val="00A45982"/>
    <w:rsid w:val="00A45A80"/>
    <w:rsid w:val="00A464D0"/>
    <w:rsid w:val="00A46BC7"/>
    <w:rsid w:val="00A749B9"/>
    <w:rsid w:val="00A81710"/>
    <w:rsid w:val="00A83812"/>
    <w:rsid w:val="00A85B63"/>
    <w:rsid w:val="00A85E43"/>
    <w:rsid w:val="00A864B5"/>
    <w:rsid w:val="00AA2594"/>
    <w:rsid w:val="00AB27E9"/>
    <w:rsid w:val="00AB5750"/>
    <w:rsid w:val="00AC0DB8"/>
    <w:rsid w:val="00AE1E32"/>
    <w:rsid w:val="00AE20EC"/>
    <w:rsid w:val="00AE216D"/>
    <w:rsid w:val="00AE4A1D"/>
    <w:rsid w:val="00AE4C24"/>
    <w:rsid w:val="00AE640A"/>
    <w:rsid w:val="00B03524"/>
    <w:rsid w:val="00B11027"/>
    <w:rsid w:val="00B11094"/>
    <w:rsid w:val="00B1242D"/>
    <w:rsid w:val="00B1446D"/>
    <w:rsid w:val="00B1790A"/>
    <w:rsid w:val="00B20030"/>
    <w:rsid w:val="00B21834"/>
    <w:rsid w:val="00B30357"/>
    <w:rsid w:val="00B3219C"/>
    <w:rsid w:val="00B325FE"/>
    <w:rsid w:val="00B62B40"/>
    <w:rsid w:val="00B63687"/>
    <w:rsid w:val="00B63A53"/>
    <w:rsid w:val="00B66206"/>
    <w:rsid w:val="00B7169F"/>
    <w:rsid w:val="00B72212"/>
    <w:rsid w:val="00B77803"/>
    <w:rsid w:val="00B83F75"/>
    <w:rsid w:val="00B9286F"/>
    <w:rsid w:val="00B93ED1"/>
    <w:rsid w:val="00BA0E21"/>
    <w:rsid w:val="00BA617B"/>
    <w:rsid w:val="00BB23EE"/>
    <w:rsid w:val="00BB3A58"/>
    <w:rsid w:val="00BB5435"/>
    <w:rsid w:val="00BC46C0"/>
    <w:rsid w:val="00BC76B8"/>
    <w:rsid w:val="00BD465D"/>
    <w:rsid w:val="00BE438B"/>
    <w:rsid w:val="00BE7799"/>
    <w:rsid w:val="00BF2D54"/>
    <w:rsid w:val="00BF2EC6"/>
    <w:rsid w:val="00C040AE"/>
    <w:rsid w:val="00C05764"/>
    <w:rsid w:val="00C057F3"/>
    <w:rsid w:val="00C06763"/>
    <w:rsid w:val="00C107DF"/>
    <w:rsid w:val="00C14FE0"/>
    <w:rsid w:val="00C428AB"/>
    <w:rsid w:val="00C45849"/>
    <w:rsid w:val="00C46076"/>
    <w:rsid w:val="00C475F1"/>
    <w:rsid w:val="00C5288C"/>
    <w:rsid w:val="00C56BA8"/>
    <w:rsid w:val="00C743B1"/>
    <w:rsid w:val="00C933B2"/>
    <w:rsid w:val="00C947D8"/>
    <w:rsid w:val="00C97F92"/>
    <w:rsid w:val="00CA687E"/>
    <w:rsid w:val="00CB39F9"/>
    <w:rsid w:val="00CB3EE3"/>
    <w:rsid w:val="00CB6C70"/>
    <w:rsid w:val="00CB760A"/>
    <w:rsid w:val="00CC4553"/>
    <w:rsid w:val="00CD7131"/>
    <w:rsid w:val="00CE3130"/>
    <w:rsid w:val="00D15C77"/>
    <w:rsid w:val="00D1798C"/>
    <w:rsid w:val="00D229D8"/>
    <w:rsid w:val="00D26B7C"/>
    <w:rsid w:val="00D36E8B"/>
    <w:rsid w:val="00D42455"/>
    <w:rsid w:val="00D477A3"/>
    <w:rsid w:val="00D50E94"/>
    <w:rsid w:val="00D53913"/>
    <w:rsid w:val="00D559C1"/>
    <w:rsid w:val="00D57BD9"/>
    <w:rsid w:val="00D60B8A"/>
    <w:rsid w:val="00D61BAE"/>
    <w:rsid w:val="00D65B1E"/>
    <w:rsid w:val="00D70C70"/>
    <w:rsid w:val="00D72C32"/>
    <w:rsid w:val="00D82D71"/>
    <w:rsid w:val="00D86A4F"/>
    <w:rsid w:val="00D87630"/>
    <w:rsid w:val="00D933A6"/>
    <w:rsid w:val="00DA014C"/>
    <w:rsid w:val="00DB192E"/>
    <w:rsid w:val="00DB50D7"/>
    <w:rsid w:val="00DC17F4"/>
    <w:rsid w:val="00DC1AA6"/>
    <w:rsid w:val="00DC2F16"/>
    <w:rsid w:val="00DC527F"/>
    <w:rsid w:val="00DC58EF"/>
    <w:rsid w:val="00DD08B5"/>
    <w:rsid w:val="00DD488A"/>
    <w:rsid w:val="00DE51A7"/>
    <w:rsid w:val="00DF3A9A"/>
    <w:rsid w:val="00DF6980"/>
    <w:rsid w:val="00E02B64"/>
    <w:rsid w:val="00E04B00"/>
    <w:rsid w:val="00E06620"/>
    <w:rsid w:val="00E07501"/>
    <w:rsid w:val="00E07C48"/>
    <w:rsid w:val="00E13139"/>
    <w:rsid w:val="00E2178F"/>
    <w:rsid w:val="00E23C72"/>
    <w:rsid w:val="00E25FFC"/>
    <w:rsid w:val="00E31F00"/>
    <w:rsid w:val="00E36AE1"/>
    <w:rsid w:val="00E37AF1"/>
    <w:rsid w:val="00E40CEF"/>
    <w:rsid w:val="00E42F16"/>
    <w:rsid w:val="00E45AE2"/>
    <w:rsid w:val="00E45C1B"/>
    <w:rsid w:val="00E57C4E"/>
    <w:rsid w:val="00E6198D"/>
    <w:rsid w:val="00E7499B"/>
    <w:rsid w:val="00E77E92"/>
    <w:rsid w:val="00E83225"/>
    <w:rsid w:val="00E86C03"/>
    <w:rsid w:val="00E901BE"/>
    <w:rsid w:val="00EA37AB"/>
    <w:rsid w:val="00EC5813"/>
    <w:rsid w:val="00EC5BB4"/>
    <w:rsid w:val="00ED0EF1"/>
    <w:rsid w:val="00ED3DB6"/>
    <w:rsid w:val="00ED7670"/>
    <w:rsid w:val="00ED7B57"/>
    <w:rsid w:val="00EE3396"/>
    <w:rsid w:val="00EE5D98"/>
    <w:rsid w:val="00EE66C8"/>
    <w:rsid w:val="00EF0038"/>
    <w:rsid w:val="00EF6CC1"/>
    <w:rsid w:val="00F04E9B"/>
    <w:rsid w:val="00F05BA6"/>
    <w:rsid w:val="00F16C62"/>
    <w:rsid w:val="00F2042A"/>
    <w:rsid w:val="00F229B2"/>
    <w:rsid w:val="00F2355F"/>
    <w:rsid w:val="00F40F13"/>
    <w:rsid w:val="00F425C2"/>
    <w:rsid w:val="00F43237"/>
    <w:rsid w:val="00F46A56"/>
    <w:rsid w:val="00F47B53"/>
    <w:rsid w:val="00F5058C"/>
    <w:rsid w:val="00F537D8"/>
    <w:rsid w:val="00F553E7"/>
    <w:rsid w:val="00F556C7"/>
    <w:rsid w:val="00F564FF"/>
    <w:rsid w:val="00F56A97"/>
    <w:rsid w:val="00F5770C"/>
    <w:rsid w:val="00F629FE"/>
    <w:rsid w:val="00F840D7"/>
    <w:rsid w:val="00F90D76"/>
    <w:rsid w:val="00F92E9D"/>
    <w:rsid w:val="00F97D44"/>
    <w:rsid w:val="00FA6F2D"/>
    <w:rsid w:val="00FA7BB1"/>
    <w:rsid w:val="00FB4C6F"/>
    <w:rsid w:val="00FC2F30"/>
    <w:rsid w:val="00FC621F"/>
    <w:rsid w:val="00FD0C2F"/>
    <w:rsid w:val="00FD5AD5"/>
    <w:rsid w:val="00FE45C2"/>
    <w:rsid w:val="00FF0353"/>
    <w:rsid w:val="00FF2E93"/>
    <w:rsid w:val="00FF4CED"/>
    <w:rsid w:val="00FF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C086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C086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C086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7C086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C086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E6CC5"/>
    <w:rPr>
      <w:sz w:val="28"/>
    </w:rPr>
  </w:style>
  <w:style w:type="paragraph" w:styleId="a5">
    <w:name w:val="Balloon Text"/>
    <w:basedOn w:val="a"/>
    <w:semiHidden/>
    <w:rsid w:val="005E6CC5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40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Обычный.Название подразделения"/>
    <w:rsid w:val="00395791"/>
    <w:rPr>
      <w:rFonts w:ascii="SchoolBook" w:hAnsi="SchoolBook"/>
      <w:sz w:val="28"/>
    </w:rPr>
  </w:style>
  <w:style w:type="character" w:customStyle="1" w:styleId="11">
    <w:name w:val="Знак примечания1"/>
    <w:rsid w:val="00545D92"/>
    <w:rPr>
      <w:sz w:val="16"/>
      <w:szCs w:val="16"/>
    </w:rPr>
  </w:style>
  <w:style w:type="paragraph" w:styleId="21">
    <w:name w:val="Body Text 2"/>
    <w:basedOn w:val="a"/>
    <w:link w:val="22"/>
    <w:rsid w:val="0027266B"/>
    <w:pPr>
      <w:spacing w:after="120" w:line="480" w:lineRule="auto"/>
    </w:pPr>
  </w:style>
  <w:style w:type="character" w:customStyle="1" w:styleId="22">
    <w:name w:val="Основной текст 2 Знак"/>
    <w:link w:val="21"/>
    <w:rsid w:val="0027266B"/>
    <w:rPr>
      <w:sz w:val="24"/>
      <w:szCs w:val="24"/>
    </w:rPr>
  </w:style>
  <w:style w:type="paragraph" w:styleId="a8">
    <w:name w:val="caption"/>
    <w:basedOn w:val="a"/>
    <w:next w:val="a"/>
    <w:qFormat/>
    <w:rsid w:val="0027266B"/>
    <w:pPr>
      <w:jc w:val="center"/>
    </w:pPr>
    <w:rPr>
      <w:b/>
      <w:sz w:val="28"/>
      <w:szCs w:val="20"/>
    </w:rPr>
  </w:style>
  <w:style w:type="paragraph" w:customStyle="1" w:styleId="b">
    <w:name w:val="Обычнbй"/>
    <w:uiPriority w:val="99"/>
    <w:rsid w:val="00B1446D"/>
    <w:pPr>
      <w:widowControl w:val="0"/>
      <w:snapToGrid w:val="0"/>
    </w:pPr>
    <w:rPr>
      <w:sz w:val="28"/>
      <w:szCs w:val="28"/>
      <w:lang w:val="en-US"/>
    </w:rPr>
  </w:style>
  <w:style w:type="character" w:styleId="a9">
    <w:name w:val="Hyperlink"/>
    <w:basedOn w:val="a0"/>
    <w:rsid w:val="007C0860"/>
    <w:rPr>
      <w:color w:val="0000FF"/>
      <w:u w:val="none"/>
    </w:rPr>
  </w:style>
  <w:style w:type="paragraph" w:styleId="aa">
    <w:name w:val="header"/>
    <w:basedOn w:val="a"/>
    <w:link w:val="ab"/>
    <w:rsid w:val="00F05BA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F05BA6"/>
    <w:rPr>
      <w:sz w:val="24"/>
      <w:szCs w:val="24"/>
    </w:rPr>
  </w:style>
  <w:style w:type="paragraph" w:styleId="ac">
    <w:name w:val="footer"/>
    <w:basedOn w:val="a"/>
    <w:link w:val="ad"/>
    <w:uiPriority w:val="99"/>
    <w:rsid w:val="00F05B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F05BA6"/>
    <w:rPr>
      <w:sz w:val="24"/>
      <w:szCs w:val="24"/>
    </w:rPr>
  </w:style>
  <w:style w:type="paragraph" w:styleId="30">
    <w:name w:val="Body Text 3"/>
    <w:basedOn w:val="a"/>
    <w:link w:val="31"/>
    <w:rsid w:val="00F05BA6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F05BA6"/>
    <w:rPr>
      <w:sz w:val="16"/>
      <w:szCs w:val="16"/>
    </w:rPr>
  </w:style>
  <w:style w:type="paragraph" w:customStyle="1" w:styleId="ConsNormal">
    <w:name w:val="ConsNormal"/>
    <w:rsid w:val="0053632B"/>
    <w:pPr>
      <w:widowControl w:val="0"/>
      <w:ind w:firstLine="720"/>
    </w:pPr>
    <w:rPr>
      <w:rFonts w:ascii="Arial" w:hAnsi="Arial"/>
      <w:snapToGrid w:val="0"/>
      <w:sz w:val="16"/>
    </w:rPr>
  </w:style>
  <w:style w:type="paragraph" w:customStyle="1" w:styleId="ConsNonformat">
    <w:name w:val="ConsNonformat"/>
    <w:rsid w:val="0053632B"/>
    <w:pPr>
      <w:widowControl w:val="0"/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3F2B4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6503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F56A97"/>
    <w:rPr>
      <w:rFonts w:ascii="Arial" w:hAnsi="Arial" w:cs="Arial"/>
      <w:b/>
      <w:bCs/>
      <w:iCs/>
      <w:sz w:val="30"/>
      <w:szCs w:val="28"/>
    </w:rPr>
  </w:style>
  <w:style w:type="character" w:customStyle="1" w:styleId="a4">
    <w:name w:val="Основной текст Знак"/>
    <w:link w:val="a3"/>
    <w:rsid w:val="0008304E"/>
    <w:rPr>
      <w:sz w:val="28"/>
      <w:szCs w:val="24"/>
    </w:rPr>
  </w:style>
  <w:style w:type="character" w:customStyle="1" w:styleId="apple-converted-space">
    <w:name w:val="apple-converted-space"/>
    <w:basedOn w:val="a0"/>
    <w:rsid w:val="00A11197"/>
  </w:style>
  <w:style w:type="paragraph" w:styleId="ae">
    <w:name w:val="Normal (Web)"/>
    <w:basedOn w:val="a"/>
    <w:rsid w:val="00875581"/>
    <w:pPr>
      <w:spacing w:before="100" w:after="180"/>
    </w:pPr>
  </w:style>
  <w:style w:type="paragraph" w:customStyle="1" w:styleId="Heading">
    <w:name w:val="Heading"/>
    <w:rsid w:val="00687C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">
    <w:name w:val="Знак Знак Знак Знак Знак Знак Знак Знак Знак Знак"/>
    <w:basedOn w:val="a"/>
    <w:rsid w:val="00FD5AD5"/>
    <w:pPr>
      <w:spacing w:after="160" w:line="240" w:lineRule="exact"/>
    </w:pPr>
    <w:rPr>
      <w:rFonts w:ascii="Verdana" w:hAnsi="Verdana"/>
      <w:lang w:val="en-US" w:eastAsia="en-US"/>
    </w:rPr>
  </w:style>
  <w:style w:type="paragraph" w:styleId="af0">
    <w:name w:val="List Paragraph"/>
    <w:basedOn w:val="a"/>
    <w:uiPriority w:val="34"/>
    <w:qFormat/>
    <w:rsid w:val="007023C1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E45C1B"/>
    <w:rPr>
      <w:rFonts w:ascii="Arial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aliases w:val="!Параграфы/Статьи документа Знак"/>
    <w:link w:val="4"/>
    <w:rsid w:val="00E45C1B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7C0860"/>
    <w:rPr>
      <w:rFonts w:ascii="Arial" w:hAnsi="Arial"/>
      <w:b w:val="0"/>
      <w:i w:val="0"/>
      <w:iCs/>
      <w:color w:val="0000FF"/>
      <w:sz w:val="24"/>
      <w:u w:val="none"/>
    </w:rPr>
  </w:style>
  <w:style w:type="paragraph" w:styleId="af1">
    <w:name w:val="annotation text"/>
    <w:aliases w:val="!Равноширинный текст документа"/>
    <w:basedOn w:val="a"/>
    <w:link w:val="af2"/>
    <w:rsid w:val="007C0860"/>
    <w:rPr>
      <w:rFonts w:ascii="Courier" w:hAnsi="Courier"/>
      <w:sz w:val="22"/>
      <w:szCs w:val="20"/>
    </w:rPr>
  </w:style>
  <w:style w:type="character" w:customStyle="1" w:styleId="af2">
    <w:name w:val="Текст примечания Знак"/>
    <w:aliases w:val="!Равноширинный текст документа Знак"/>
    <w:link w:val="af1"/>
    <w:rsid w:val="00E45C1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7C086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7C086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C086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C086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C086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C086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C086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C086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C086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7C086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C086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E6CC5"/>
    <w:rPr>
      <w:sz w:val="28"/>
    </w:rPr>
  </w:style>
  <w:style w:type="paragraph" w:styleId="a5">
    <w:name w:val="Balloon Text"/>
    <w:basedOn w:val="a"/>
    <w:semiHidden/>
    <w:rsid w:val="005E6CC5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40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Обычный.Название подразделения"/>
    <w:rsid w:val="00395791"/>
    <w:rPr>
      <w:rFonts w:ascii="SchoolBook" w:hAnsi="SchoolBook"/>
      <w:sz w:val="28"/>
    </w:rPr>
  </w:style>
  <w:style w:type="character" w:customStyle="1" w:styleId="11">
    <w:name w:val="Знак примечания1"/>
    <w:rsid w:val="00545D92"/>
    <w:rPr>
      <w:sz w:val="16"/>
      <w:szCs w:val="16"/>
    </w:rPr>
  </w:style>
  <w:style w:type="paragraph" w:styleId="21">
    <w:name w:val="Body Text 2"/>
    <w:basedOn w:val="a"/>
    <w:link w:val="22"/>
    <w:rsid w:val="0027266B"/>
    <w:pPr>
      <w:spacing w:after="120" w:line="480" w:lineRule="auto"/>
    </w:pPr>
  </w:style>
  <w:style w:type="character" w:customStyle="1" w:styleId="22">
    <w:name w:val="Основной текст 2 Знак"/>
    <w:link w:val="21"/>
    <w:rsid w:val="0027266B"/>
    <w:rPr>
      <w:sz w:val="24"/>
      <w:szCs w:val="24"/>
    </w:rPr>
  </w:style>
  <w:style w:type="paragraph" w:styleId="a8">
    <w:name w:val="caption"/>
    <w:basedOn w:val="a"/>
    <w:next w:val="a"/>
    <w:qFormat/>
    <w:rsid w:val="0027266B"/>
    <w:pPr>
      <w:jc w:val="center"/>
    </w:pPr>
    <w:rPr>
      <w:b/>
      <w:sz w:val="28"/>
      <w:szCs w:val="20"/>
    </w:rPr>
  </w:style>
  <w:style w:type="paragraph" w:customStyle="1" w:styleId="b">
    <w:name w:val="Обычнbй"/>
    <w:uiPriority w:val="99"/>
    <w:rsid w:val="00B1446D"/>
    <w:pPr>
      <w:widowControl w:val="0"/>
      <w:snapToGrid w:val="0"/>
    </w:pPr>
    <w:rPr>
      <w:sz w:val="28"/>
      <w:szCs w:val="28"/>
      <w:lang w:val="en-US"/>
    </w:rPr>
  </w:style>
  <w:style w:type="character" w:styleId="a9">
    <w:name w:val="Hyperlink"/>
    <w:basedOn w:val="a0"/>
    <w:rsid w:val="007C0860"/>
    <w:rPr>
      <w:color w:val="0000FF"/>
      <w:u w:val="none"/>
    </w:rPr>
  </w:style>
  <w:style w:type="paragraph" w:styleId="aa">
    <w:name w:val="header"/>
    <w:basedOn w:val="a"/>
    <w:link w:val="ab"/>
    <w:rsid w:val="00F05BA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F05BA6"/>
    <w:rPr>
      <w:sz w:val="24"/>
      <w:szCs w:val="24"/>
    </w:rPr>
  </w:style>
  <w:style w:type="paragraph" w:styleId="ac">
    <w:name w:val="footer"/>
    <w:basedOn w:val="a"/>
    <w:link w:val="ad"/>
    <w:uiPriority w:val="99"/>
    <w:rsid w:val="00F05B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F05BA6"/>
    <w:rPr>
      <w:sz w:val="24"/>
      <w:szCs w:val="24"/>
    </w:rPr>
  </w:style>
  <w:style w:type="paragraph" w:styleId="30">
    <w:name w:val="Body Text 3"/>
    <w:basedOn w:val="a"/>
    <w:link w:val="31"/>
    <w:rsid w:val="00F05BA6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F05BA6"/>
    <w:rPr>
      <w:sz w:val="16"/>
      <w:szCs w:val="16"/>
    </w:rPr>
  </w:style>
  <w:style w:type="paragraph" w:customStyle="1" w:styleId="ConsNormal">
    <w:name w:val="ConsNormal"/>
    <w:rsid w:val="0053632B"/>
    <w:pPr>
      <w:widowControl w:val="0"/>
      <w:ind w:firstLine="720"/>
    </w:pPr>
    <w:rPr>
      <w:rFonts w:ascii="Arial" w:hAnsi="Arial"/>
      <w:snapToGrid w:val="0"/>
      <w:sz w:val="16"/>
    </w:rPr>
  </w:style>
  <w:style w:type="paragraph" w:customStyle="1" w:styleId="ConsNonformat">
    <w:name w:val="ConsNonformat"/>
    <w:rsid w:val="0053632B"/>
    <w:pPr>
      <w:widowControl w:val="0"/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3F2B4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6503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F56A97"/>
    <w:rPr>
      <w:rFonts w:ascii="Arial" w:hAnsi="Arial" w:cs="Arial"/>
      <w:b/>
      <w:bCs/>
      <w:iCs/>
      <w:sz w:val="30"/>
      <w:szCs w:val="28"/>
    </w:rPr>
  </w:style>
  <w:style w:type="character" w:customStyle="1" w:styleId="a4">
    <w:name w:val="Основной текст Знак"/>
    <w:link w:val="a3"/>
    <w:rsid w:val="0008304E"/>
    <w:rPr>
      <w:sz w:val="28"/>
      <w:szCs w:val="24"/>
    </w:rPr>
  </w:style>
  <w:style w:type="character" w:customStyle="1" w:styleId="apple-converted-space">
    <w:name w:val="apple-converted-space"/>
    <w:basedOn w:val="a0"/>
    <w:rsid w:val="00A11197"/>
  </w:style>
  <w:style w:type="paragraph" w:styleId="ae">
    <w:name w:val="Normal (Web)"/>
    <w:basedOn w:val="a"/>
    <w:rsid w:val="00875581"/>
    <w:pPr>
      <w:spacing w:before="100" w:after="180"/>
    </w:pPr>
  </w:style>
  <w:style w:type="paragraph" w:customStyle="1" w:styleId="Heading">
    <w:name w:val="Heading"/>
    <w:rsid w:val="00687C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">
    <w:name w:val="Знак Знак Знак Знак Знак Знак Знак Знак Знак Знак"/>
    <w:basedOn w:val="a"/>
    <w:rsid w:val="00FD5AD5"/>
    <w:pPr>
      <w:spacing w:after="160" w:line="240" w:lineRule="exact"/>
    </w:pPr>
    <w:rPr>
      <w:rFonts w:ascii="Verdana" w:hAnsi="Verdana"/>
      <w:lang w:val="en-US" w:eastAsia="en-US"/>
    </w:rPr>
  </w:style>
  <w:style w:type="paragraph" w:styleId="af0">
    <w:name w:val="List Paragraph"/>
    <w:basedOn w:val="a"/>
    <w:uiPriority w:val="34"/>
    <w:qFormat/>
    <w:rsid w:val="007023C1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E45C1B"/>
    <w:rPr>
      <w:rFonts w:ascii="Arial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aliases w:val="!Параграфы/Статьи документа Знак"/>
    <w:link w:val="4"/>
    <w:rsid w:val="00E45C1B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7C0860"/>
    <w:rPr>
      <w:rFonts w:ascii="Arial" w:hAnsi="Arial"/>
      <w:b w:val="0"/>
      <w:i w:val="0"/>
      <w:iCs/>
      <w:color w:val="0000FF"/>
      <w:sz w:val="24"/>
      <w:u w:val="none"/>
    </w:rPr>
  </w:style>
  <w:style w:type="paragraph" w:styleId="af1">
    <w:name w:val="annotation text"/>
    <w:aliases w:val="!Равноширинный текст документа"/>
    <w:basedOn w:val="a"/>
    <w:link w:val="af2"/>
    <w:rsid w:val="007C0860"/>
    <w:rPr>
      <w:rFonts w:ascii="Courier" w:hAnsi="Courier"/>
      <w:sz w:val="22"/>
      <w:szCs w:val="20"/>
    </w:rPr>
  </w:style>
  <w:style w:type="character" w:customStyle="1" w:styleId="af2">
    <w:name w:val="Текст примечания Знак"/>
    <w:aliases w:val="!Равноширинный текст документа Знак"/>
    <w:link w:val="af1"/>
    <w:rsid w:val="00E45C1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7C086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7C086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C086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C086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C086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C086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7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92BCA-F457-4748-AA31-9144AA347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3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ГОРОДСКОГО ПОСЕЛЕНИЯ ГОРОД БОБРОВ БОБРОВСКОГО МУНИЦИПАЛЬНОГО РАЙОНА ВОРОНЕЖСКОЙ ОБЛАСТИ</vt:lpstr>
    </vt:vector>
  </TitlesOfParts>
  <Company>SPecialiST RePack</Company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ГОРОДСКОГО ПОСЕЛЕНИЯ ГОРОД БОБРОВ БОБРОВСКОГО МУНИЦИПАЛЬНОГО РАЙОНА ВОРОНЕЖСКОЙ ОБЛАСТИ</dc:title>
  <dc:creator>Татьяна Цховребова</dc:creator>
  <cp:lastModifiedBy>Антон А. Любченко</cp:lastModifiedBy>
  <cp:revision>2</cp:revision>
  <cp:lastPrinted>2021-11-22T11:48:00Z</cp:lastPrinted>
  <dcterms:created xsi:type="dcterms:W3CDTF">2022-06-03T15:46:00Z</dcterms:created>
  <dcterms:modified xsi:type="dcterms:W3CDTF">2022-06-06T12:45:00Z</dcterms:modified>
</cp:coreProperties>
</file>