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E9" w:rsidRPr="006614A7" w:rsidRDefault="007863E9" w:rsidP="007863E9">
      <w:pPr>
        <w:jc w:val="center"/>
        <w:rPr>
          <w:rFonts w:cs="Arial"/>
          <w:b/>
          <w:color w:val="000000"/>
        </w:rPr>
      </w:pPr>
      <w:bookmarkStart w:id="0" w:name="_GoBack"/>
      <w:bookmarkEnd w:id="0"/>
      <w:r w:rsidRPr="006614A7">
        <w:rPr>
          <w:rFonts w:cs="Arial"/>
          <w:b/>
          <w:color w:val="000000"/>
        </w:rPr>
        <w:t>СОВЕТ НАРОДНЫХ ДЕПУТАТОВ</w:t>
      </w:r>
    </w:p>
    <w:p w:rsidR="007863E9" w:rsidRPr="006614A7" w:rsidRDefault="007863E9" w:rsidP="007863E9">
      <w:pPr>
        <w:jc w:val="center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БЕРЕЗОВСКОГО СЕЛЬСКОГО ПОСЕЛЕНИЯ </w:t>
      </w:r>
    </w:p>
    <w:p w:rsidR="007863E9" w:rsidRPr="006614A7" w:rsidRDefault="007863E9" w:rsidP="007863E9">
      <w:pPr>
        <w:jc w:val="center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>ПОДГОРЕНСКОГО МУНИЦИПАЛЬНОГО РАЙОНА</w:t>
      </w:r>
    </w:p>
    <w:p w:rsidR="007863E9" w:rsidRPr="006614A7" w:rsidRDefault="007863E9" w:rsidP="007863E9">
      <w:pPr>
        <w:jc w:val="center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ВОРОНЕЖСКОЙ ОБЛАСТИ            </w:t>
      </w:r>
    </w:p>
    <w:p w:rsidR="007863E9" w:rsidRPr="006614A7" w:rsidRDefault="007863E9" w:rsidP="007E32B8">
      <w:pPr>
        <w:rPr>
          <w:rFonts w:cs="Arial"/>
          <w:b/>
          <w:color w:val="000000"/>
        </w:rPr>
      </w:pPr>
    </w:p>
    <w:p w:rsidR="007863E9" w:rsidRPr="006614A7" w:rsidRDefault="007863E9" w:rsidP="007863E9">
      <w:pPr>
        <w:jc w:val="center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Р Е Ш Е Н И Е </w:t>
      </w:r>
    </w:p>
    <w:p w:rsidR="007863E9" w:rsidRPr="006614A7" w:rsidRDefault="007863E9" w:rsidP="007863E9">
      <w:pPr>
        <w:rPr>
          <w:rFonts w:cs="Arial"/>
          <w:b/>
          <w:color w:val="000000"/>
        </w:rPr>
      </w:pPr>
    </w:p>
    <w:p w:rsidR="007863E9" w:rsidRPr="006614A7" w:rsidRDefault="00546173" w:rsidP="007863E9">
      <w:pPr>
        <w:rPr>
          <w:rFonts w:cs="Arial"/>
          <w:color w:val="000000"/>
          <w:u w:val="single"/>
        </w:rPr>
      </w:pPr>
      <w:r w:rsidRPr="006614A7">
        <w:rPr>
          <w:rFonts w:cs="Arial"/>
          <w:color w:val="000000"/>
          <w:u w:val="single"/>
        </w:rPr>
        <w:t>от  25 декабря</w:t>
      </w:r>
      <w:r w:rsidR="007863E9" w:rsidRPr="006614A7">
        <w:rPr>
          <w:rFonts w:cs="Arial"/>
          <w:color w:val="000000"/>
          <w:u w:val="single"/>
        </w:rPr>
        <w:t xml:space="preserve"> 2014  года   № </w:t>
      </w:r>
      <w:r w:rsidRPr="006614A7">
        <w:rPr>
          <w:rFonts w:cs="Arial"/>
          <w:color w:val="000000"/>
          <w:u w:val="single"/>
        </w:rPr>
        <w:t>33</w:t>
      </w:r>
      <w:r w:rsidR="007863E9" w:rsidRPr="006614A7">
        <w:rPr>
          <w:rFonts w:cs="Arial"/>
          <w:color w:val="000000"/>
          <w:u w:val="single"/>
        </w:rPr>
        <w:t xml:space="preserve">   </w:t>
      </w:r>
    </w:p>
    <w:p w:rsidR="007863E9" w:rsidRPr="006614A7" w:rsidRDefault="007863E9" w:rsidP="007863E9">
      <w:pPr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>пос.</w:t>
      </w:r>
      <w:r w:rsidR="006614A7">
        <w:rPr>
          <w:rFonts w:cs="Arial"/>
          <w:b/>
          <w:color w:val="000000"/>
        </w:rPr>
        <w:t xml:space="preserve"> </w:t>
      </w:r>
      <w:r w:rsidRPr="006614A7">
        <w:rPr>
          <w:rFonts w:cs="Arial"/>
          <w:b/>
          <w:color w:val="000000"/>
        </w:rPr>
        <w:t>Сагуны</w:t>
      </w:r>
    </w:p>
    <w:p w:rsidR="007863E9" w:rsidRPr="006614A7" w:rsidRDefault="007863E9" w:rsidP="007863E9">
      <w:pPr>
        <w:rPr>
          <w:rFonts w:cs="Arial"/>
          <w:color w:val="000000"/>
        </w:rPr>
      </w:pPr>
    </w:p>
    <w:p w:rsidR="007863E9" w:rsidRPr="006614A7" w:rsidRDefault="007863E9" w:rsidP="006614A7">
      <w:pPr>
        <w:jc w:val="center"/>
        <w:rPr>
          <w:rFonts w:cs="Arial"/>
          <w:b/>
          <w:color w:val="000000"/>
          <w:sz w:val="32"/>
          <w:szCs w:val="32"/>
        </w:rPr>
      </w:pPr>
      <w:r w:rsidRPr="006614A7">
        <w:rPr>
          <w:rFonts w:cs="Arial"/>
          <w:b/>
          <w:color w:val="000000"/>
          <w:sz w:val="32"/>
          <w:szCs w:val="32"/>
        </w:rPr>
        <w:t>Об утверждении местных</w:t>
      </w:r>
      <w:r w:rsidR="006614A7" w:rsidRPr="006614A7">
        <w:rPr>
          <w:rFonts w:cs="Arial"/>
          <w:b/>
          <w:color w:val="000000"/>
          <w:sz w:val="32"/>
          <w:szCs w:val="32"/>
        </w:rPr>
        <w:t xml:space="preserve"> </w:t>
      </w:r>
      <w:r w:rsidRPr="006614A7">
        <w:rPr>
          <w:rFonts w:cs="Arial"/>
          <w:b/>
          <w:color w:val="000000"/>
          <w:sz w:val="32"/>
          <w:szCs w:val="32"/>
        </w:rPr>
        <w:t>нормативов градостроительного</w:t>
      </w:r>
      <w:r w:rsidR="006614A7" w:rsidRPr="006614A7">
        <w:rPr>
          <w:rFonts w:cs="Arial"/>
          <w:b/>
          <w:color w:val="000000"/>
          <w:sz w:val="32"/>
          <w:szCs w:val="32"/>
        </w:rPr>
        <w:t xml:space="preserve"> </w:t>
      </w:r>
      <w:r w:rsidRPr="006614A7">
        <w:rPr>
          <w:rFonts w:cs="Arial"/>
          <w:b/>
          <w:color w:val="000000"/>
          <w:sz w:val="32"/>
          <w:szCs w:val="32"/>
        </w:rPr>
        <w:t xml:space="preserve">проектирования «Планировка жилых, </w:t>
      </w:r>
      <w:r w:rsidRPr="006614A7">
        <w:rPr>
          <w:rFonts w:cs="Arial"/>
          <w:b/>
          <w:bCs/>
          <w:color w:val="000000"/>
          <w:sz w:val="32"/>
          <w:szCs w:val="32"/>
        </w:rPr>
        <w:t>общественно-деловых и рекреационных зон</w:t>
      </w:r>
      <w:r w:rsidR="006614A7" w:rsidRPr="006614A7"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6614A7">
        <w:rPr>
          <w:rFonts w:cs="Arial"/>
          <w:b/>
          <w:bCs/>
          <w:color w:val="000000"/>
          <w:sz w:val="32"/>
          <w:szCs w:val="32"/>
        </w:rPr>
        <w:t>населенных пунктов Березовского</w:t>
      </w:r>
      <w:r w:rsidR="006614A7" w:rsidRPr="006614A7"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6614A7">
        <w:rPr>
          <w:rFonts w:cs="Arial"/>
          <w:b/>
          <w:bCs/>
          <w:color w:val="000000"/>
          <w:sz w:val="32"/>
          <w:szCs w:val="32"/>
        </w:rPr>
        <w:t>сельского поселения</w:t>
      </w:r>
      <w:r w:rsidRPr="006614A7">
        <w:rPr>
          <w:rFonts w:cs="Arial"/>
          <w:b/>
          <w:color w:val="000000"/>
          <w:sz w:val="32"/>
          <w:szCs w:val="32"/>
        </w:rPr>
        <w:t>»</w:t>
      </w:r>
    </w:p>
    <w:p w:rsidR="007863E9" w:rsidRPr="006614A7" w:rsidRDefault="007863E9" w:rsidP="007863E9">
      <w:pPr>
        <w:jc w:val="center"/>
        <w:rPr>
          <w:rFonts w:cs="Arial"/>
          <w:color w:val="000000"/>
        </w:rPr>
      </w:pPr>
    </w:p>
    <w:p w:rsidR="007863E9" w:rsidRPr="006614A7" w:rsidRDefault="007863E9" w:rsidP="007863E9">
      <w:pPr>
        <w:jc w:val="center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                                                             </w:t>
      </w:r>
    </w:p>
    <w:p w:rsidR="007863E9" w:rsidRPr="006614A7" w:rsidRDefault="007863E9" w:rsidP="007863E9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В соответствии со статьями 8, 24 Градостроительного кодекса Российской Федерации, и в соответствии со статьей 14 Федерального закона от 06.10.2003 № 131-ФЗ «Об общих принципах организации местного самоуправления в Российской Федерации»</w:t>
      </w:r>
      <w:r w:rsidRPr="006614A7">
        <w:rPr>
          <w:rFonts w:cs="Arial"/>
          <w:color w:val="000000"/>
          <w:lang w:eastAsia="ar-SA"/>
        </w:rPr>
        <w:t xml:space="preserve">, Уставом Березовского сельского поселения </w:t>
      </w:r>
      <w:r w:rsidRPr="006614A7">
        <w:rPr>
          <w:rFonts w:cs="Arial"/>
          <w:color w:val="000000"/>
        </w:rPr>
        <w:t xml:space="preserve">Совет народных депутатов Березовского сельского поселения Подгоренского муниципального района       </w:t>
      </w:r>
    </w:p>
    <w:p w:rsidR="007863E9" w:rsidRPr="006614A7" w:rsidRDefault="007863E9" w:rsidP="007863E9">
      <w:pPr>
        <w:spacing w:line="360" w:lineRule="auto"/>
        <w:ind w:firstLine="708"/>
        <w:jc w:val="center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>РЕШИЛ:</w:t>
      </w:r>
    </w:p>
    <w:p w:rsidR="007863E9" w:rsidRPr="006614A7" w:rsidRDefault="007863E9" w:rsidP="007863E9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1. Утвердить местные нормативы градостроительного проектирования «Планировка жилых, общественно-деловых и рекреационных зон населенных пунктов Березовского</w:t>
      </w:r>
      <w:r w:rsidRPr="006614A7">
        <w:rPr>
          <w:rFonts w:cs="Arial"/>
          <w:bCs/>
          <w:color w:val="000000"/>
        </w:rPr>
        <w:t xml:space="preserve"> сельского поселения</w:t>
      </w:r>
      <w:r w:rsidRPr="006614A7">
        <w:rPr>
          <w:rFonts w:cs="Arial"/>
          <w:color w:val="000000"/>
        </w:rPr>
        <w:t>»,  согласно приложению.</w:t>
      </w:r>
    </w:p>
    <w:p w:rsidR="007E32B8" w:rsidRPr="006614A7" w:rsidRDefault="007E32B8" w:rsidP="007863E9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2.Решение Совета народных депутатов Березовского сельского поселения от 28.12.2011 года № 34 «Об утверждении положения о местных нормативах градостроительного проектирования Березовского сельского поселения» считать утратившим силу.</w:t>
      </w:r>
    </w:p>
    <w:p w:rsidR="007863E9" w:rsidRPr="006614A7" w:rsidRDefault="007E32B8" w:rsidP="007863E9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3</w:t>
      </w:r>
      <w:r w:rsidR="007863E9" w:rsidRPr="006614A7">
        <w:rPr>
          <w:rFonts w:cs="Arial"/>
          <w:color w:val="000000"/>
        </w:rPr>
        <w:t>. Контроль за исполнением настоящего решения оставляю за собой.</w:t>
      </w:r>
    </w:p>
    <w:p w:rsidR="007E32B8" w:rsidRDefault="007E32B8" w:rsidP="007E32B8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4</w:t>
      </w:r>
      <w:r w:rsidR="007863E9" w:rsidRPr="006614A7">
        <w:rPr>
          <w:rFonts w:cs="Arial"/>
          <w:color w:val="000000"/>
        </w:rPr>
        <w:t>. Настоящее решение вступает в силу со дня его официального опубликования.</w:t>
      </w:r>
    </w:p>
    <w:p w:rsidR="006614A7" w:rsidRDefault="006614A7" w:rsidP="007E32B8">
      <w:pPr>
        <w:spacing w:line="360" w:lineRule="auto"/>
        <w:ind w:firstLine="720"/>
        <w:rPr>
          <w:rFonts w:cs="Arial"/>
          <w:color w:val="000000"/>
        </w:rPr>
      </w:pPr>
    </w:p>
    <w:p w:rsidR="006614A7" w:rsidRDefault="006614A7" w:rsidP="007E32B8">
      <w:pPr>
        <w:spacing w:line="360" w:lineRule="auto"/>
        <w:ind w:firstLine="720"/>
        <w:rPr>
          <w:rFonts w:cs="Arial"/>
          <w:color w:val="000000"/>
        </w:rPr>
      </w:pPr>
    </w:p>
    <w:p w:rsidR="006614A7" w:rsidRPr="006614A7" w:rsidRDefault="006614A7" w:rsidP="007E32B8">
      <w:pPr>
        <w:spacing w:line="360" w:lineRule="auto"/>
        <w:ind w:firstLine="720"/>
        <w:rPr>
          <w:rFonts w:cs="Arial"/>
          <w:color w:val="000000"/>
        </w:rPr>
      </w:pPr>
    </w:p>
    <w:p w:rsidR="007863E9" w:rsidRPr="006614A7" w:rsidRDefault="007863E9" w:rsidP="007E32B8">
      <w:pPr>
        <w:spacing w:line="360" w:lineRule="auto"/>
        <w:ind w:firstLine="720"/>
        <w:rPr>
          <w:rFonts w:cs="Arial"/>
          <w:color w:val="000000"/>
        </w:rPr>
      </w:pPr>
      <w:r w:rsidRPr="006614A7">
        <w:rPr>
          <w:rFonts w:cs="Arial"/>
          <w:color w:val="000000"/>
        </w:rPr>
        <w:t>Глава Березовского</w:t>
      </w:r>
      <w:r w:rsidR="007E32B8" w:rsidRPr="006614A7">
        <w:rPr>
          <w:rFonts w:cs="Arial"/>
          <w:color w:val="000000"/>
        </w:rPr>
        <w:t xml:space="preserve"> сельского поселения           </w:t>
      </w:r>
      <w:r w:rsidR="00546173" w:rsidRPr="006614A7">
        <w:rPr>
          <w:rFonts w:cs="Arial"/>
          <w:color w:val="000000"/>
        </w:rPr>
        <w:t xml:space="preserve">                Г.И.Гончаров</w:t>
      </w:r>
      <w:r w:rsidR="007E32B8" w:rsidRPr="006614A7">
        <w:rPr>
          <w:rFonts w:cs="Arial"/>
          <w:color w:val="000000"/>
        </w:rPr>
        <w:t xml:space="preserve">                                   </w:t>
      </w:r>
      <w:r w:rsidRPr="006614A7">
        <w:rPr>
          <w:rFonts w:cs="Arial"/>
          <w:color w:val="000000"/>
        </w:rPr>
        <w:t xml:space="preserve">                         </w:t>
      </w:r>
      <w:r w:rsidR="007E32B8" w:rsidRPr="006614A7">
        <w:rPr>
          <w:rFonts w:cs="Arial"/>
          <w:color w:val="000000"/>
        </w:rPr>
        <w:t xml:space="preserve">                            </w:t>
      </w:r>
    </w:p>
    <w:p w:rsidR="007863E9" w:rsidRPr="006614A7" w:rsidRDefault="007863E9" w:rsidP="007863E9">
      <w:pPr>
        <w:rPr>
          <w:rFonts w:cs="Arial"/>
          <w:color w:val="000000"/>
        </w:rPr>
      </w:pPr>
    </w:p>
    <w:p w:rsidR="00F0676C" w:rsidRPr="006614A7" w:rsidRDefault="00F0676C" w:rsidP="00F0676C">
      <w:pPr>
        <w:rPr>
          <w:rFonts w:cs="Arial"/>
          <w:color w:val="000000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F0676C" w:rsidRPr="006614A7" w:rsidRDefault="00F0676C" w:rsidP="0053501A">
      <w:pPr>
        <w:pStyle w:val="ConsPlusNormal"/>
        <w:widowControl/>
        <w:ind w:firstLine="0"/>
        <w:jc w:val="right"/>
        <w:outlineLvl w:val="0"/>
        <w:rPr>
          <w:color w:val="000000"/>
          <w:sz w:val="24"/>
          <w:szCs w:val="24"/>
        </w:rPr>
      </w:pPr>
    </w:p>
    <w:p w:rsidR="0053501A" w:rsidRPr="006614A7" w:rsidRDefault="0053501A" w:rsidP="0053501A">
      <w:pPr>
        <w:pStyle w:val="ConsPlusNormal"/>
        <w:widowControl/>
        <w:ind w:firstLine="0"/>
        <w:jc w:val="center"/>
        <w:rPr>
          <w:b/>
          <w:color w:val="000000"/>
          <w:sz w:val="24"/>
          <w:szCs w:val="24"/>
        </w:rPr>
      </w:pPr>
    </w:p>
    <w:p w:rsidR="0053501A" w:rsidRPr="006614A7" w:rsidRDefault="0053501A" w:rsidP="0053501A">
      <w:pPr>
        <w:pStyle w:val="ConsPlusNormal"/>
        <w:widowControl/>
        <w:ind w:firstLine="0"/>
        <w:jc w:val="center"/>
        <w:rPr>
          <w:b/>
          <w:color w:val="000000"/>
          <w:sz w:val="24"/>
          <w:szCs w:val="24"/>
        </w:rPr>
      </w:pPr>
    </w:p>
    <w:p w:rsidR="0053501A" w:rsidRPr="006614A7" w:rsidRDefault="0053501A" w:rsidP="0053501A">
      <w:pPr>
        <w:pStyle w:val="ConsPlusNormal"/>
        <w:widowControl/>
        <w:ind w:firstLine="0"/>
        <w:jc w:val="center"/>
        <w:rPr>
          <w:b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МЕСТНЫЕ НОРМАТИВЫ ГРАДОСТРОИТЕЛЬНОГО ПРОЕКТИРОВАНИЯ  «ПЛАНИРОВКА ЖИЛЫХ, ОБЩЕСТВЕННО-ДЕЛОВЫХ И РЕКРЕАЦИОННЫХ ЗОН НАСЕЛЕННЫХ ПУНКТОВ БЕ</w:t>
      </w:r>
      <w:r w:rsidR="00D31AB0" w:rsidRPr="006614A7">
        <w:rPr>
          <w:b/>
          <w:color w:val="000000"/>
          <w:sz w:val="24"/>
          <w:szCs w:val="24"/>
        </w:rPr>
        <w:t>РЕЗОВСКОГО СЕЛЬСКОГО ПОСЕЛЕНИЯ»</w:t>
      </w:r>
    </w:p>
    <w:p w:rsidR="0053501A" w:rsidRPr="006614A7" w:rsidRDefault="0053501A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6614A7" w:rsidRPr="006614A7" w:rsidRDefault="006614A7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797C1B" w:rsidRPr="006614A7" w:rsidRDefault="00797C1B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53501A" w:rsidRPr="006614A7" w:rsidRDefault="0053501A" w:rsidP="0053501A">
      <w:pPr>
        <w:pStyle w:val="ConsPlusNormal"/>
        <w:widowControl/>
        <w:ind w:firstLine="0"/>
        <w:jc w:val="center"/>
        <w:rPr>
          <w:b/>
          <w:i/>
          <w:color w:val="000000"/>
          <w:sz w:val="24"/>
          <w:szCs w:val="24"/>
        </w:rPr>
      </w:pPr>
    </w:p>
    <w:p w:rsidR="0053501A" w:rsidRPr="006614A7" w:rsidRDefault="0053501A" w:rsidP="0053501A">
      <w:pPr>
        <w:pStyle w:val="ConsPlusNormal"/>
        <w:widowControl/>
        <w:numPr>
          <w:ilvl w:val="0"/>
          <w:numId w:val="6"/>
        </w:numPr>
        <w:jc w:val="center"/>
        <w:rPr>
          <w:b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lastRenderedPageBreak/>
        <w:t>ОБЩИЕ ПОЛОЖЕНИЯ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color w:val="000000"/>
          <w:sz w:val="24"/>
          <w:szCs w:val="24"/>
        </w:rPr>
      </w:pPr>
      <w:bookmarkStart w:id="1" w:name="_Toc297163323"/>
      <w:r w:rsidRPr="006614A7">
        <w:rPr>
          <w:i/>
          <w:color w:val="000000"/>
          <w:sz w:val="24"/>
          <w:szCs w:val="24"/>
        </w:rPr>
        <w:t>1.1. Назначение и область применения</w:t>
      </w:r>
      <w:bookmarkEnd w:id="1"/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1.1.1.</w:t>
      </w:r>
      <w:r w:rsidRPr="006614A7">
        <w:rPr>
          <w:color w:val="000000"/>
          <w:sz w:val="24"/>
          <w:szCs w:val="24"/>
        </w:rPr>
        <w:t xml:space="preserve"> Настоящий документ «Местные нормативы градостроительного проектирования «Планировка жилых, общественно-деловых и рекреационных зон Берёзовского сельского поселения» (далее – нормативы) разработаны в соответствии с законодательством Российской Федерации, Воронежской области и Берёзовского сельского поселения и распространяются на планировку, застройку и реконструкцию территории Берёзовского сельского поселения (далее – поселение) в пределах его границ.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Нормативы разработаны в целях обеспечения устойчивого развития поселения с учетом особенностей его формирования, благоприятных условий жизнедеятельности населения, предупреждения и устранения вредного воздействия на население факторов среды обитания, требований по охране окружающей среды, рациональному использованию территории и природных ресурсов, улучшению санитарно-эпидемиологического и экологического состояния территории поселения.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1.1.2.</w:t>
      </w:r>
      <w:r w:rsidRPr="006614A7">
        <w:rPr>
          <w:color w:val="000000"/>
          <w:sz w:val="24"/>
          <w:szCs w:val="24"/>
        </w:rPr>
        <w:t xml:space="preserve"> Настоящие нормативы применяются при подготовке, согласовании и утверждении документов территориального планирования, градостроительного зонирования, документации по планировке территории, иной градостроительной документации, подготовка которой осуществляется для объектов градостроительной деятельности поселения.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1.1.3.</w:t>
      </w:r>
      <w:r w:rsidRPr="006614A7">
        <w:rPr>
          <w:color w:val="000000"/>
          <w:sz w:val="24"/>
          <w:szCs w:val="24"/>
        </w:rPr>
        <w:t xml:space="preserve"> По вопросам, не рассматриваемым в настоящих нормативах, следует руководствоваться действующими федеральными и региональными градостроительными нормами, законами Российской Федерации и Воронежской области.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При отмене действующих нормативных документов, на которые дается ссылка в настоящих нормативах, следует руководствоваться нормами, которые введены взамен отмененных.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1.1.4. </w:t>
      </w:r>
      <w:r w:rsidR="00797C1B" w:rsidRPr="006614A7">
        <w:rPr>
          <w:color w:val="000000"/>
          <w:sz w:val="24"/>
          <w:szCs w:val="24"/>
        </w:rPr>
        <w:t>Основные термины и определения, используемые в настоящих нормативах, при</w:t>
      </w:r>
      <w:r w:rsidR="00797C1B" w:rsidRPr="006614A7">
        <w:rPr>
          <w:color w:val="000000"/>
          <w:sz w:val="24"/>
          <w:szCs w:val="24"/>
        </w:rPr>
        <w:softHyphen/>
        <w:t>ведены в приложении 1 настоящих Нормативов.</w:t>
      </w:r>
    </w:p>
    <w:p w:rsidR="00797C1B" w:rsidRPr="006614A7" w:rsidRDefault="00797C1B" w:rsidP="006614A7">
      <w:pPr>
        <w:pStyle w:val="ConsNormal"/>
        <w:ind w:right="0" w:firstLine="709"/>
        <w:jc w:val="both"/>
        <w:rPr>
          <w:b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1.1.5. </w:t>
      </w:r>
      <w:r w:rsidRPr="006614A7">
        <w:rPr>
          <w:color w:val="000000"/>
          <w:sz w:val="24"/>
          <w:szCs w:val="24"/>
        </w:rPr>
        <w:t>Перечень законодательных и нормативных документов Российской Федерации, нормативных пра</w:t>
      </w:r>
      <w:r w:rsidR="00A02822" w:rsidRPr="006614A7">
        <w:rPr>
          <w:color w:val="000000"/>
          <w:sz w:val="24"/>
          <w:szCs w:val="24"/>
        </w:rPr>
        <w:t>вовых актов Воронежской области</w:t>
      </w:r>
      <w:r w:rsidRPr="006614A7">
        <w:rPr>
          <w:color w:val="000000"/>
          <w:sz w:val="24"/>
          <w:szCs w:val="24"/>
        </w:rPr>
        <w:t>, нормативных правовых актов Подгоренского муниципального района используемых при разработке нормативов, приведен в приложении 2 настоящих Нормативов.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2" w:name="_Toc297163324"/>
      <w:r w:rsidRPr="006614A7">
        <w:rPr>
          <w:i/>
          <w:iCs w:val="0"/>
          <w:color w:val="000000"/>
          <w:sz w:val="24"/>
          <w:szCs w:val="24"/>
        </w:rPr>
        <w:t>1.2. Общая организация и зонирование территории поселения</w:t>
      </w:r>
      <w:bookmarkEnd w:id="2"/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1.2.1.</w:t>
      </w:r>
      <w:r w:rsidRPr="006614A7">
        <w:rPr>
          <w:color w:val="000000"/>
          <w:sz w:val="24"/>
          <w:szCs w:val="24"/>
        </w:rPr>
        <w:t xml:space="preserve"> Границы территории поселения установлены в соответствии с Законом Воронежской области от 02.12.2004 года, № 85-ОЗ</w:t>
      </w:r>
      <w:r w:rsidR="00D31AB0" w:rsidRPr="006614A7">
        <w:rPr>
          <w:color w:val="000000"/>
          <w:sz w:val="24"/>
          <w:szCs w:val="24"/>
        </w:rPr>
        <w:t xml:space="preserve"> «Об установлении границ, наделении соответствующим статусом, определении административных центров муниципальных образований Лискинского и Подгоренского района, образовании в их  составе новых муниципальных образований»</w:t>
      </w:r>
      <w:r w:rsidRPr="006614A7">
        <w:rPr>
          <w:color w:val="000000"/>
          <w:sz w:val="24"/>
          <w:szCs w:val="24"/>
        </w:rPr>
        <w:t xml:space="preserve">. 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На территории поселения расположено 6 населенных пунктов, в том числе: один – административный центр поселения, 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Сельские населенные пункты: с.Берёзово, хут. Крамарев, хут. Сухая Россошь, пос. Сагуны, пос.Красный Восход, хут. Скорынин.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1.2.2.</w:t>
      </w:r>
      <w:r w:rsidRPr="006614A7">
        <w:rPr>
          <w:rFonts w:cs="Arial"/>
          <w:color w:val="000000"/>
        </w:rPr>
        <w:t xml:space="preserve"> На территории поселения расположено 2 объекта культурного наследия, в том числе 2 объекта культурного наследия (памятников истории и культуры) в селе Берёзово, пос.Сагуны. Архитектурно-строительное проектирование, строительство, реконструкция, капитальный ремонт объектов капитального строительства, являющихся объектами культурного наследия, </w:t>
      </w:r>
      <w:r w:rsidRPr="006614A7">
        <w:rPr>
          <w:rFonts w:cs="Arial"/>
          <w:color w:val="000000"/>
        </w:rPr>
        <w:lastRenderedPageBreak/>
        <w:t>осуществляются с учетом требований законодательства в области охраны объектов культурного наследия.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1.2.3. </w:t>
      </w:r>
      <w:r w:rsidRPr="006614A7">
        <w:rPr>
          <w:rFonts w:cs="Arial"/>
          <w:color w:val="000000"/>
        </w:rPr>
        <w:t xml:space="preserve">Условия безопасности среды проживания населения по санитарно-гигиеническим и противопожарным требованиям обеспечиваются в соответствии с требованиями региональных нормативов. 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В условиях реконструкции в исторически сложившейся части </w:t>
      </w:r>
      <w:r w:rsidRPr="006614A7">
        <w:rPr>
          <w:rFonts w:cs="Arial"/>
          <w:i/>
          <w:color w:val="000000"/>
        </w:rPr>
        <w:t>: с.Берёзово, хут. Крамарев, хут. Сухая Россошь, пос. Сагуны, пос.Красный Восход, хут. Скорынин</w:t>
      </w:r>
      <w:r w:rsidRPr="006614A7">
        <w:rPr>
          <w:rFonts w:cs="Arial"/>
          <w:color w:val="000000"/>
        </w:rPr>
        <w:t xml:space="preserve"> и в других сложных градостроительных условиях расстояния могут быть сокращены при соблюдении норм инсоляции и освещенности и обеспечении непросматриваемости жилых помещений окно в окно.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1.2.4. </w:t>
      </w:r>
      <w:r w:rsidRPr="006614A7">
        <w:rPr>
          <w:color w:val="000000"/>
          <w:sz w:val="24"/>
          <w:szCs w:val="24"/>
        </w:rPr>
        <w:t>В целях создания среды жизнедеятельности, доступной для инвалидов и маломобильных групп населения, разрабатываемая градостроительная документация по планировке новых и реконструируемых территорий должна соответствовать требованиям регионального норматива «Обеспечение доступной среды жизнедеятельности для инвалидов и других маломобильных групп населения на территории Воронежской области».</w:t>
      </w:r>
    </w:p>
    <w:p w:rsidR="0053501A" w:rsidRPr="006614A7" w:rsidRDefault="0053501A" w:rsidP="006614A7">
      <w:pPr>
        <w:pStyle w:val="1"/>
        <w:ind w:firstLine="709"/>
        <w:jc w:val="both"/>
        <w:rPr>
          <w:color w:val="000000"/>
        </w:rPr>
      </w:pPr>
    </w:p>
    <w:p w:rsidR="0053501A" w:rsidRPr="006614A7" w:rsidRDefault="0053501A" w:rsidP="006614A7">
      <w:pPr>
        <w:pStyle w:val="1"/>
        <w:numPr>
          <w:ilvl w:val="0"/>
          <w:numId w:val="6"/>
        </w:numPr>
        <w:ind w:left="0" w:firstLine="709"/>
        <w:jc w:val="both"/>
        <w:rPr>
          <w:b w:val="0"/>
          <w:bCs w:val="0"/>
          <w:color w:val="000000"/>
        </w:rPr>
      </w:pPr>
      <w:bookmarkStart w:id="3" w:name="_Toc297163325"/>
      <w:r w:rsidRPr="006614A7">
        <w:rPr>
          <w:b w:val="0"/>
          <w:bCs w:val="0"/>
          <w:color w:val="000000"/>
        </w:rPr>
        <w:t>ЖИЛЫЕ ЗОНЫ НАСЕЛЕННЫХ ПУНКТОВ ПОСЕЛЕНИЯ</w:t>
      </w:r>
      <w:bookmarkEnd w:id="3"/>
    </w:p>
    <w:p w:rsidR="00D31AB0" w:rsidRPr="006614A7" w:rsidRDefault="00D31AB0" w:rsidP="006614A7">
      <w:pPr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2"/>
        <w:rPr>
          <w:color w:val="000000"/>
          <w:sz w:val="24"/>
          <w:szCs w:val="24"/>
        </w:rPr>
      </w:pPr>
      <w:bookmarkStart w:id="4" w:name="_Toc297163326"/>
      <w:r w:rsidRPr="006614A7">
        <w:rPr>
          <w:rStyle w:val="100"/>
          <w:i w:val="0"/>
          <w:iCs w:val="0"/>
          <w:color w:val="000000"/>
          <w:sz w:val="24"/>
          <w:szCs w:val="24"/>
        </w:rPr>
        <w:t>2.1. Общие требования</w:t>
      </w:r>
      <w:r w:rsidRPr="006614A7">
        <w:rPr>
          <w:color w:val="000000"/>
          <w:sz w:val="24"/>
          <w:szCs w:val="24"/>
        </w:rPr>
        <w:t>:</w:t>
      </w:r>
      <w:bookmarkEnd w:id="4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2.1.1.</w:t>
      </w:r>
      <w:r w:rsidRPr="006614A7">
        <w:rPr>
          <w:color w:val="000000"/>
          <w:sz w:val="24"/>
          <w:szCs w:val="24"/>
        </w:rPr>
        <w:t xml:space="preserve"> Жилые зоны населенных пунктов поселения формируется в соответствии с генеральным планом поселения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2.1.2.</w:t>
      </w:r>
      <w:r w:rsidRPr="006614A7">
        <w:rPr>
          <w:color w:val="000000"/>
          <w:sz w:val="24"/>
          <w:szCs w:val="24"/>
        </w:rPr>
        <w:t xml:space="preserve"> В состав жилых зон могут включаться: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зона застройки малоэтажными жилыми домами (до 3 этажей);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зона застройки блокированными малоэтажными жилыми домами (до 3 этажей) с приквартирными земельными участками;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зона застройки индивидуальными жилыми домами с приусадебными земельными участками (до 3 этажей).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К жилым зонам могут относиться также территории садово-дачной застройки, расположенной в пределах границ поселения. Развитие социальной, транспортной и инженерной инфраструктур в отношении этих зон необходимо предусматривать в объемах, обеспечивающих на перспективу возможность постоянного проживания.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2.1.3.</w:t>
      </w:r>
      <w:r w:rsidRPr="006614A7">
        <w:rPr>
          <w:color w:val="000000"/>
          <w:sz w:val="24"/>
          <w:szCs w:val="24"/>
        </w:rPr>
        <w:t xml:space="preserve"> Для определения объемов и структуры жилищного строительства допускается принимать среднюю обеспеченность жилым фондом: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для малоэтажной застройки и застройки блокированными и индивидуальными жилыми домами - не более </w:t>
      </w:r>
      <w:smartTag w:uri="urn:schemas-microsoft-com:office:smarttags" w:element="metricconverter">
        <w:smartTagPr>
          <w:attr w:name="ProductID" w:val="70 кв. м"/>
        </w:smartTagPr>
        <w:r w:rsidRPr="006614A7">
          <w:rPr>
            <w:color w:val="000000"/>
            <w:sz w:val="24"/>
            <w:szCs w:val="24"/>
          </w:rPr>
          <w:t>70 кв. м</w:t>
        </w:r>
      </w:smartTag>
      <w:r w:rsidRPr="006614A7">
        <w:rPr>
          <w:color w:val="000000"/>
          <w:sz w:val="24"/>
          <w:szCs w:val="24"/>
        </w:rPr>
        <w:t xml:space="preserve"> на 1 человека;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для социального жилищного строительства - не более </w:t>
      </w:r>
      <w:smartTag w:uri="urn:schemas-microsoft-com:office:smarttags" w:element="metricconverter">
        <w:smartTagPr>
          <w:attr w:name="ProductID" w:val="20 кв. м"/>
        </w:smartTagPr>
        <w:r w:rsidRPr="006614A7">
          <w:rPr>
            <w:color w:val="000000"/>
            <w:sz w:val="24"/>
            <w:szCs w:val="24"/>
          </w:rPr>
          <w:t>20 кв. м</w:t>
        </w:r>
      </w:smartTag>
      <w:r w:rsidRPr="006614A7">
        <w:rPr>
          <w:color w:val="000000"/>
          <w:sz w:val="24"/>
          <w:szCs w:val="24"/>
        </w:rPr>
        <w:t>, кроме случаев, предусмотренных федеральным законодательством и законодательством Воронежской области;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для существующей застройки (в условиях реконструкции) - по фактическим данным (23-</w:t>
      </w:r>
      <w:smartTag w:uri="urn:schemas-microsoft-com:office:smarttags" w:element="metricconverter">
        <w:smartTagPr>
          <w:attr w:name="ProductID" w:val="25 кв. м"/>
        </w:smartTagPr>
        <w:r w:rsidRPr="006614A7">
          <w:rPr>
            <w:color w:val="000000"/>
            <w:sz w:val="24"/>
            <w:szCs w:val="24"/>
          </w:rPr>
          <w:t>25 кв. м</w:t>
        </w:r>
      </w:smartTag>
      <w:r w:rsidRPr="006614A7">
        <w:rPr>
          <w:color w:val="000000"/>
          <w:sz w:val="24"/>
          <w:szCs w:val="24"/>
        </w:rPr>
        <w:t xml:space="preserve"> на 1 человека).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2.1.4.</w:t>
      </w:r>
      <w:r w:rsidRPr="006614A7">
        <w:rPr>
          <w:color w:val="000000"/>
          <w:sz w:val="24"/>
          <w:szCs w:val="24"/>
        </w:rPr>
        <w:t xml:space="preserve"> Для предварительного определения общих размеров жилых зон допускается принимать укрупненные показатели в расчете на 1000 чел.: при </w:t>
      </w:r>
      <w:r w:rsidRPr="006614A7">
        <w:rPr>
          <w:color w:val="000000"/>
          <w:sz w:val="24"/>
          <w:szCs w:val="24"/>
        </w:rPr>
        <w:lastRenderedPageBreak/>
        <w:t xml:space="preserve">средней этажности жилой застройки до 3 этажей - </w:t>
      </w:r>
      <w:smartTag w:uri="urn:schemas-microsoft-com:office:smarttags" w:element="metricconverter">
        <w:smartTagPr>
          <w:attr w:name="ProductID" w:val="10 га"/>
        </w:smartTagPr>
        <w:r w:rsidRPr="006614A7">
          <w:rPr>
            <w:color w:val="000000"/>
            <w:sz w:val="24"/>
            <w:szCs w:val="24"/>
          </w:rPr>
          <w:t>10 га</w:t>
        </w:r>
      </w:smartTag>
      <w:r w:rsidRPr="006614A7">
        <w:rPr>
          <w:color w:val="000000"/>
          <w:sz w:val="24"/>
          <w:szCs w:val="24"/>
        </w:rPr>
        <w:t xml:space="preserve"> для застройки без земельных участков и </w:t>
      </w:r>
      <w:smartTag w:uri="urn:schemas-microsoft-com:office:smarttags" w:element="metricconverter">
        <w:smartTagPr>
          <w:attr w:name="ProductID" w:val="20 га"/>
        </w:smartTagPr>
        <w:r w:rsidRPr="006614A7">
          <w:rPr>
            <w:color w:val="000000"/>
            <w:sz w:val="24"/>
            <w:szCs w:val="24"/>
          </w:rPr>
          <w:t>20 га</w:t>
        </w:r>
      </w:smartTag>
      <w:r w:rsidRPr="006614A7">
        <w:rPr>
          <w:color w:val="000000"/>
          <w:sz w:val="24"/>
          <w:szCs w:val="24"/>
        </w:rPr>
        <w:t xml:space="preserve"> - для застройки с участком; от 4 до 6 этажей - </w:t>
      </w:r>
      <w:smartTag w:uri="urn:schemas-microsoft-com:office:smarttags" w:element="metricconverter">
        <w:smartTagPr>
          <w:attr w:name="ProductID" w:val="8 га"/>
        </w:smartTagPr>
        <w:r w:rsidRPr="006614A7">
          <w:rPr>
            <w:color w:val="000000"/>
            <w:sz w:val="24"/>
            <w:szCs w:val="24"/>
          </w:rPr>
          <w:t>8 га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Укрупненные показатели приведены при средней расчетной жилищной обеспеченности 20 кв. м/чел.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2.1.5.</w:t>
      </w:r>
      <w:r w:rsidRPr="006614A7">
        <w:rPr>
          <w:color w:val="000000"/>
          <w:sz w:val="24"/>
          <w:szCs w:val="24"/>
        </w:rPr>
        <w:t xml:space="preserve"> В жилых зонах допускается размещение отдельно стоящих, встроенных или пристроенных объектов социального и коммунально-бытового назначения, торговли,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иных объектов, связанных с проживанием граждан и не оказывающих негативного воздействия на окружающую среду.</w:t>
      </w:r>
    </w:p>
    <w:p w:rsidR="0053501A" w:rsidRPr="006614A7" w:rsidRDefault="0053501A" w:rsidP="006614A7">
      <w:pPr>
        <w:widowControl w:val="0"/>
        <w:shd w:val="clear" w:color="auto" w:fill="FFFFFF"/>
        <w:ind w:firstLine="709"/>
        <w:rPr>
          <w:rFonts w:cs="Arial"/>
          <w:bCs/>
          <w:iCs/>
          <w:color w:val="000000"/>
        </w:rPr>
      </w:pPr>
      <w:r w:rsidRPr="006614A7">
        <w:rPr>
          <w:rFonts w:cs="Arial"/>
          <w:color w:val="000000"/>
        </w:rPr>
        <w:t>Доля нежилого фонда в общем объеме фонда на участке жилой застройки не должна превышать 20 %.</w:t>
      </w:r>
    </w:p>
    <w:p w:rsidR="0053501A" w:rsidRPr="006614A7" w:rsidRDefault="0053501A" w:rsidP="006614A7">
      <w:pPr>
        <w:widowControl w:val="0"/>
        <w:shd w:val="clear" w:color="auto" w:fill="FFFFFF"/>
        <w:ind w:right="17" w:firstLine="709"/>
        <w:rPr>
          <w:rFonts w:cs="Arial"/>
          <w:bCs/>
          <w:iCs/>
          <w:color w:val="000000"/>
        </w:rPr>
      </w:pPr>
      <w:r w:rsidRPr="006614A7">
        <w:rPr>
          <w:rFonts w:cs="Arial"/>
          <w:b/>
          <w:color w:val="000000"/>
        </w:rPr>
        <w:t>2.1.6.</w:t>
      </w:r>
      <w:r w:rsidRPr="006614A7">
        <w:rPr>
          <w:rFonts w:cs="Arial"/>
          <w:bCs/>
          <w:iCs/>
          <w:color w:val="000000"/>
        </w:rPr>
        <w:t xml:space="preserve"> Запрещается размещение жилых помещений в цокольных и подвальных этажах. В цокольном, первом и втором этажах жилого здания допускается размещение встроенных и встроено-пристроенных помещений общественного назначения, за исключением объектов, оказывающих вредное воздействие на человека, указанных в п. 2.1.8.</w:t>
      </w:r>
    </w:p>
    <w:p w:rsidR="0053501A" w:rsidRPr="006614A7" w:rsidRDefault="0053501A" w:rsidP="006614A7">
      <w:pPr>
        <w:widowControl w:val="0"/>
        <w:shd w:val="clear" w:color="auto" w:fill="FFFFFF"/>
        <w:ind w:right="17" w:firstLine="709"/>
        <w:rPr>
          <w:rFonts w:cs="Arial"/>
          <w:bCs/>
          <w:iCs/>
          <w:color w:val="000000"/>
        </w:rPr>
      </w:pPr>
      <w:r w:rsidRPr="006614A7">
        <w:rPr>
          <w:rFonts w:cs="Arial"/>
          <w:b/>
          <w:color w:val="000000"/>
        </w:rPr>
        <w:t>2.1.7.</w:t>
      </w:r>
      <w:r w:rsidRPr="006614A7">
        <w:rPr>
          <w:rFonts w:cs="Arial"/>
          <w:color w:val="000000"/>
        </w:rPr>
        <w:t xml:space="preserve"> Размещение встроенно-пристроенных нежилых объектов допускается при условии выполнения норм пожарной безопасности в соответствии с требованиями </w:t>
      </w:r>
      <w:hyperlink r:id="rId8" w:tgtFrame="_blank" w:history="1">
        <w:r w:rsidRPr="006614A7">
          <w:rPr>
            <w:rStyle w:val="a4"/>
            <w:rFonts w:cs="Arial"/>
          </w:rPr>
          <w:t>Федерального закона от 22 июля 2008 г. № 123-ФЗ «Технический регламент о требованиях пожарной безопасности»</w:t>
        </w:r>
      </w:hyperlink>
      <w:r w:rsidRPr="006614A7">
        <w:rPr>
          <w:rFonts w:cs="Arial"/>
          <w:color w:val="000000"/>
        </w:rPr>
        <w:t>, СНиП 21-01-97*, СНиП 31-01-2003, СНиП 31-05-2003*, СНиП 21-02-99*,  в том числе: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обособленные от жилой территории входы для посетителей;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обособленные подъезды и площадки для парковки автомобилей, обслуживающих встроенный объект;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самостоятельные шахты для вентиляции;</w:t>
      </w:r>
    </w:p>
    <w:p w:rsidR="0053501A" w:rsidRPr="006614A7" w:rsidRDefault="0053501A" w:rsidP="006614A7">
      <w:pPr>
        <w:widowControl w:val="0"/>
        <w:shd w:val="clear" w:color="auto" w:fill="FFFFFF"/>
        <w:ind w:firstLine="709"/>
        <w:rPr>
          <w:rFonts w:cs="Arial"/>
          <w:bCs/>
          <w:iCs/>
          <w:color w:val="000000"/>
        </w:rPr>
      </w:pPr>
      <w:r w:rsidRPr="006614A7">
        <w:rPr>
          <w:rFonts w:cs="Arial"/>
          <w:color w:val="000000"/>
        </w:rPr>
        <w:t>- отделение нежилых помещений от жилых противопожарными, звукоизолирующими перекрытиями и перегородками.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bCs/>
          <w:iCs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2.1.8.</w:t>
      </w:r>
      <w:r w:rsidRPr="006614A7">
        <w:rPr>
          <w:color w:val="000000"/>
          <w:sz w:val="24"/>
          <w:szCs w:val="24"/>
        </w:rPr>
        <w:t xml:space="preserve"> В жилых зданиях не допускается размещение объектов общественного назначения, оказывающих вредное воздействие на человека. </w:t>
      </w:r>
      <w:r w:rsidRPr="006614A7">
        <w:rPr>
          <w:bCs/>
          <w:iCs/>
          <w:color w:val="000000"/>
          <w:sz w:val="24"/>
          <w:szCs w:val="24"/>
        </w:rPr>
        <w:t>В том числе: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специализированные магазины москательно-химических и других товаров, эксплуатация которых может вести к загрязнению территории и воздуха жилой застройки;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магазины и другие помещения с наличием в них взрывопожароопасных веществ и материалов (легковоспламеняющихся и горючих жидкостей в аэрозольной упаковке), а также твердых пожароопасных материалов;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магазины по продаже ковровых изделий, автозапчастей, шин и автомобильных масел;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магазины специализированные рыбные;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магазины специализированные овощные без мойки и расфасовки;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магазины суммарной торговой площадью более </w:t>
      </w:r>
      <w:smartTag w:uri="urn:schemas-microsoft-com:office:smarttags" w:element="metricconverter">
        <w:smartTagPr>
          <w:attr w:name="ProductID" w:val="1000 кв. м"/>
        </w:smartTagPr>
        <w:r w:rsidRPr="006614A7">
          <w:rPr>
            <w:color w:val="000000"/>
            <w:sz w:val="24"/>
            <w:szCs w:val="24"/>
          </w:rPr>
          <w:t>1000 кв. м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объекты с режимом функционирования после 23 часов;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предприятия бытового обслуживания, в которых применяются легковоспламеняющиеся вещества (кроме парикмахерских и мастерских по ремонту часов общей площадью до </w:t>
      </w:r>
      <w:smartTag w:uri="urn:schemas-microsoft-com:office:smarttags" w:element="metricconverter">
        <w:smartTagPr>
          <w:attr w:name="ProductID" w:val="300 кв. м"/>
        </w:smartTagPr>
        <w:r w:rsidRPr="006614A7">
          <w:rPr>
            <w:color w:val="000000"/>
            <w:sz w:val="24"/>
            <w:szCs w:val="24"/>
          </w:rPr>
          <w:t>300 кв. м</w:t>
        </w:r>
      </w:smartTag>
      <w:r w:rsidRPr="006614A7">
        <w:rPr>
          <w:color w:val="000000"/>
          <w:sz w:val="24"/>
          <w:szCs w:val="24"/>
        </w:rPr>
        <w:t>);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мастерские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кв. м"/>
        </w:smartTagPr>
        <w:r w:rsidRPr="006614A7">
          <w:rPr>
            <w:color w:val="000000"/>
            <w:sz w:val="24"/>
            <w:szCs w:val="24"/>
          </w:rPr>
          <w:t>100 кв. м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бани и сауны;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дискотеки;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 xml:space="preserve">- предприятия питания и досуга с числом мест более 50 и общей площадью более </w:t>
      </w:r>
      <w:smartTag w:uri="urn:schemas-microsoft-com:office:smarttags" w:element="metricconverter">
        <w:smartTagPr>
          <w:attr w:name="ProductID" w:val="250 кв. м"/>
        </w:smartTagPr>
        <w:r w:rsidRPr="006614A7">
          <w:rPr>
            <w:color w:val="000000"/>
            <w:sz w:val="24"/>
            <w:szCs w:val="24"/>
          </w:rPr>
          <w:t>250 кв. м</w:t>
        </w:r>
      </w:smartTag>
      <w:r w:rsidRPr="006614A7">
        <w:rPr>
          <w:color w:val="000000"/>
          <w:sz w:val="24"/>
          <w:szCs w:val="24"/>
        </w:rPr>
        <w:t xml:space="preserve"> с режимом функционирования после 23 часов и с музыкальным сопровождением - рестораны, бары, кафе, столовые, закусочные;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прачечные и химчистки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6614A7">
          <w:rPr>
            <w:color w:val="000000"/>
            <w:sz w:val="24"/>
            <w:szCs w:val="24"/>
          </w:rPr>
          <w:t>75 кг</w:t>
        </w:r>
      </w:smartTag>
      <w:r w:rsidRPr="006614A7">
        <w:rPr>
          <w:color w:val="000000"/>
          <w:sz w:val="24"/>
          <w:szCs w:val="24"/>
        </w:rPr>
        <w:t xml:space="preserve"> в смену);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автоматические телефонные станции, предназначенные для телефонизации жилых зданий, общей площадью более </w:t>
      </w:r>
      <w:smartTag w:uri="urn:schemas-microsoft-com:office:smarttags" w:element="metricconverter">
        <w:smartTagPr>
          <w:attr w:name="ProductID" w:val="100 кв. м"/>
        </w:smartTagPr>
        <w:r w:rsidRPr="006614A7">
          <w:rPr>
            <w:color w:val="000000"/>
            <w:sz w:val="24"/>
            <w:szCs w:val="24"/>
          </w:rPr>
          <w:t>100 кв. м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общественные уборные;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похоронные бюро;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склады оптовой (или мелкооптовой) торговли;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производственные помещения (кроме мастерских реставрационных и народных промыслов, помещений для труда инвалидов и престарелых, размещаемых в специализированных квартирных жилых домах, в их числе пункты выдачи работы на дом, мастерские сборочные, монтажные и декоративных работ);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зуботехнические лаборатории;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дерматовенерологические, психиатрические, инфекционные и фтизиатрические кабинеты врачебного приема;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2.1.9</w:t>
      </w:r>
      <w:r w:rsidRPr="006614A7">
        <w:rPr>
          <w:rFonts w:cs="Arial"/>
          <w:color w:val="000000"/>
        </w:rPr>
        <w:t xml:space="preserve"> При проектировании территории жилой застройки должны соблюдаться требования по охране окружающей среды, защите территории от шума, вибрации, загрязнений атмосферного воздуха электрических, ионизирующих и электромагнитных излучений, радиационного, химического, микробиологического, паразитологического загрязнений в соответствии с требованиями действующих санитарно-эпидемиологических правил и нормативов.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5" w:name="_Toc297163327"/>
      <w:r w:rsidRPr="006614A7">
        <w:rPr>
          <w:i/>
          <w:iCs w:val="0"/>
          <w:color w:val="000000"/>
          <w:sz w:val="24"/>
          <w:szCs w:val="24"/>
        </w:rPr>
        <w:t>2.2. Территории малоэтажного жилищного строительства населенных пунктов поселения</w:t>
      </w:r>
      <w:bookmarkEnd w:id="5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2.2.1.</w:t>
      </w:r>
      <w:r w:rsidRPr="006614A7">
        <w:rPr>
          <w:color w:val="000000"/>
          <w:sz w:val="24"/>
          <w:szCs w:val="24"/>
        </w:rPr>
        <w:t xml:space="preserve"> Малоэтажной жилой застройкой считается застройка домами высотой до трех этажей включительно.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На территории малоэтажной застройки принимаются следующие типы жилых зданий: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индивидуальные жилые дома с приусадебными земельными участками, в том числе коттеджного типа;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блокированные малоэтажные жилые дома с приквартирными земельными участками;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секционные малоэтажные жилые дома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 индивидуальном строительстве основной тип дома - усадебный, 1, 2, 3-этажный одноквартирный. Помимо одноквартирных, применяются дома блокированные, в том числе двухквартирные, с приквартирными участками при каждой квартире.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eastAsia="Calibri" w:cs="Arial"/>
          <w:color w:val="000000"/>
          <w:shd w:val="clear" w:color="auto" w:fill="FFFFFF"/>
        </w:rPr>
      </w:pPr>
      <w:r w:rsidRPr="006614A7">
        <w:rPr>
          <w:rFonts w:cs="Arial"/>
          <w:b/>
          <w:color w:val="000000"/>
        </w:rPr>
        <w:t>2.2.2</w:t>
      </w:r>
      <w:r w:rsidRPr="006614A7">
        <w:rPr>
          <w:rFonts w:cs="Arial"/>
          <w:color w:val="000000"/>
        </w:rPr>
        <w:t xml:space="preserve">. </w:t>
      </w:r>
      <w:r w:rsidRPr="006614A7">
        <w:rPr>
          <w:rFonts w:eastAsia="Calibri" w:cs="Arial"/>
          <w:color w:val="000000"/>
        </w:rPr>
        <w:t xml:space="preserve">Предельно допустимые значения коэффициента использования территории участка жилой застройки для различных типов малоэтажного строительства приведены в рекомендуемой таблице </w:t>
      </w:r>
      <w:r w:rsidRPr="006614A7">
        <w:rPr>
          <w:rFonts w:cs="Arial"/>
          <w:color w:val="000000"/>
          <w:shd w:val="clear" w:color="auto" w:fill="FFFFFF"/>
        </w:rPr>
        <w:t>1</w:t>
      </w:r>
      <w:r w:rsidRPr="006614A7">
        <w:rPr>
          <w:rFonts w:eastAsia="Calibri" w:cs="Arial"/>
          <w:color w:val="000000"/>
          <w:shd w:val="clear" w:color="auto" w:fill="FFFFFF"/>
        </w:rPr>
        <w:t>.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  <w:shd w:val="clear" w:color="auto" w:fill="FFFFFF"/>
        </w:rPr>
      </w:pPr>
      <w:r w:rsidRPr="006614A7">
        <w:rPr>
          <w:rFonts w:eastAsia="Calibri" w:cs="Arial"/>
          <w:color w:val="000000"/>
          <w:shd w:val="clear" w:color="auto" w:fill="FFFFFF"/>
        </w:rPr>
        <w:t xml:space="preserve">Таблица </w:t>
      </w:r>
      <w:r w:rsidRPr="006614A7">
        <w:rPr>
          <w:rFonts w:cs="Arial"/>
          <w:color w:val="000000"/>
          <w:shd w:val="clear" w:color="auto" w:fill="FFFFFF"/>
        </w:rPr>
        <w:t>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361"/>
      </w:tblGrid>
      <w:tr w:rsidR="0053501A" w:rsidRPr="006614A7" w:rsidTr="00C34F64">
        <w:trPr>
          <w:cantSplit/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Тип жилых домов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Коэффициент использования  территории, не более  </w:t>
            </w:r>
          </w:p>
        </w:tc>
      </w:tr>
      <w:tr w:rsidR="0053501A" w:rsidRPr="006614A7" w:rsidTr="00C34F6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Усадебного типа    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0,4</w:t>
            </w:r>
          </w:p>
        </w:tc>
      </w:tr>
      <w:tr w:rsidR="0053501A" w:rsidRPr="006614A7" w:rsidTr="00C34F6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Блокированного типа              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0,8</w:t>
            </w:r>
          </w:p>
        </w:tc>
      </w:tr>
      <w:tr w:rsidR="0053501A" w:rsidRPr="006614A7" w:rsidTr="00C34F64">
        <w:trPr>
          <w:cantSplit/>
          <w:trHeight w:val="24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Многоквартирные, не выше 3 этажей  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0,8</w:t>
            </w:r>
          </w:p>
        </w:tc>
      </w:tr>
    </w:tbl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  <w:lang w:eastAsia="ar-SA"/>
        </w:rPr>
      </w:pP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2.2.3.</w:t>
      </w:r>
      <w:r w:rsidRPr="006614A7">
        <w:rPr>
          <w:rFonts w:cs="Arial"/>
          <w:color w:val="000000"/>
        </w:rPr>
        <w:t xml:space="preserve"> Расстояния до границы соседнего земельного участка по санитарно-бытовым условиям и в зависимости от степени огнестойкости должны быть не менее: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 xml:space="preserve">1) от индивидуального, блокированного дома – </w:t>
      </w:r>
      <w:smartTag w:uri="urn:schemas-microsoft-com:office:smarttags" w:element="metricconverter">
        <w:smartTagPr>
          <w:attr w:name="ProductID" w:val="3 м"/>
        </w:smartTagPr>
        <w:r w:rsidRPr="006614A7">
          <w:rPr>
            <w:rFonts w:cs="Arial"/>
            <w:color w:val="000000"/>
          </w:rPr>
          <w:t>3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r w:rsidRPr="006614A7">
        <w:rPr>
          <w:rFonts w:eastAsia="Calibri" w:cs="Arial"/>
          <w:color w:val="000000"/>
        </w:rPr>
        <w:t xml:space="preserve">2) в сложившейся застройке, при ширине земельного участка </w:t>
      </w:r>
      <w:smartTag w:uri="urn:schemas-microsoft-com:office:smarttags" w:element="metricconverter">
        <w:smartTagPr>
          <w:attr w:name="ProductID" w:val="12 метров"/>
        </w:smartTagPr>
        <w:r w:rsidRPr="006614A7">
          <w:rPr>
            <w:rFonts w:eastAsia="Calibri" w:cs="Arial"/>
            <w:color w:val="000000"/>
          </w:rPr>
          <w:t>12 метров</w:t>
        </w:r>
      </w:smartTag>
      <w:r w:rsidRPr="006614A7">
        <w:rPr>
          <w:rFonts w:eastAsia="Calibri" w:cs="Arial"/>
          <w:color w:val="000000"/>
        </w:rPr>
        <w:t xml:space="preserve"> и менее, для строительства жилого дома минимальный отступ от границы соседнего участка при согласии соседей </w:t>
      </w:r>
      <w:r w:rsidRPr="006614A7">
        <w:rPr>
          <w:rFonts w:eastAsia="Calibri" w:cs="Arial"/>
          <w:i/>
          <w:color w:val="000000"/>
        </w:rPr>
        <w:t xml:space="preserve">(заверяется нотариально) </w:t>
      </w:r>
      <w:r w:rsidRPr="006614A7">
        <w:rPr>
          <w:rFonts w:eastAsia="Calibri" w:cs="Arial"/>
          <w:color w:val="000000"/>
        </w:rPr>
        <w:t>составляет не менее: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smartTag w:uri="urn:schemas-microsoft-com:office:smarttags" w:element="metricconverter">
        <w:smartTagPr>
          <w:attr w:name="ProductID" w:val="1,0 м"/>
        </w:smartTagPr>
        <w:r w:rsidRPr="006614A7">
          <w:rPr>
            <w:rFonts w:eastAsia="Calibri" w:cs="Arial"/>
            <w:color w:val="000000"/>
          </w:rPr>
          <w:t>1,0 м</w:t>
        </w:r>
      </w:smartTag>
      <w:r w:rsidRPr="006614A7">
        <w:rPr>
          <w:rFonts w:eastAsia="Calibri" w:cs="Arial"/>
          <w:color w:val="000000"/>
        </w:rPr>
        <w:t xml:space="preserve"> - для одноэтажного жилого дома;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smartTag w:uri="urn:schemas-microsoft-com:office:smarttags" w:element="metricconverter">
        <w:smartTagPr>
          <w:attr w:name="ProductID" w:val="1,5 м"/>
        </w:smartTagPr>
        <w:r w:rsidRPr="006614A7">
          <w:rPr>
            <w:rFonts w:eastAsia="Calibri" w:cs="Arial"/>
            <w:color w:val="000000"/>
          </w:rPr>
          <w:t>1,5 м</w:t>
        </w:r>
      </w:smartTag>
      <w:r w:rsidRPr="006614A7">
        <w:rPr>
          <w:rFonts w:eastAsia="Calibri" w:cs="Arial"/>
          <w:color w:val="000000"/>
        </w:rPr>
        <w:t xml:space="preserve"> - для двухэтажного жилого дома;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smartTag w:uri="urn:schemas-microsoft-com:office:smarttags" w:element="metricconverter">
        <w:smartTagPr>
          <w:attr w:name="ProductID" w:val="2,0 м"/>
        </w:smartTagPr>
        <w:r w:rsidRPr="006614A7">
          <w:rPr>
            <w:rFonts w:eastAsia="Calibri" w:cs="Arial"/>
            <w:color w:val="000000"/>
          </w:rPr>
          <w:t>2,0 м</w:t>
        </w:r>
      </w:smartTag>
      <w:r w:rsidRPr="006614A7">
        <w:rPr>
          <w:rFonts w:eastAsia="Calibri" w:cs="Arial"/>
          <w:color w:val="000000"/>
        </w:rPr>
        <w:t xml:space="preserve"> - для трехэтажного жилого дома, при условии, что расстояние до расположенного на соседнем земельном участке жилого дома не менее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eastAsia="Calibri" w:cs="Arial"/>
            <w:color w:val="000000"/>
          </w:rPr>
          <w:t>6 м</w:t>
        </w:r>
      </w:smartTag>
      <w:r w:rsidRPr="006614A7">
        <w:rPr>
          <w:rFonts w:eastAsia="Calibri"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3) от постройки для содержания скота и птицы –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4) от других построек (бани, гаража, летней кухни, сарая и др.) – </w:t>
      </w:r>
      <w:smartTag w:uri="urn:schemas-microsoft-com:office:smarttags" w:element="metricconverter">
        <w:smartTagPr>
          <w:attr w:name="ProductID" w:val="1 м"/>
        </w:smartTagPr>
        <w:r w:rsidRPr="006614A7">
          <w:rPr>
            <w:rFonts w:cs="Arial"/>
            <w:color w:val="000000"/>
          </w:rPr>
          <w:t>1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5) от дворовых туалетов, помойных ям, выгребов, септиков –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6) 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7) от стволов среднерослых деревьев – </w:t>
      </w:r>
      <w:smartTag w:uri="urn:schemas-microsoft-com:office:smarttags" w:element="metricconverter">
        <w:smartTagPr>
          <w:attr w:name="ProductID" w:val="2 м"/>
        </w:smartTagPr>
        <w:r w:rsidRPr="006614A7">
          <w:rPr>
            <w:rFonts w:cs="Arial"/>
            <w:color w:val="000000"/>
          </w:rPr>
          <w:t>2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8) от кустарника – </w:t>
      </w:r>
      <w:smartTag w:uri="urn:schemas-microsoft-com:office:smarttags" w:element="metricconverter">
        <w:smartTagPr>
          <w:attr w:name="ProductID" w:val="1 м"/>
        </w:smartTagPr>
        <w:r w:rsidRPr="006614A7">
          <w:rPr>
            <w:rFonts w:cs="Arial"/>
            <w:color w:val="000000"/>
          </w:rPr>
          <w:t>1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r w:rsidRPr="006614A7">
        <w:rPr>
          <w:rFonts w:cs="Arial"/>
          <w:b/>
          <w:color w:val="000000"/>
        </w:rPr>
        <w:t>2.2.4</w:t>
      </w:r>
      <w:r w:rsidRPr="006614A7">
        <w:rPr>
          <w:rFonts w:eastAsia="Calibri" w:cs="Arial"/>
          <w:color w:val="000000"/>
        </w:rPr>
        <w:t xml:space="preserve">. На территориях с застройкой индивидуальными домами 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eastAsia="Calibri" w:cs="Arial"/>
            <w:color w:val="000000"/>
          </w:rPr>
          <w:t>6 м</w:t>
        </w:r>
      </w:smartTag>
      <w:r w:rsidRPr="006614A7">
        <w:rPr>
          <w:rFonts w:eastAsia="Calibri" w:cs="Arial"/>
          <w:color w:val="000000"/>
        </w:rPr>
        <w:t>.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r w:rsidRPr="006614A7">
        <w:rPr>
          <w:rFonts w:eastAsia="Calibri" w:cs="Arial"/>
          <w:color w:val="000000"/>
        </w:rPr>
        <w:t xml:space="preserve">1) от жилого строения (или дома) и погреба до выгребной ямы, уборной и постройки для содержания мелкого скота и птицы - </w:t>
      </w:r>
      <w:smartTag w:uri="urn:schemas-microsoft-com:office:smarttags" w:element="metricconverter">
        <w:smartTagPr>
          <w:attr w:name="ProductID" w:val="12 м"/>
        </w:smartTagPr>
        <w:r w:rsidRPr="006614A7">
          <w:rPr>
            <w:rFonts w:eastAsia="Calibri" w:cs="Arial"/>
            <w:color w:val="000000"/>
          </w:rPr>
          <w:t>12 м</w:t>
        </w:r>
      </w:smartTag>
      <w:r w:rsidRPr="006614A7">
        <w:rPr>
          <w:rFonts w:eastAsia="Calibri" w:cs="Arial"/>
          <w:color w:val="000000"/>
        </w:rPr>
        <w:t>;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</w:rPr>
      </w:pPr>
      <w:r w:rsidRPr="006614A7">
        <w:rPr>
          <w:rFonts w:eastAsia="Calibri" w:cs="Arial"/>
          <w:color w:val="000000"/>
        </w:rPr>
        <w:t xml:space="preserve">2) до душа, бани (сауны) - </w:t>
      </w:r>
      <w:smartTag w:uri="urn:schemas-microsoft-com:office:smarttags" w:element="metricconverter">
        <w:smartTagPr>
          <w:attr w:name="ProductID" w:val="8 м"/>
        </w:smartTagPr>
        <w:r w:rsidRPr="006614A7">
          <w:rPr>
            <w:rFonts w:eastAsia="Calibri" w:cs="Arial"/>
            <w:color w:val="000000"/>
          </w:rPr>
          <w:t>8 м</w:t>
        </w:r>
      </w:smartTag>
      <w:r w:rsidRPr="006614A7">
        <w:rPr>
          <w:rFonts w:eastAsia="Calibri" w:cs="Arial"/>
          <w:color w:val="000000"/>
        </w:rPr>
        <w:t>;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2.2.5.</w:t>
      </w:r>
      <w:r w:rsidRPr="006614A7">
        <w:rPr>
          <w:rFonts w:cs="Arial"/>
          <w:color w:val="000000"/>
        </w:rPr>
        <w:t xml:space="preserve">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</w:t>
      </w:r>
      <w:r w:rsidRPr="006614A7">
        <w:rPr>
          <w:rFonts w:cs="Arial"/>
          <w:color w:val="000000"/>
          <w:spacing w:val="-2"/>
        </w:rPr>
        <w:t xml:space="preserve">навес, свес крыши и др.) выступают не более чем на </w:t>
      </w:r>
      <w:smartTag w:uri="urn:schemas-microsoft-com:office:smarttags" w:element="metricconverter">
        <w:smartTagPr>
          <w:attr w:name="ProductID" w:val="50 см"/>
        </w:smartTagPr>
        <w:r w:rsidRPr="006614A7">
          <w:rPr>
            <w:rFonts w:cs="Arial"/>
            <w:color w:val="000000"/>
            <w:spacing w:val="-2"/>
          </w:rPr>
          <w:t>50 см</w:t>
        </w:r>
      </w:smartTag>
      <w:r w:rsidRPr="006614A7">
        <w:rPr>
          <w:rFonts w:cs="Arial"/>
          <w:color w:val="000000"/>
          <w:spacing w:val="-2"/>
        </w:rPr>
        <w:t xml:space="preserve"> от плоскости стены. Если элементы выступают</w:t>
      </w:r>
      <w:r w:rsidRPr="006614A7">
        <w:rPr>
          <w:rFonts w:cs="Arial"/>
          <w:color w:val="000000"/>
        </w:rPr>
        <w:t xml:space="preserve"> более чем на </w:t>
      </w:r>
      <w:smartTag w:uri="urn:schemas-microsoft-com:office:smarttags" w:element="metricconverter">
        <w:smartTagPr>
          <w:attr w:name="ProductID" w:val="50 см"/>
        </w:smartTagPr>
        <w:r w:rsidRPr="006614A7">
          <w:rPr>
            <w:rFonts w:cs="Arial"/>
            <w:color w:val="000000"/>
          </w:rPr>
          <w:t>50 см</w:t>
        </w:r>
      </w:smartTag>
      <w:r w:rsidRPr="006614A7">
        <w:rPr>
          <w:rFonts w:cs="Arial"/>
          <w:color w:val="000000"/>
        </w:rPr>
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2.2.6. </w:t>
      </w:r>
      <w:r w:rsidRPr="006614A7">
        <w:rPr>
          <w:rFonts w:cs="Arial"/>
          <w:color w:val="000000"/>
        </w:rPr>
        <w:t xml:space="preserve">Содержание скота и птицы на приусадебных участках допускается только в районах усадебной застройки сельского типа с размером приусадебного участка не менее </w:t>
      </w:r>
      <w:smartTag w:uri="urn:schemas-microsoft-com:office:smarttags" w:element="metricconverter">
        <w:smartTagPr>
          <w:attr w:name="ProductID" w:val="0,1 га"/>
        </w:smartTagPr>
        <w:r w:rsidRPr="006614A7">
          <w:rPr>
            <w:rFonts w:cs="Arial"/>
            <w:color w:val="000000"/>
          </w:rPr>
          <w:t>0,1 га</w:t>
        </w:r>
      </w:smartTag>
      <w:r w:rsidRPr="006614A7">
        <w:rPr>
          <w:rFonts w:cs="Arial"/>
          <w:color w:val="000000"/>
        </w:rPr>
        <w:t xml:space="preserve">. 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Постройки для содержания скота и птицы допускается пристраивать к индивидуальным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6614A7">
          <w:rPr>
            <w:rFonts w:cs="Arial"/>
            <w:color w:val="000000"/>
          </w:rPr>
          <w:t>7 м</w:t>
        </w:r>
      </w:smartTag>
      <w:r w:rsidRPr="006614A7">
        <w:rPr>
          <w:rFonts w:cs="Arial"/>
          <w:color w:val="000000"/>
        </w:rPr>
        <w:t xml:space="preserve"> от входа в дом.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  <w:shd w:val="clear" w:color="auto" w:fill="FFFFFF"/>
        </w:rPr>
      </w:pPr>
      <w:r w:rsidRPr="006614A7">
        <w:rPr>
          <w:rFonts w:cs="Arial"/>
          <w:b/>
          <w:color w:val="000000"/>
        </w:rPr>
        <w:t>2.2.7.</w:t>
      </w:r>
      <w:r w:rsidRPr="006614A7">
        <w:rPr>
          <w:rFonts w:eastAsia="Calibri" w:cs="Arial"/>
          <w:color w:val="000000"/>
          <w:shd w:val="clear" w:color="auto" w:fill="FFFFFF"/>
        </w:rPr>
        <w:t>. Расстояния от помещений и выгулов (вольеров, навесов, загонов) для содержания и разведения животных до окон жилых помещений и кухонь должны быть не менее указанных в таблице 2.</w:t>
      </w:r>
    </w:p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  <w:shd w:val="clear" w:color="auto" w:fill="FFFFFF"/>
        </w:rPr>
      </w:pPr>
      <w:r w:rsidRPr="006614A7">
        <w:rPr>
          <w:rFonts w:eastAsia="Calibri" w:cs="Arial"/>
          <w:color w:val="000000"/>
          <w:shd w:val="clear" w:color="auto" w:fill="FFFFFF"/>
        </w:rPr>
        <w:t xml:space="preserve">Таблица </w:t>
      </w:r>
      <w:r w:rsidRPr="006614A7">
        <w:rPr>
          <w:rFonts w:cs="Arial"/>
          <w:color w:val="000000"/>
          <w:shd w:val="clear" w:color="auto" w:fill="FFFFFF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945"/>
        <w:gridCol w:w="1215"/>
        <w:gridCol w:w="810"/>
        <w:gridCol w:w="1215"/>
        <w:gridCol w:w="945"/>
        <w:gridCol w:w="945"/>
        <w:gridCol w:w="1095"/>
      </w:tblGrid>
      <w:tr w:rsidR="0053501A" w:rsidRPr="006614A7">
        <w:trPr>
          <w:cantSplit/>
          <w:trHeight w:hRule="exact" w:val="286"/>
        </w:trPr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Нормативный</w:t>
            </w: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разрыв   </w:t>
            </w:r>
          </w:p>
        </w:tc>
        <w:tc>
          <w:tcPr>
            <w:tcW w:w="7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Поголовье (шт.), не более              </w:t>
            </w:r>
          </w:p>
        </w:tc>
      </w:tr>
      <w:tr w:rsidR="0053501A" w:rsidRPr="006614A7">
        <w:trPr>
          <w:cantSplit/>
        </w:trPr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color w:val="000000"/>
                <w:shd w:val="clear" w:color="auto" w:fill="FFFFFF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свиньи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коровы, </w:t>
            </w: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бычки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овцы,</w:t>
            </w: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козы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кролики-</w:t>
            </w: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матки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птица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лошади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>нутрии,</w:t>
            </w: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br/>
              <w:t xml:space="preserve">песцы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6614A7">
                <w:rPr>
                  <w:color w:val="000000"/>
                  <w:sz w:val="24"/>
                  <w:szCs w:val="24"/>
                  <w:shd w:val="clear" w:color="auto" w:fill="FFFFFF"/>
                </w:rPr>
                <w:t>10 м</w:t>
              </w:r>
            </w:smartTag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5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30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5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5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6614A7">
                <w:rPr>
                  <w:color w:val="000000"/>
                  <w:sz w:val="24"/>
                  <w:szCs w:val="24"/>
                  <w:shd w:val="clear" w:color="auto" w:fill="FFFFFF"/>
                </w:rPr>
                <w:t>20 м</w:t>
              </w:r>
            </w:smartTag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8 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20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45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8 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8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6614A7">
                <w:rPr>
                  <w:color w:val="000000"/>
                  <w:sz w:val="24"/>
                  <w:szCs w:val="24"/>
                  <w:shd w:val="clear" w:color="auto" w:fill="FFFFFF"/>
                </w:rPr>
                <w:t>30 м</w:t>
              </w:r>
            </w:smartTag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20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30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60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10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6614A7">
                <w:rPr>
                  <w:color w:val="000000"/>
                  <w:sz w:val="24"/>
                  <w:szCs w:val="24"/>
                  <w:shd w:val="clear" w:color="auto" w:fill="FFFFFF"/>
                </w:rPr>
                <w:t>40 м</w:t>
              </w:r>
            </w:smartTag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 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15   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25 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40  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75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15  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01A" w:rsidRPr="006614A7" w:rsidRDefault="0053501A" w:rsidP="006614A7">
            <w:pPr>
              <w:pStyle w:val="ConsPlusCell"/>
              <w:widowControl/>
              <w:snapToGri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614A7">
              <w:rPr>
                <w:color w:val="000000"/>
                <w:sz w:val="24"/>
                <w:szCs w:val="24"/>
                <w:shd w:val="clear" w:color="auto" w:fill="FFFFFF"/>
              </w:rPr>
              <w:t xml:space="preserve">15     </w:t>
            </w:r>
          </w:p>
        </w:tc>
      </w:tr>
    </w:tbl>
    <w:p w:rsidR="0053501A" w:rsidRPr="006614A7" w:rsidRDefault="0053501A" w:rsidP="006614A7">
      <w:pPr>
        <w:autoSpaceDE w:val="0"/>
        <w:ind w:firstLine="709"/>
        <w:rPr>
          <w:rFonts w:eastAsia="Calibri" w:cs="Arial"/>
          <w:color w:val="000000"/>
          <w:shd w:val="clear" w:color="auto" w:fill="FFFFFF"/>
          <w:lang w:eastAsia="ar-SA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2.2.8.</w:t>
      </w:r>
      <w:r w:rsidRPr="006614A7">
        <w:rPr>
          <w:rFonts w:cs="Arial"/>
          <w:color w:val="000000"/>
        </w:rPr>
        <w:t xml:space="preserve"> Размещение ульев и пасек на территории населенных пунктов поселения осуществляется с соблюдением экологических, санитарно-гигиенических, зоотехнических и ветеринарно-санитарных норм и правил </w:t>
      </w:r>
      <w:r w:rsidRPr="006614A7">
        <w:rPr>
          <w:rFonts w:cs="Arial"/>
          <w:color w:val="000000"/>
        </w:rPr>
        <w:lastRenderedPageBreak/>
        <w:t>содержания пчел и иных правил и нормативов.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Пасеки (ульи) на территории населенных пунктов размещаются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6614A7">
          <w:rPr>
            <w:rFonts w:cs="Arial"/>
            <w:color w:val="000000"/>
          </w:rPr>
          <w:t>10 м</w:t>
        </w:r>
      </w:smartTag>
      <w:r w:rsidRPr="006614A7">
        <w:rPr>
          <w:rFonts w:cs="Arial"/>
          <w:color w:val="000000"/>
        </w:rPr>
        <w:t xml:space="preserve"> от границ соседнего земельного участка и не менее </w:t>
      </w:r>
      <w:smartTag w:uri="urn:schemas-microsoft-com:office:smarttags" w:element="metricconverter">
        <w:smartTagPr>
          <w:attr w:name="ProductID" w:val="50 м"/>
        </w:smartTagPr>
        <w:r w:rsidRPr="006614A7">
          <w:rPr>
            <w:rFonts w:cs="Arial"/>
            <w:color w:val="000000"/>
          </w:rPr>
          <w:t>50 м</w:t>
        </w:r>
      </w:smartTag>
      <w:r w:rsidRPr="006614A7">
        <w:rPr>
          <w:rFonts w:cs="Arial"/>
          <w:color w:val="000000"/>
        </w:rPr>
        <w:t xml:space="preserve"> от жилых помещений. Территория пасеки (ульев) должна иметь сплошное ограждение высотой не менее </w:t>
      </w:r>
      <w:smartTag w:uri="urn:schemas-microsoft-com:office:smarttags" w:element="metricconverter">
        <w:smartTagPr>
          <w:attr w:name="ProductID" w:val="2 м"/>
        </w:smartTagPr>
        <w:r w:rsidRPr="006614A7">
          <w:rPr>
            <w:rFonts w:cs="Arial"/>
            <w:color w:val="000000"/>
          </w:rPr>
          <w:t>2 м</w:t>
        </w:r>
      </w:smartTag>
      <w:r w:rsidRPr="006614A7">
        <w:rPr>
          <w:rFonts w:cs="Arial"/>
          <w:color w:val="000000"/>
        </w:rPr>
        <w:t xml:space="preserve">. 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Размещение ульев на земельных участках на расстоянии менее </w:t>
      </w:r>
      <w:smartTag w:uri="urn:schemas-microsoft-com:office:smarttags" w:element="metricconverter">
        <w:smartTagPr>
          <w:attr w:name="ProductID" w:val="10 м"/>
        </w:smartTagPr>
        <w:r w:rsidRPr="006614A7">
          <w:rPr>
            <w:rFonts w:cs="Arial"/>
            <w:color w:val="000000"/>
          </w:rPr>
          <w:t>10 м</w:t>
        </w:r>
      </w:smartTag>
      <w:r w:rsidRPr="006614A7">
        <w:rPr>
          <w:rFonts w:cs="Arial"/>
          <w:color w:val="000000"/>
        </w:rPr>
        <w:t xml:space="preserve"> от границы соседнего земельного участка допускается: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при размещении ульев на высоте не менее </w:t>
      </w:r>
      <w:smartTag w:uri="urn:schemas-microsoft-com:office:smarttags" w:element="metricconverter">
        <w:smartTagPr>
          <w:attr w:name="ProductID" w:val="2 м"/>
        </w:smartTagPr>
        <w:r w:rsidRPr="006614A7">
          <w:rPr>
            <w:rFonts w:cs="Arial"/>
            <w:color w:val="000000"/>
          </w:rPr>
          <w:t>2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с отделением их зданием, строением, сооружением, густым кустарником высотой не менее </w:t>
      </w:r>
      <w:smartTag w:uri="urn:schemas-microsoft-com:office:smarttags" w:element="metricconverter">
        <w:smartTagPr>
          <w:attr w:name="ProductID" w:val="2 м"/>
        </w:smartTagPr>
        <w:r w:rsidRPr="006614A7">
          <w:rPr>
            <w:rFonts w:cs="Arial"/>
            <w:color w:val="000000"/>
          </w:rPr>
          <w:t>2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</w:t>
      </w:r>
      <w:smartTag w:uri="urn:schemas-microsoft-com:office:smarttags" w:element="metricconverter">
        <w:smartTagPr>
          <w:attr w:name="ProductID" w:val="250 м"/>
        </w:smartTagPr>
        <w:r w:rsidRPr="006614A7">
          <w:rPr>
            <w:rFonts w:cs="Arial"/>
            <w:color w:val="000000"/>
          </w:rPr>
          <w:t>250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Расстояния от пасек (ульев) до объектов жилого и общественного назначения могут устанавливаться органами местного самоуправления исходя из местных условий.</w:t>
      </w:r>
    </w:p>
    <w:p w:rsidR="0053501A" w:rsidRPr="006614A7" w:rsidRDefault="0053501A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2.2.9.</w:t>
      </w:r>
      <w:r w:rsidRPr="006614A7">
        <w:rPr>
          <w:rFonts w:cs="Arial"/>
          <w:color w:val="000000"/>
        </w:rPr>
        <w:t xml:space="preserve"> Ограждения земельных участков должны соответствовать следующим условиям: 1) ограждение должно быть конструктивно надежным; 2) ограждения, отделяющие земельный участок от территорий общего пользования, должны быть эстетически привлекательными.</w:t>
      </w:r>
    </w:p>
    <w:p w:rsidR="0053501A" w:rsidRPr="006614A7" w:rsidRDefault="0053501A" w:rsidP="006614A7">
      <w:pPr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по согласованию с органами местного самоуправления. </w:t>
      </w:r>
    </w:p>
    <w:p w:rsidR="0053501A" w:rsidRPr="006614A7" w:rsidRDefault="0053501A" w:rsidP="006614A7">
      <w:pPr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На границе с соседним земельным участком допускается устанавливать ограждения, имеющие просветы, обеспечивающие минимальное затемнение территории соседнего участка (по согласованию со смежными землепользователями – сплошные).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Требования к ограждениям приусадебных земельных участков индивидуальной малоэтажной застройки следует принимать принимается в соответствии с требованиями приложения 4 регионального норматива «</w:t>
      </w:r>
      <w:r w:rsidRPr="006614A7">
        <w:rPr>
          <w:rFonts w:cs="Arial"/>
          <w:bCs/>
          <w:color w:val="000000"/>
        </w:rPr>
        <w:t>Планировка жилых, общественно-деловых и рекреационных зон населенных пунктов Воронежской области</w:t>
      </w:r>
      <w:r w:rsidRPr="006614A7">
        <w:rPr>
          <w:rFonts w:cs="Arial"/>
          <w:color w:val="000000"/>
        </w:rPr>
        <w:t>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2.2.10. </w:t>
      </w:r>
      <w:r w:rsidRPr="006614A7">
        <w:rPr>
          <w:color w:val="000000"/>
          <w:sz w:val="24"/>
          <w:szCs w:val="24"/>
        </w:rPr>
        <w:t>Хозяйственные площадки в зонах индивидуальной жилой застройки предусматриваются на приусадебных участках (кроме площадок для мусоросборников).</w:t>
      </w:r>
    </w:p>
    <w:p w:rsidR="0053501A" w:rsidRPr="006614A7" w:rsidRDefault="0053501A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2.2.11</w:t>
      </w:r>
      <w:r w:rsidRPr="006614A7">
        <w:rPr>
          <w:rFonts w:cs="Arial"/>
          <w:color w:val="000000"/>
        </w:rPr>
        <w:t>. Площадка для сбора мусора - специально выделенный участок территории, обустроенный для сбора твердых отходов потребления с целью последующего их удаления на специально отведенные места утилизации, должен быть обеспечен твердым покрытием, нормативным водоотведением и ограждением из непрозрачных конструкций либо озеленением высотой не ниже верха установленных на данной площадке емкостей для сбора твердых отходов.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Расстояние от площадок для сбора мусора до границ участков жилых домов, детских учреждений, озелененных площадок не менее </w:t>
      </w:r>
      <w:smartTag w:uri="urn:schemas-microsoft-com:office:smarttags" w:element="metricconverter">
        <w:smartTagPr>
          <w:attr w:name="ProductID" w:val="25 метров"/>
        </w:smartTagPr>
        <w:r w:rsidRPr="006614A7">
          <w:rPr>
            <w:color w:val="000000"/>
            <w:sz w:val="24"/>
            <w:szCs w:val="24"/>
          </w:rPr>
          <w:t>25 метров</w:t>
        </w:r>
      </w:smartTag>
      <w:r w:rsidRPr="006614A7">
        <w:rPr>
          <w:color w:val="000000"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6614A7">
          <w:rPr>
            <w:color w:val="000000"/>
            <w:sz w:val="24"/>
            <w:szCs w:val="24"/>
          </w:rPr>
          <w:t>100 м</w:t>
        </w:r>
      </w:smartTag>
      <w:r w:rsidRPr="006614A7">
        <w:rPr>
          <w:color w:val="000000"/>
          <w:sz w:val="24"/>
          <w:szCs w:val="24"/>
        </w:rPr>
        <w:t xml:space="preserve"> (при невозможности их организации - повёдерный вывоз бытовых отходов).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Расчет объемов удаления отходов и необходимого количества контейнеров для отходов следует производить в соответствии с требованиями регионального норматива «Зоны специального назначения и защиты территории населенных пунктов Воронежской области».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2.2.12.</w:t>
      </w:r>
      <w:r w:rsidRPr="006614A7">
        <w:rPr>
          <w:rFonts w:cs="Arial"/>
          <w:color w:val="000000"/>
        </w:rPr>
        <w:t xml:space="preserve">. Улично-дорожную сеть, пешеходное движение на территории малоэтажной жилой застройки следует проектировать в соответствии с разделом «Транспортная инфраструктура населенных пунктов поселения» настоящих </w:t>
      </w:r>
      <w:r w:rsidRPr="006614A7">
        <w:rPr>
          <w:rFonts w:cs="Arial"/>
          <w:color w:val="000000"/>
        </w:rPr>
        <w:lastRenderedPageBreak/>
        <w:t>нормативов, а также требованиями настоящего раздела.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К отдельно стоящим жилым зданиям,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color w:val="000000"/>
            <w:sz w:val="24"/>
            <w:szCs w:val="24"/>
          </w:rPr>
          <w:t>150 м</w:t>
        </w:r>
      </w:smartTag>
      <w:r w:rsidRPr="006614A7">
        <w:rPr>
          <w:color w:val="00000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3,5 м"/>
        </w:smartTagPr>
        <w:r w:rsidRPr="006614A7">
          <w:rPr>
            <w:color w:val="000000"/>
            <w:sz w:val="24"/>
            <w:szCs w:val="24"/>
          </w:rPr>
          <w:t>3,5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2.2.13.</w:t>
      </w:r>
      <w:r w:rsidRPr="006614A7">
        <w:rPr>
          <w:color w:val="000000"/>
          <w:sz w:val="24"/>
          <w:szCs w:val="24"/>
        </w:rPr>
        <w:t>. На территории малоэтажной жилой застройки следует предусматривать 100-процентную обеспеченность машино-местами для хранения и парковки легковых автомобилей, мотоциклов, мопедов.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При устройстве закрытых автостоянок (в том числе пристроенных) в цокольном, подвальном этажах одно-, двухквартирных усадебных и блокированных домов допускается их проектирование без соблюдения нормативов расчета стоянок автомобилей.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На территории с застройкой жилыми домами с приквартирными участками закрытые автостоянки следует размещать в пределах отведенного участка.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При размещении на территории малоэтажной жилой застройки объектов торгово-бытового обслуживания, спортивных сооружений без мест для зрителей и других объектов массового посещения следует проектировать приобъектные автостоянки для парковки легковых автомобилей работающих и посетителей не более чем на 10 автомобилей, а в пределах сформированного общественного центра следует предусматривать общую стоянку транспортных средств из расчета: на 100 единовременных посетителей – 7-10 машино-мест и 15-20 мест для временного хранения велосипедов и мопедов.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6" w:name="_Toc297163328"/>
      <w:r w:rsidRPr="006614A7">
        <w:rPr>
          <w:i/>
          <w:iCs w:val="0"/>
          <w:color w:val="000000"/>
          <w:sz w:val="24"/>
          <w:szCs w:val="24"/>
        </w:rPr>
        <w:t>2.3. Территории среднеэтажного жилищного строительства</w:t>
      </w:r>
      <w:r w:rsidRPr="006614A7">
        <w:rPr>
          <w:rStyle w:val="af9"/>
          <w:i/>
          <w:iCs w:val="0"/>
          <w:color w:val="000000"/>
          <w:sz w:val="24"/>
          <w:szCs w:val="24"/>
        </w:rPr>
        <w:footnoteReference w:id="1"/>
      </w:r>
      <w:bookmarkEnd w:id="6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2.3.1.</w:t>
      </w:r>
      <w:r w:rsidRPr="006614A7">
        <w:rPr>
          <w:color w:val="000000"/>
          <w:sz w:val="24"/>
          <w:szCs w:val="24"/>
        </w:rPr>
        <w:t xml:space="preserve"> Среднеэтажной жилой застройкой считается застройка домами 4, 5 этажей. 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2.3.2</w:t>
      </w:r>
      <w:r w:rsidRPr="006614A7">
        <w:rPr>
          <w:color w:val="000000"/>
          <w:sz w:val="24"/>
          <w:szCs w:val="24"/>
        </w:rPr>
        <w:t>. Интенсивность использования территории среднеэтажной застройки характеризуется показателями, определенными в табл. 1 настоящих нормативов.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2.3.3.</w:t>
      </w:r>
      <w:r w:rsidRPr="006614A7">
        <w:rPr>
          <w:color w:val="000000"/>
          <w:sz w:val="24"/>
          <w:szCs w:val="24"/>
        </w:rPr>
        <w:t xml:space="preserve"> Рекомендуемые удельные показатели нормируемых элементов территории микрорайона (квартала) приведены в таблице 3.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Таблица 3. Рекомендуемые удельные показатели нормируемых 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элементов территории многоквартирной жилой застройки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670"/>
        <w:gridCol w:w="2734"/>
      </w:tblGrid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N  </w:t>
            </w:r>
            <w:r w:rsidRPr="006614A7">
              <w:rPr>
                <w:color w:val="000000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Элементы территории микрорайона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Удельная площадь, </w:t>
            </w:r>
          </w:p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кв. м/чел, не менее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3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Территория общего пользования - всего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16,0                  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2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в том числе участки школ</w:t>
            </w:r>
            <w:r w:rsidRPr="006614A7">
              <w:rPr>
                <w:i/>
                <w:color w:val="000000"/>
                <w:sz w:val="24"/>
                <w:szCs w:val="24"/>
              </w:rPr>
              <w:t>&lt;*&gt;</w:t>
            </w:r>
            <w:r w:rsidRPr="006614A7">
              <w:rPr>
                <w:color w:val="000000"/>
                <w:sz w:val="24"/>
                <w:szCs w:val="24"/>
              </w:rPr>
              <w:t xml:space="preserve">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5,0                   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4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детских садов</w:t>
            </w:r>
            <w:r w:rsidRPr="006614A7">
              <w:rPr>
                <w:i/>
                <w:color w:val="000000"/>
                <w:sz w:val="24"/>
                <w:szCs w:val="24"/>
              </w:rPr>
              <w:t>&lt;*&gt;</w:t>
            </w:r>
            <w:r w:rsidRPr="006614A7">
              <w:rPr>
                <w:color w:val="000000"/>
                <w:sz w:val="24"/>
                <w:szCs w:val="24"/>
              </w:rPr>
              <w:t xml:space="preserve">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3,0                   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5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участки зеленых насаждений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6,0                   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6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участки обслуживания   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1,2                     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7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участки гаражей-стоянок                  </w:t>
            </w:r>
          </w:p>
        </w:tc>
        <w:tc>
          <w:tcPr>
            <w:tcW w:w="2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0,8                      </w:t>
            </w:r>
          </w:p>
        </w:tc>
      </w:tr>
    </w:tbl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color w:val="000000"/>
          <w:sz w:val="24"/>
          <w:szCs w:val="24"/>
        </w:rPr>
        <w:t>--------------------------------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&lt;*&gt; Удельные площади элементов территории микрорайона определены на основе региональных нормативов градостроительного проектирования.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b/>
          <w:color w:val="000000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2.3.4</w:t>
      </w:r>
      <w:r w:rsidRPr="006614A7">
        <w:rPr>
          <w:color w:val="000000"/>
          <w:sz w:val="24"/>
          <w:szCs w:val="24"/>
        </w:rPr>
        <w:t xml:space="preserve">. На территории участка многоквартирной жилой застройки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входах в подъезд), озелененные территории. Если размеры территории участка позволяют, </w:t>
      </w:r>
      <w:r w:rsidRPr="006614A7">
        <w:rPr>
          <w:color w:val="000000"/>
          <w:sz w:val="24"/>
          <w:szCs w:val="24"/>
        </w:rPr>
        <w:lastRenderedPageBreak/>
        <w:t>рекомендуется размещение спортивных площадок и площадок для игр детей школьного возраста, площадок для выгула собак.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Обязательный перечень элементов комплексного благоустройства на территории участка многоквартирной жилой застройки включает: твердые виды покрытия проезда, основные пешеходные коммуникации, площадки (отдыха, детских игр, установки мусоросборников) и их оборудование, элементы сопряжения поверхностей, озеленение, осветительное оборудование.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Нормы обеспеченности площадками дворового благоустройства (состав, количество и размеры), размещаемыми в (кварталах) жилых зон многоквартирной застройки, рассчитывается в соответствии с нормами, приведенными в таблице 4.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4.Нормы обеспеченности площадками дворового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869"/>
      </w:tblGrid>
      <w:tr w:rsidR="0053501A" w:rsidRPr="006614A7">
        <w:trPr>
          <w:trHeight w:val="284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Площадки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Удельные размеры площадок, м</w:t>
            </w:r>
            <w:r w:rsidRPr="006614A7">
              <w:rPr>
                <w:rFonts w:cs="Arial"/>
                <w:b/>
                <w:color w:val="000000"/>
                <w:vertAlign w:val="superscript"/>
              </w:rPr>
              <w:t>2</w:t>
            </w:r>
            <w:r w:rsidRPr="006614A7">
              <w:rPr>
                <w:rFonts w:cs="Arial"/>
                <w:b/>
                <w:color w:val="000000"/>
              </w:rPr>
              <w:t>/чел.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игр детей дошкольного и младшего школьного возраста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0,7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отдыха взрослого населения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0,1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занятий физкультурой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Для хозяйственных целей 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0,3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выгула собак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0,1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временной стоянки (парковки) автотранспорта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</w:tr>
    </w:tbl>
    <w:p w:rsidR="0053501A" w:rsidRPr="006614A7" w:rsidRDefault="0053501A" w:rsidP="006614A7">
      <w:pPr>
        <w:widowControl w:val="0"/>
        <w:spacing w:before="120"/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  <w:spacing w:val="40"/>
        </w:rPr>
        <w:t xml:space="preserve">Примечание. </w:t>
      </w:r>
      <w:r w:rsidRPr="006614A7">
        <w:rPr>
          <w:rFonts w:cs="Arial"/>
          <w:i/>
          <w:color w:val="000000"/>
        </w:rPr>
        <w:t>Допускается уменьшать, но не более чем на 50 % удельные размеры площадок: для хозяйственных целей при застройке жилыми зданиями 9 этажей; для занятий физкультурой при формировании единого физкультурно-оздоровительного комплекса микрорайона для школьников и населения.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b/>
          <w:color w:val="000000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2.3.5.</w:t>
      </w:r>
      <w:r w:rsidRPr="006614A7">
        <w:rPr>
          <w:rFonts w:cs="Arial"/>
          <w:color w:val="000000"/>
        </w:rPr>
        <w:t xml:space="preserve"> Минимально допустимые расстояния от окон жилых и общественных зданий до площадок следует принимать по таблице 5.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5. Расстояния от окон жилых и общественных зданий до площадок</w:t>
      </w:r>
    </w:p>
    <w:tbl>
      <w:tblPr>
        <w:tblW w:w="9718" w:type="dxa"/>
        <w:jc w:val="center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1"/>
        <w:gridCol w:w="3837"/>
      </w:tblGrid>
      <w:tr w:rsidR="0053501A" w:rsidRPr="006614A7">
        <w:trPr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Назначение площадок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Расстояние от окон жилых и общественных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зданий, м, не менее</w:t>
            </w:r>
          </w:p>
        </w:tc>
      </w:tr>
      <w:tr w:rsidR="0053501A" w:rsidRPr="006614A7">
        <w:trPr>
          <w:trHeight w:val="452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игр детей дошкольного и младшего школьного возраста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12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отдыха взрослого населения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Для занятий физкультурой (в зависимости от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шумовых характеристик *)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10 - 40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хозяйственных целей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выгула собак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Для стоянки автомобилей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 таблице 39 настоящих нормативов</w:t>
            </w:r>
          </w:p>
        </w:tc>
      </w:tr>
    </w:tbl>
    <w:p w:rsidR="0053501A" w:rsidRPr="006614A7" w:rsidRDefault="0053501A" w:rsidP="006614A7">
      <w:pPr>
        <w:widowControl w:val="0"/>
        <w:spacing w:before="120"/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* Наибольшие значения принимаются для хоккейных и футбольных площадок, наименьшие – для площадок для настольного тенниса.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Расстояния от площадок для сушки белья не нормируются, расстояния от площадок для мусоросборников до физкультурных площадок, площадок для игр детей и отдыха взрослых следует принимать не менее </w:t>
      </w:r>
      <w:smartTag w:uri="urn:schemas-microsoft-com:office:smarttags" w:element="metricconverter">
        <w:smartTagPr>
          <w:attr w:name="ProductID" w:val="20 м"/>
        </w:smartTagPr>
        <w:r w:rsidRPr="006614A7">
          <w:rPr>
            <w:rFonts w:cs="Arial"/>
            <w:color w:val="000000"/>
          </w:rPr>
          <w:t>20 м</w:t>
        </w:r>
      </w:smartTag>
      <w:r w:rsidRPr="006614A7">
        <w:rPr>
          <w:rFonts w:cs="Arial"/>
          <w:color w:val="000000"/>
        </w:rPr>
        <w:t xml:space="preserve">, а от площадок для хозяйственных целей до наиболее удаленного входа в жилое здание – не более </w:t>
      </w:r>
      <w:smartTag w:uri="urn:schemas-microsoft-com:office:smarttags" w:element="metricconverter">
        <w:smartTagPr>
          <w:attr w:name="ProductID" w:val="50 м"/>
        </w:smartTagPr>
        <w:r w:rsidRPr="006614A7">
          <w:rPr>
            <w:rFonts w:cs="Arial"/>
            <w:color w:val="000000"/>
          </w:rPr>
          <w:t>50 м</w:t>
        </w:r>
      </w:smartTag>
      <w:r w:rsidRPr="006614A7">
        <w:rPr>
          <w:rFonts w:cs="Arial"/>
          <w:color w:val="000000"/>
        </w:rPr>
        <w:t xml:space="preserve"> для домов без мусоропроводов.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lastRenderedPageBreak/>
        <w:t>2.3.6.</w:t>
      </w:r>
      <w:r w:rsidRPr="006614A7">
        <w:rPr>
          <w:rFonts w:cs="Arial"/>
          <w:color w:val="000000"/>
        </w:rPr>
        <w:t xml:space="preserve"> Контейнеры для отходов необходимо размещать на расстоянии от окон и дверей жилых зданий не менее </w:t>
      </w:r>
      <w:smartTag w:uri="urn:schemas-microsoft-com:office:smarttags" w:element="metricconverter">
        <w:smartTagPr>
          <w:attr w:name="ProductID" w:val="20 м"/>
        </w:smartTagPr>
        <w:r w:rsidRPr="006614A7">
          <w:rPr>
            <w:rFonts w:cs="Arial"/>
            <w:color w:val="000000"/>
          </w:rPr>
          <w:t>20 м</w:t>
        </w:r>
      </w:smartTag>
      <w:r w:rsidRPr="006614A7">
        <w:rPr>
          <w:rFonts w:cs="Arial"/>
          <w:color w:val="000000"/>
        </w:rPr>
        <w:t xml:space="preserve">, но не более </w:t>
      </w:r>
      <w:smartTag w:uri="urn:schemas-microsoft-com:office:smarttags" w:element="metricconverter">
        <w:smartTagPr>
          <w:attr w:name="ProductID" w:val="100 м"/>
        </w:smartTagPr>
        <w:r w:rsidRPr="006614A7">
          <w:rPr>
            <w:rFonts w:cs="Arial"/>
            <w:color w:val="000000"/>
          </w:rPr>
          <w:t>100 м</w:t>
        </w:r>
      </w:smartTag>
      <w:r w:rsidRPr="006614A7">
        <w:rPr>
          <w:rFonts w:cs="Arial"/>
          <w:color w:val="000000"/>
        </w:rPr>
        <w:t xml:space="preserve"> от входных подъездов.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Размер площадок для мусоросборников должен быть рассчитан на установку необходимого числа контейнеров, но не более 5. Площадка для мусоросборников должна иметь ограждение и отделяться кустовыми насаждениями. К площадкам для мусоросборников должны быть обеспечены подходы и подъезды, обеспечивающие маневрирование мусоровывозящих машин.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2.3.7</w:t>
      </w:r>
      <w:r w:rsidRPr="006614A7">
        <w:rPr>
          <w:rFonts w:cs="Arial"/>
          <w:color w:val="000000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</w:t>
      </w:r>
      <w:smartTag w:uri="urn:schemas-microsoft-com:office:smarttags" w:element="metricconverter">
        <w:smartTagPr>
          <w:attr w:name="ProductID" w:val="6 кв. м"/>
        </w:smartTagPr>
        <w:r w:rsidRPr="006614A7">
          <w:rPr>
            <w:rFonts w:cs="Arial"/>
            <w:color w:val="000000"/>
          </w:rPr>
          <w:t>6 кв. м</w:t>
        </w:r>
      </w:smartTag>
      <w:r w:rsidRPr="006614A7">
        <w:rPr>
          <w:rFonts w:cs="Arial"/>
          <w:color w:val="000000"/>
        </w:rPr>
        <w:t xml:space="preserve"> на 1 человека, или не менее 25% площади территории микрорайона (квартала).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 площадь участков озелененной территории включаются площадки для отдыха и игр детей, имеющие травяное покрытие, и пешеходные дорожки, имеющие покрытие из плит.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Минимальная норма озелененных территорий для микрорайона (квартала) рассчитывается на максимально возможное население (с учетом обеспеченности общей площади на 1 человека),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2.3.8.</w:t>
      </w:r>
      <w:r w:rsidRPr="006614A7">
        <w:rPr>
          <w:color w:val="000000"/>
          <w:sz w:val="24"/>
          <w:szCs w:val="24"/>
        </w:rPr>
        <w:t xml:space="preserve"> Гаражи-автостоянки на территории многоквартирной жилой застройки (встроенные, встроенно-пристроенные, подземные) предназначены для хранения автомобилей населения, проживающего на данной территории.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Размещение отдельно стоящих гаражей на 1 машино-место и подъездов к ним на придомовой территории многоквартирных домов не допускается, за исключением случаев установки некапитального гаража или стоянки для технических средств передвижения инвалидов, которые размещаются с учетом градостроительных норм.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7" w:name="_Toc297163329"/>
      <w:r w:rsidRPr="006614A7">
        <w:rPr>
          <w:i/>
          <w:iCs w:val="0"/>
          <w:color w:val="000000"/>
          <w:sz w:val="24"/>
          <w:szCs w:val="24"/>
        </w:rPr>
        <w:t>2.4. Территории, предназначенные для ведения садоводства, огородничества, дачного хозяйства</w:t>
      </w:r>
      <w:r w:rsidRPr="006614A7">
        <w:rPr>
          <w:rStyle w:val="af9"/>
          <w:i/>
          <w:iCs w:val="0"/>
          <w:color w:val="000000"/>
          <w:sz w:val="24"/>
          <w:szCs w:val="24"/>
        </w:rPr>
        <w:footnoteReference w:id="2"/>
      </w:r>
      <w:bookmarkEnd w:id="7"/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2.4.1.</w:t>
      </w:r>
      <w:r w:rsidRPr="006614A7">
        <w:rPr>
          <w:rFonts w:cs="Arial"/>
          <w:color w:val="000000"/>
        </w:rPr>
        <w:t>Территория садоводческого (дачного) объединения должна быть соединена подъездной дорогой с автомобильной дорогой общего пользования.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На территорию садоводческого (дачного) объединения с числом садовых участков до 50 следует предусматривать один въезд, более 50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двух въездов.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2.4.2.</w:t>
      </w:r>
      <w:r w:rsidRPr="006614A7">
        <w:rPr>
          <w:rFonts w:cs="Arial"/>
          <w:color w:val="000000"/>
        </w:rPr>
        <w:t>Земельный участок, предоставленный садоводческому (дачному) объединению, состоит из земель общего пользования и индивидуальных участков.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К землям общего пользования относятся земли, занятые дорогами, улицами, проездами (в пределах красных линий), пожарными водоемами, а также площадками и участками объектов общего пользования (включая их санитарно-защитные зоны). Минимально необходимый состав зданий, сооружений, площадок общего пользования приведен в таблице 6.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outlineLvl w:val="0"/>
        <w:rPr>
          <w:rFonts w:cs="Arial"/>
          <w:color w:val="000000"/>
        </w:rPr>
      </w:pPr>
      <w:bookmarkStart w:id="8" w:name="_Toc297163330"/>
      <w:r w:rsidRPr="006614A7">
        <w:rPr>
          <w:rFonts w:cs="Arial"/>
          <w:color w:val="000000"/>
        </w:rPr>
        <w:t>Таблица 6 Состав объектов садоводческого (дачного) объединения</w:t>
      </w:r>
      <w:bookmarkEnd w:id="8"/>
    </w:p>
    <w:tbl>
      <w:tblPr>
        <w:tblW w:w="0" w:type="auto"/>
        <w:jc w:val="center"/>
        <w:tblInd w:w="2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1965"/>
        <w:gridCol w:w="1965"/>
        <w:gridCol w:w="1486"/>
      </w:tblGrid>
      <w:tr w:rsidR="0053501A" w:rsidRPr="006614A7">
        <w:trPr>
          <w:jc w:val="center"/>
        </w:trPr>
        <w:tc>
          <w:tcPr>
            <w:tcW w:w="44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Объекты</w:t>
            </w:r>
          </w:p>
        </w:tc>
        <w:tc>
          <w:tcPr>
            <w:tcW w:w="54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57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Удельные размеры земельных участков, м</w:t>
            </w:r>
            <w:r w:rsidRPr="006614A7">
              <w:rPr>
                <w:rFonts w:cs="Arial"/>
                <w:b/>
                <w:color w:val="000000"/>
                <w:vertAlign w:val="superscript"/>
              </w:rPr>
              <w:t>2</w:t>
            </w:r>
            <w:r w:rsidRPr="006614A7">
              <w:rPr>
                <w:rFonts w:cs="Arial"/>
                <w:b/>
                <w:color w:val="000000"/>
              </w:rPr>
              <w:t xml:space="preserve"> на 1 садовый участок, на территории садоводческих (дачных) </w:t>
            </w:r>
            <w:r w:rsidRPr="006614A7">
              <w:rPr>
                <w:rFonts w:cs="Arial"/>
                <w:b/>
                <w:color w:val="000000"/>
              </w:rPr>
              <w:lastRenderedPageBreak/>
              <w:t>объединений с числом участков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15 </w:t>
            </w:r>
            <w:r w:rsidRPr="006614A7">
              <w:rPr>
                <w:rFonts w:cs="Arial"/>
                <w:b/>
                <w:color w:val="000000"/>
              </w:rPr>
              <w:sym w:font="Symbol" w:char="002D"/>
            </w:r>
            <w:r w:rsidRPr="006614A7">
              <w:rPr>
                <w:rFonts w:cs="Arial"/>
                <w:b/>
                <w:color w:val="000000"/>
              </w:rPr>
              <w:t xml:space="preserve"> 100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101 </w:t>
            </w:r>
            <w:r w:rsidRPr="006614A7">
              <w:rPr>
                <w:rFonts w:cs="Arial"/>
                <w:b/>
                <w:color w:val="000000"/>
              </w:rPr>
              <w:sym w:font="Symbol" w:char="002D"/>
            </w:r>
            <w:r w:rsidRPr="006614A7">
              <w:rPr>
                <w:rFonts w:cs="Arial"/>
                <w:b/>
                <w:color w:val="000000"/>
              </w:rPr>
              <w:t xml:space="preserve"> 300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301 и более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Сторожка с правлением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1-0,7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0,7-0,5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0,4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Магазин смешанной торговли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2-0,5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0,5-0,2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0,2 и менее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Здания и сооружения для хранения средств пожаротушения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0,5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0,35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br w:type="page"/>
              <w:t>Площадки для мусоросборников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0,1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0,1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0,1</w:t>
            </w:r>
          </w:p>
        </w:tc>
      </w:tr>
      <w:tr w:rsidR="0053501A" w:rsidRPr="006614A7">
        <w:trPr>
          <w:jc w:val="center"/>
        </w:trPr>
        <w:tc>
          <w:tcPr>
            <w:tcW w:w="4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Площадка для стоянки автомобилей при въезде на территорию садоводческого объединения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0,9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0,9-0,4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0,4 и менее</w:t>
            </w:r>
          </w:p>
        </w:tc>
      </w:tr>
    </w:tbl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2.4.3.</w:t>
      </w:r>
      <w:r w:rsidRPr="006614A7">
        <w:rPr>
          <w:rFonts w:cs="Arial"/>
          <w:color w:val="000000"/>
        </w:rPr>
        <w:t xml:space="preserve"> Здания и сооружения общего пользования должны отстоять от границ садовых (дачных) участков не менее чем на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2.4.4.</w:t>
      </w:r>
      <w:r w:rsidRPr="006614A7">
        <w:rPr>
          <w:rFonts w:cs="Arial"/>
          <w:color w:val="000000"/>
        </w:rPr>
        <w:t xml:space="preserve"> Порядок размещения объектов различного назначения в садоводческих, огороднических и дачных объединениях устанавливается их учредительными документами. 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2.4.5. </w:t>
      </w:r>
      <w:r w:rsidRPr="006614A7">
        <w:rPr>
          <w:rFonts w:cs="Arial"/>
          <w:color w:val="000000"/>
        </w:rPr>
        <w:t>Планировочное решение территории садоводческого (дачного) объединения должно обеспечивать проезд автотранспорта ко всем индивидуальным садовым участкам, объединенным в группы, и объектам общего пользования.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2.4.6.</w:t>
      </w:r>
      <w:r w:rsidRPr="006614A7">
        <w:rPr>
          <w:rFonts w:cs="Arial"/>
          <w:color w:val="000000"/>
        </w:rPr>
        <w:t xml:space="preserve"> На территории садоводческого (дачного) объединения ширина улиц и проездов в красных линиях должна быть, м: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для улиц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15;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для проездов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9.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Минимальный радиус закругления края проезжей части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</w:t>
      </w:r>
      <w:smartTag w:uri="urn:schemas-microsoft-com:office:smarttags" w:element="metricconverter">
        <w:smartTagPr>
          <w:attr w:name="ProductID" w:val="6,0 м"/>
        </w:smartTagPr>
        <w:r w:rsidRPr="006614A7">
          <w:rPr>
            <w:rFonts w:cs="Arial"/>
            <w:color w:val="000000"/>
          </w:rPr>
          <w:t>6,0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Ширина проезжей части улиц и проездов принимается в соответствии с требованиями Федерального закона «Технический регламент о требованиях пожарной безопасности» от 22.07.2008 г. № 123-ФЗ: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для улиц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</w:t>
      </w:r>
      <w:smartTag w:uri="urn:schemas-microsoft-com:office:smarttags" w:element="metricconverter">
        <w:smartTagPr>
          <w:attr w:name="ProductID" w:val="7,0 м"/>
        </w:smartTagPr>
        <w:r w:rsidRPr="006614A7">
          <w:rPr>
            <w:rFonts w:cs="Arial"/>
            <w:color w:val="000000"/>
          </w:rPr>
          <w:t>7,0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для проездов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</w:t>
      </w:r>
      <w:smartTag w:uri="urn:schemas-microsoft-com:office:smarttags" w:element="metricconverter">
        <w:smartTagPr>
          <w:attr w:name="ProductID" w:val="3,5 м"/>
        </w:smartTagPr>
        <w:r w:rsidRPr="006614A7">
          <w:rPr>
            <w:rFonts w:cs="Arial"/>
            <w:color w:val="000000"/>
          </w:rPr>
          <w:t>3,5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На проездах следует предусматривать разъездные площадки длиной не менее </w:t>
      </w:r>
      <w:smartTag w:uri="urn:schemas-microsoft-com:office:smarttags" w:element="metricconverter">
        <w:smartTagPr>
          <w:attr w:name="ProductID" w:val="15 м"/>
        </w:smartTagPr>
        <w:r w:rsidRPr="006614A7">
          <w:rPr>
            <w:rFonts w:cs="Arial"/>
            <w:color w:val="000000"/>
          </w:rPr>
          <w:t>15 м</w:t>
        </w:r>
      </w:smartTag>
      <w:r w:rsidRPr="006614A7">
        <w:rPr>
          <w:rFonts w:cs="Arial"/>
          <w:color w:val="000000"/>
        </w:rPr>
        <w:t xml:space="preserve"> и шириной не менее </w:t>
      </w:r>
      <w:smartTag w:uri="urn:schemas-microsoft-com:office:smarttags" w:element="metricconverter">
        <w:smartTagPr>
          <w:attr w:name="ProductID" w:val="7 м"/>
        </w:smartTagPr>
        <w:r w:rsidRPr="006614A7">
          <w:rPr>
            <w:rFonts w:cs="Arial"/>
            <w:color w:val="000000"/>
          </w:rPr>
          <w:t>7 м</w:t>
        </w:r>
      </w:smartTag>
      <w:r w:rsidRPr="006614A7">
        <w:rPr>
          <w:rFonts w:cs="Arial"/>
          <w:color w:val="000000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6614A7">
          <w:rPr>
            <w:rFonts w:cs="Arial"/>
            <w:color w:val="000000"/>
          </w:rPr>
          <w:t>200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Тупиковые проезды в соответствии с требованиями статьи 67 Федерального закона от 22.07.2008 г. № 123-ФЗ «Технический регламент о требованиях пожарной безопасности» следует проектировать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color w:val="000000"/>
          </w:rPr>
          <w:t>150 м</w:t>
        </w:r>
      </w:smartTag>
      <w:r w:rsidRPr="006614A7">
        <w:rPr>
          <w:rFonts w:cs="Arial"/>
          <w:color w:val="000000"/>
        </w:rPr>
        <w:t>. При этом тупиковые проезды должны заканчиваться площадками для разворота пожарной техники размером не менее 15×15 м.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2.4.7.</w:t>
      </w:r>
      <w:r w:rsidRPr="006614A7">
        <w:rPr>
          <w:rFonts w:cs="Arial"/>
          <w:color w:val="000000"/>
        </w:rPr>
        <w:t xml:space="preserve"> По границе территории садоводческого (дачного) объединения проектируется ограждение. Допускается не предусматривать ограждение при наличии естественных границ (река, бровка оврага и др.).</w:t>
      </w:r>
    </w:p>
    <w:p w:rsidR="0053501A" w:rsidRPr="006614A7" w:rsidRDefault="0053501A" w:rsidP="006614A7">
      <w:pPr>
        <w:widowControl w:val="0"/>
        <w:spacing w:line="235" w:lineRule="auto"/>
        <w:ind w:firstLine="709"/>
        <w:outlineLvl w:val="0"/>
        <w:rPr>
          <w:rFonts w:cs="Arial"/>
          <w:b/>
          <w:color w:val="000000"/>
        </w:rPr>
      </w:pPr>
      <w:bookmarkStart w:id="9" w:name="_Toc297163331"/>
      <w:r w:rsidRPr="006614A7">
        <w:rPr>
          <w:rFonts w:cs="Arial"/>
          <w:b/>
          <w:color w:val="000000"/>
        </w:rPr>
        <w:t>2.4.8. Территория индивидуального садового, огородного, дачного участка</w:t>
      </w:r>
      <w:bookmarkEnd w:id="9"/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2.4.8.1.</w:t>
      </w:r>
      <w:r w:rsidRPr="006614A7">
        <w:rPr>
          <w:rFonts w:cs="Arial"/>
          <w:color w:val="000000"/>
        </w:rPr>
        <w:t xml:space="preserve">. Площадь индивидуального садового (дачного) участка рекомендуется принимать не менее </w:t>
      </w:r>
      <w:smartTag w:uri="urn:schemas-microsoft-com:office:smarttags" w:element="metricconverter">
        <w:smartTagPr>
          <w:attr w:name="ProductID" w:val="0,06 га"/>
        </w:smartTagPr>
        <w:r w:rsidRPr="006614A7">
          <w:rPr>
            <w:rFonts w:cs="Arial"/>
            <w:color w:val="000000"/>
          </w:rPr>
          <w:t>0,06 га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2.4.8.2.</w:t>
      </w:r>
      <w:r w:rsidRPr="006614A7">
        <w:rPr>
          <w:rFonts w:cs="Arial"/>
          <w:color w:val="000000"/>
        </w:rPr>
        <w:t xml:space="preserve"> Индивидуальные земельные участки, как правило, должны быть ограждены. Ограждения с целью минимального затенения территории соседних </w:t>
      </w:r>
      <w:r w:rsidRPr="006614A7">
        <w:rPr>
          <w:rFonts w:cs="Arial"/>
          <w:color w:val="000000"/>
        </w:rPr>
        <w:lastRenderedPageBreak/>
        <w:t xml:space="preserve">участков должны быть сетчатые или решетчатые высотой </w:t>
      </w:r>
      <w:smartTag w:uri="urn:schemas-microsoft-com:office:smarttags" w:element="metricconverter">
        <w:smartTagPr>
          <w:attr w:name="ProductID" w:val="1,5 м"/>
        </w:smartTagPr>
        <w:r w:rsidRPr="006614A7">
          <w:rPr>
            <w:rFonts w:cs="Arial"/>
            <w:color w:val="000000"/>
          </w:rPr>
          <w:t>1,5 м</w:t>
        </w:r>
      </w:smartTag>
      <w:r w:rsidRPr="006614A7">
        <w:rPr>
          <w:rFonts w:cs="Arial"/>
          <w:color w:val="000000"/>
        </w:rPr>
        <w:t>. Допускается устройство глухих ограждений со стороны улиц и проездов по решению общего собрания членов садоводческого (дачного) объединения.</w:t>
      </w:r>
    </w:p>
    <w:p w:rsidR="0053501A" w:rsidRPr="006614A7" w:rsidRDefault="0053501A" w:rsidP="006614A7">
      <w:pPr>
        <w:pStyle w:val="ConsPlusNormal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2.4.8.3.</w:t>
      </w:r>
      <w:r w:rsidRPr="006614A7">
        <w:rPr>
          <w:color w:val="000000"/>
          <w:sz w:val="24"/>
          <w:szCs w:val="24"/>
        </w:rPr>
        <w:t xml:space="preserve"> На садовом земельном участке могут возводиться жилое строение, хозяйственные строения и сооружения.</w:t>
      </w:r>
    </w:p>
    <w:p w:rsidR="0053501A" w:rsidRPr="006614A7" w:rsidRDefault="0053501A" w:rsidP="006614A7">
      <w:pPr>
        <w:pStyle w:val="ConsPlusNormal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На дачном земельном участке могут возводиться жилое строение или жилой дом, хозяйственных строений и сооружений.</w:t>
      </w:r>
    </w:p>
    <w:p w:rsidR="0053501A" w:rsidRPr="006614A7" w:rsidRDefault="0053501A" w:rsidP="006614A7">
      <w:pPr>
        <w:pStyle w:val="ConsPlusNormal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Возможность возведения на огородном земельном участке некапитального жилого строения, а также хозяйственных строений и сооружений определяется градостроительным регламентом территории.</w:t>
      </w:r>
    </w:p>
    <w:p w:rsidR="0053501A" w:rsidRPr="006614A7" w:rsidRDefault="0053501A" w:rsidP="006614A7">
      <w:pPr>
        <w:pStyle w:val="ConsPlusNormal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Возможность содержания мелкого скота и птицы на территории садового, огородного, дачного участка определяется градостроительным регламентом территории.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Допускается группировать и блокировать строения, жилые дома на двух соседних участках при однорядной застройке и на четырех соседних участках при двухрядной застройке.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2.4.8.4. </w:t>
      </w:r>
      <w:r w:rsidRPr="006614A7">
        <w:rPr>
          <w:rFonts w:cs="Arial"/>
          <w:color w:val="000000"/>
        </w:rPr>
        <w:t>Противопожарные расстояния между строениями и сооружениями в пределах одного садового участка не нормируются.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Противопожарные расстояния между строениями и сооружениями, расположенными на соседних земельных участках, а также между крайними строениями в группе (при группировке или блокировке) устанавливаются в соответствии с требованиями Федерального закона «Технический регламент о требованиях пожарной безопасности» от 22.07.2008 г. № 123-ФЗ.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2.4.8.5.</w:t>
      </w:r>
      <w:r w:rsidRPr="006614A7">
        <w:rPr>
          <w:rFonts w:cs="Arial"/>
          <w:color w:val="000000"/>
        </w:rPr>
        <w:t xml:space="preserve"> Жилое строение, жилой дом должны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6614A7">
          <w:rPr>
            <w:rFonts w:cs="Arial"/>
            <w:color w:val="000000"/>
          </w:rPr>
          <w:t>5 м</w:t>
        </w:r>
      </w:smartTag>
      <w:r w:rsidRPr="006614A7">
        <w:rPr>
          <w:rFonts w:cs="Arial"/>
          <w:color w:val="000000"/>
        </w:rPr>
        <w:t xml:space="preserve">, от красной линии проездов </w:t>
      </w:r>
      <w:r w:rsidRPr="006614A7">
        <w:rPr>
          <w:rFonts w:cs="Arial"/>
          <w:color w:val="000000"/>
        </w:rPr>
        <w:sym w:font="Symbol" w:char="002D"/>
      </w:r>
      <w:r w:rsidRPr="006614A7">
        <w:rPr>
          <w:rFonts w:cs="Arial"/>
          <w:color w:val="000000"/>
        </w:rPr>
        <w:t xml:space="preserve"> не менее чем на </w:t>
      </w:r>
      <w:smartTag w:uri="urn:schemas-microsoft-com:office:smarttags" w:element="metricconverter">
        <w:smartTagPr>
          <w:attr w:name="ProductID" w:val="3 м"/>
        </w:smartTagPr>
        <w:r w:rsidRPr="006614A7">
          <w:rPr>
            <w:rFonts w:cs="Arial"/>
            <w:color w:val="000000"/>
          </w:rPr>
          <w:t>3 м</w:t>
        </w:r>
      </w:smartTag>
      <w:r w:rsidRPr="006614A7">
        <w:rPr>
          <w:rFonts w:cs="Arial"/>
          <w:color w:val="000000"/>
        </w:rPr>
        <w:t xml:space="preserve">. При этом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6614A7">
          <w:rPr>
            <w:rFonts w:cs="Arial"/>
            <w:color w:val="000000"/>
          </w:rPr>
          <w:t>5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2.4.8.6.</w:t>
      </w:r>
      <w:r w:rsidRPr="006614A7">
        <w:rPr>
          <w:rFonts w:cs="Arial"/>
          <w:color w:val="000000"/>
        </w:rPr>
        <w:t xml:space="preserve"> Минимальные расстояния до границы соседнего участка по санитарно-бытовым условиям принимать согласно пп. 2.2.6, 2.2.7. настоящих нормативов.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2.4.8.7.</w:t>
      </w:r>
      <w:r w:rsidRPr="006614A7">
        <w:rPr>
          <w:rFonts w:cs="Arial"/>
          <w:color w:val="000000"/>
        </w:rPr>
        <w:t xml:space="preserve"> В случае примыкания хозяйственных построек к жилому строению, жилому дому помещения для мелкого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6614A7">
          <w:rPr>
            <w:rFonts w:cs="Arial"/>
            <w:color w:val="000000"/>
          </w:rPr>
          <w:t>7 м</w:t>
        </w:r>
      </w:smartTag>
      <w:r w:rsidRPr="006614A7">
        <w:rPr>
          <w:rFonts w:cs="Arial"/>
          <w:color w:val="000000"/>
        </w:rPr>
        <w:t xml:space="preserve"> от входа в дом.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 этих случаях расстояние до границы с соседним участком измеряется отдельно от каждого объекта блокировки.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2.4.8.8.</w:t>
      </w:r>
      <w:r w:rsidRPr="006614A7">
        <w:rPr>
          <w:rFonts w:cs="Arial"/>
          <w:color w:val="000000"/>
        </w:rPr>
        <w:t xml:space="preserve"> Стоянки для автомобилей могут быть отдельно стоящими, встроенными или пристроенными к садовому дому и хозяйственным постройкам.</w:t>
      </w:r>
    </w:p>
    <w:p w:rsidR="0053501A" w:rsidRPr="006614A7" w:rsidRDefault="0053501A" w:rsidP="006614A7">
      <w:pPr>
        <w:pStyle w:val="2"/>
        <w:ind w:firstLine="709"/>
        <w:jc w:val="both"/>
        <w:rPr>
          <w:bCs w:val="0"/>
          <w:i/>
          <w:iCs w:val="0"/>
          <w:color w:val="000000"/>
          <w:sz w:val="24"/>
          <w:szCs w:val="24"/>
        </w:rPr>
      </w:pPr>
      <w:bookmarkStart w:id="10" w:name="_Toc297163332"/>
      <w:r w:rsidRPr="006614A7">
        <w:rPr>
          <w:bCs w:val="0"/>
          <w:i/>
          <w:iCs w:val="0"/>
          <w:color w:val="000000"/>
          <w:sz w:val="24"/>
          <w:szCs w:val="24"/>
        </w:rPr>
        <w:t>3. ОБЩЕСТВЕННО-ДЕЛОВЫЕ ЗОНЫ</w:t>
      </w:r>
      <w:bookmarkEnd w:id="10"/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11" w:name="_Toc297163333"/>
      <w:r w:rsidRPr="006614A7">
        <w:rPr>
          <w:i/>
          <w:iCs w:val="0"/>
          <w:color w:val="000000"/>
          <w:sz w:val="24"/>
          <w:szCs w:val="24"/>
        </w:rPr>
        <w:t>3.1. Общие требования</w:t>
      </w:r>
      <w:bookmarkEnd w:id="11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3.1.1</w:t>
      </w:r>
      <w:r w:rsidRPr="006614A7">
        <w:rPr>
          <w:color w:val="000000"/>
          <w:sz w:val="24"/>
          <w:szCs w:val="24"/>
        </w:rPr>
        <w:t>.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3.1.2.</w:t>
      </w:r>
      <w:r w:rsidRPr="006614A7">
        <w:rPr>
          <w:color w:val="000000"/>
          <w:sz w:val="24"/>
          <w:szCs w:val="24"/>
        </w:rPr>
        <w:t xml:space="preserve"> По типу застройки и составу размещаемых объектов общественно-деловые зоны могут подразделяться на многофункциональные зоны и зоны специализированной общественной застройки.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3.1.3.</w:t>
      </w:r>
      <w:r w:rsidRPr="006614A7">
        <w:rPr>
          <w:color w:val="000000"/>
          <w:sz w:val="24"/>
          <w:szCs w:val="24"/>
        </w:rPr>
        <w:t xml:space="preserve"> Зоны специализированной общественной застройки формируются как специализированные центры - административные, медицинские, научные, учебные, торговые (в том числе ярмарки, рынки), спортивные и другие.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При размещении указанных зон следует учитывать особенности их функционирования, потребность в территории, необходимость устройства автостоянок большой вместимости, создание развитой транспортной и инженерной инфраструктур, а также степень воздействия на окружающую среду и прилегающую застройку.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i/>
          <w:color w:val="000000"/>
        </w:rPr>
      </w:pPr>
      <w:r w:rsidRPr="006614A7">
        <w:rPr>
          <w:rFonts w:cs="Arial"/>
          <w:b/>
          <w:i/>
          <w:color w:val="000000"/>
        </w:rPr>
        <w:t>3.1.4.</w:t>
      </w:r>
      <w:r w:rsidRPr="006614A7">
        <w:rPr>
          <w:rFonts w:cs="Arial"/>
          <w:i/>
          <w:color w:val="000000"/>
        </w:rPr>
        <w:t>. Для общественно-деловых зон села Берёзово, поселка Сагуны, в пределах которых размещаются объекты культурного наследия, могут выделяться общественно-деловые исторические зоны.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35" w:lineRule="auto"/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Формирование общественно-деловой исторической зоны села Берёзово, пос.Сагуны производится при условии обеспечения сохранности всех исторически ценных градоформирующих факторов: планировки, застройки, композиции, соотношения между различными пространствами (свободными, застроенными, озелененными), объемно-пространственной структуры, фрагментарного и руинированного градостроительного наследия и др. Рекомендуется сохранение исторических функции территорий, приобретенной им в процессе развития.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Вне утвержденных в установленном порядке границ зон охраны объектов культурного наследия (памятников истории и культуры), а также до утверждения в установленном порядке градостроительных регламентов в границах зон охраны объектов культурного наследия (памятников истории и культуры), тип и этажность застройки определяются проектом на основе историко-градостроительных исследований, выявляющих функциональные и архитектурно-пространственные особенности развития города, его историко-культурные традиции, и устанавливающих требования и рекомендации к реконструкции существующей застройки, в том числе регламенты по использованию надземного и подземного пространства.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 w:line="20" w:lineRule="atLeast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3.1.5</w:t>
      </w:r>
      <w:r w:rsidRPr="006614A7">
        <w:rPr>
          <w:rFonts w:cs="Arial"/>
          <w:color w:val="000000"/>
        </w:rPr>
        <w:t>. Процент застроенности территории объектами, расположенными в многофункциональной общественно-деловой зоне, рекомендуется принимать не более 50 %.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12" w:name="_Toc297163334"/>
      <w:r w:rsidRPr="006614A7">
        <w:rPr>
          <w:i/>
          <w:iCs w:val="0"/>
          <w:color w:val="000000"/>
          <w:sz w:val="24"/>
          <w:szCs w:val="24"/>
        </w:rPr>
        <w:t>3.2. Учреждения и предприятия социально</w:t>
      </w:r>
      <w:bookmarkEnd w:id="12"/>
      <w:r w:rsidR="00122D1F" w:rsidRPr="006614A7">
        <w:rPr>
          <w:i/>
          <w:iCs w:val="0"/>
          <w:color w:val="000000"/>
          <w:sz w:val="24"/>
          <w:szCs w:val="24"/>
        </w:rPr>
        <w:t>го и коммунально-бытового обслуживания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3.2.1.</w:t>
      </w:r>
      <w:r w:rsidRPr="006614A7">
        <w:rPr>
          <w:color w:val="000000"/>
          <w:sz w:val="24"/>
          <w:szCs w:val="24"/>
        </w:rPr>
        <w:t xml:space="preserve"> К учреждениям и предприятиям </w:t>
      </w:r>
      <w:r w:rsidR="00122D1F" w:rsidRPr="006614A7">
        <w:rPr>
          <w:iCs/>
          <w:color w:val="000000"/>
          <w:sz w:val="24"/>
          <w:szCs w:val="24"/>
        </w:rPr>
        <w:t>социального и коммунально-бытового обслуживания</w:t>
      </w:r>
      <w:r w:rsidRPr="006614A7">
        <w:rPr>
          <w:color w:val="000000"/>
          <w:sz w:val="24"/>
          <w:szCs w:val="24"/>
        </w:rPr>
        <w:t xml:space="preserve">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проектные организации, кредитно-финансовые учреждения и предприятия связи, научные и административные организации и другие (далее - учреждения и предприятия обслуживания). 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3.2.2.</w:t>
      </w:r>
      <w:r w:rsidRPr="006614A7">
        <w:rPr>
          <w:color w:val="000000"/>
          <w:sz w:val="24"/>
          <w:szCs w:val="24"/>
        </w:rPr>
        <w:t xml:space="preserve"> Расчет количества и вместимости учреждений и предприятий обслуживания, размеры их земельных участков следует принимать по социальным нормативам обеспеченности, региональным нормативам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3.2.3.</w:t>
      </w:r>
      <w:r w:rsidRPr="006614A7">
        <w:rPr>
          <w:color w:val="000000"/>
          <w:sz w:val="24"/>
          <w:szCs w:val="24"/>
        </w:rPr>
        <w:t xml:space="preserve"> Расчетные показатели минимальной обеспеченности социально значимыми объектами повседневного обслуживания приведены в таблице 7.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Таблица 7. Расчетные показатели минимальной обеспеченности социально значимыми объектами повседневного обслуживания населенных пунктов поселения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2551"/>
        <w:gridCol w:w="2268"/>
      </w:tblGrid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lastRenderedPageBreak/>
              <w:t xml:space="preserve">№   </w:t>
            </w:r>
            <w:r w:rsidRPr="006614A7">
              <w:rPr>
                <w:color w:val="000000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Предприятия и учреждения повседневного обслуживания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Минимальная обеспеченность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90 &lt;*&gt;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2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Мест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135 &lt;*&gt;</w:t>
            </w:r>
          </w:p>
        </w:tc>
      </w:tr>
      <w:tr w:rsidR="0053501A" w:rsidRPr="006614A7" w:rsidTr="006614A7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3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Продовольственный, кулинарный магазин, булочная-кондитерская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&lt;**&gt;</w:t>
            </w:r>
          </w:p>
        </w:tc>
      </w:tr>
      <w:tr w:rsidR="0053501A" w:rsidRPr="006614A7" w:rsidTr="006614A7">
        <w:trPr>
          <w:cantSplit/>
          <w:trHeight w:val="7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4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Промтоварный магазин товаров первой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Кв. м торговой площади на 1000 жителей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&lt;**&gt;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5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Приемный пункт прачечной, химчистки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6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Мастерская бытового обслуживания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Рабочих мест на 1000 жителей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7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Аптечный пункт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Объект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</w:tr>
      <w:tr w:rsidR="0053501A" w:rsidRPr="006614A7" w:rsidTr="006614A7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8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Пункт охраны порядка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Кв. м. общей площади на жилую группу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3501A" w:rsidRPr="006614A7" w:rsidTr="006614A7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9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Спортивно-тренажерный зал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Кв. м общей площади на 1000 жителей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&lt;*&gt; При отсутствии расчета по демографии.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&lt;**&gt; Нормативы минимальной обеспеченности населения площадью торговых объектов для Воронежской области, в том числе для входящих в ее состав муниципальных образований, разрабатываются в соответствии с методикой расчета указанных нормативов, утвержденной Правительством Российской Федерации, утверждается Воронежской областной Думой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3.2.4.</w:t>
      </w:r>
      <w:r w:rsidRPr="006614A7">
        <w:rPr>
          <w:color w:val="000000"/>
          <w:sz w:val="24"/>
          <w:szCs w:val="24"/>
        </w:rPr>
        <w:t xml:space="preserve"> Требования к размещению учреждения и предприятия обслуживания следует принимать в соответствии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3.2.5</w:t>
      </w:r>
      <w:r w:rsidRPr="006614A7">
        <w:rPr>
          <w:b/>
          <w:color w:val="000000"/>
          <w:spacing w:val="-2"/>
          <w:sz w:val="24"/>
          <w:szCs w:val="24"/>
        </w:rPr>
        <w:t>.</w:t>
      </w:r>
      <w:r w:rsidRPr="006614A7">
        <w:rPr>
          <w:color w:val="000000"/>
          <w:spacing w:val="-2"/>
          <w:sz w:val="24"/>
          <w:szCs w:val="24"/>
        </w:rPr>
        <w:t xml:space="preserve"> Минимальная обеспеченность предприятиями торговли, общественного питания и бытового обслуживания принимается в соответствии с требованиями </w:t>
      </w:r>
      <w:r w:rsidRPr="006614A7">
        <w:rPr>
          <w:color w:val="000000"/>
          <w:sz w:val="24"/>
          <w:szCs w:val="24"/>
        </w:rPr>
        <w:t>Федерального закона от 28.12. 2009 года № 381-ФЗ «Об основах государственного регулирования торговой деятельности в Российской Федерации», региональными нормативами градостроительного проектирования «Планировка жилых, общественно-деловых и рекреационных зон населенных пунктов Воронежской области».</w:t>
      </w:r>
    </w:p>
    <w:p w:rsidR="0053501A" w:rsidRPr="006614A7" w:rsidRDefault="0053501A" w:rsidP="006614A7">
      <w:pPr>
        <w:pStyle w:val="ConsPlusTitle"/>
        <w:widowControl/>
        <w:ind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3.2.6</w:t>
      </w:r>
      <w:r w:rsidRPr="006614A7">
        <w:rPr>
          <w:color w:val="000000"/>
          <w:spacing w:val="-2"/>
          <w:sz w:val="24"/>
          <w:szCs w:val="24"/>
        </w:rPr>
        <w:t>.</w:t>
      </w: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b w:val="0"/>
          <w:color w:val="000000"/>
          <w:sz w:val="24"/>
          <w:szCs w:val="24"/>
        </w:rPr>
        <w:t xml:space="preserve">Розничные рынки организуются в соответствии с требованиями Федерального закона от 30.12.2006 года № 271-ФЗ «О розничных рынках и о внесении изменений в Трудовой кодекс Российской Федерации» и «Основных требований к планировке, перепланировке и застройке рынков, реконструкции зданий, строений и сооружений и находящихся в них помещений на территории </w:t>
      </w:r>
      <w:r w:rsidRPr="006614A7">
        <w:rPr>
          <w:b w:val="0"/>
          <w:color w:val="000000"/>
          <w:sz w:val="24"/>
          <w:szCs w:val="24"/>
        </w:rPr>
        <w:lastRenderedPageBreak/>
        <w:t>Воронежской области», утвержденных постановлением администрации Воронежской области от 18.04.2007 г. № 338. При этом:</w:t>
      </w:r>
    </w:p>
    <w:p w:rsidR="0053501A" w:rsidRPr="006614A7" w:rsidRDefault="0053501A" w:rsidP="006614A7">
      <w:pPr>
        <w:pStyle w:val="ConsPlusTitle"/>
        <w:widowControl/>
        <w:ind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1) Предельная минимальная площадь рынка составляет </w:t>
      </w:r>
      <w:smartTag w:uri="urn:schemas-microsoft-com:office:smarttags" w:element="metricconverter">
        <w:smartTagPr>
          <w:attr w:name="ProductID" w:val="100 кв. м"/>
        </w:smartTagPr>
        <w:r w:rsidRPr="006614A7">
          <w:rPr>
            <w:b w:val="0"/>
            <w:color w:val="000000"/>
            <w:sz w:val="24"/>
            <w:szCs w:val="24"/>
          </w:rPr>
          <w:t>100 кв. м</w:t>
        </w:r>
      </w:smartTag>
      <w:r w:rsidRPr="006614A7">
        <w:rPr>
          <w:b w:val="0"/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2) Общая площадь рынка определяется из расчета: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от 7 до </w:t>
      </w:r>
      <w:smartTag w:uri="urn:schemas-microsoft-com:office:smarttags" w:element="metricconverter">
        <w:smartTagPr>
          <w:attr w:name="ProductID" w:val="14 кв. м"/>
        </w:smartTagPr>
        <w:r w:rsidRPr="006614A7">
          <w:rPr>
            <w:color w:val="000000"/>
            <w:sz w:val="24"/>
            <w:szCs w:val="24"/>
          </w:rPr>
          <w:t>14 кв. м</w:t>
        </w:r>
      </w:smartTag>
      <w:r w:rsidRPr="006614A7">
        <w:rPr>
          <w:color w:val="000000"/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1 кв. м"/>
        </w:smartTagPr>
        <w:r w:rsidRPr="006614A7">
          <w:rPr>
            <w:color w:val="000000"/>
            <w:sz w:val="24"/>
            <w:szCs w:val="24"/>
          </w:rPr>
          <w:t>1 кв. м</w:t>
        </w:r>
      </w:smartTag>
      <w:r w:rsidRPr="006614A7">
        <w:rPr>
          <w:color w:val="000000"/>
          <w:sz w:val="24"/>
          <w:szCs w:val="24"/>
        </w:rPr>
        <w:t xml:space="preserve"> торговой площади рынка в зависимости от вместимости: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4 кв. м"/>
        </w:smartTagPr>
        <w:r w:rsidRPr="006614A7">
          <w:rPr>
            <w:color w:val="000000"/>
            <w:sz w:val="24"/>
            <w:szCs w:val="24"/>
          </w:rPr>
          <w:t>14 кв. м</w:t>
        </w:r>
      </w:smartTag>
      <w:r w:rsidRPr="006614A7">
        <w:rPr>
          <w:color w:val="000000"/>
          <w:sz w:val="24"/>
          <w:szCs w:val="24"/>
        </w:rPr>
        <w:t xml:space="preserve"> - при торговой площади до </w:t>
      </w:r>
      <w:smartTag w:uri="urn:schemas-microsoft-com:office:smarttags" w:element="metricconverter">
        <w:smartTagPr>
          <w:attr w:name="ProductID" w:val="600 кв. м"/>
        </w:smartTagPr>
        <w:r w:rsidRPr="006614A7">
          <w:rPr>
            <w:color w:val="000000"/>
            <w:sz w:val="24"/>
            <w:szCs w:val="24"/>
          </w:rPr>
          <w:t>600 кв. м</w:t>
        </w:r>
      </w:smartTag>
      <w:r w:rsidRPr="006614A7">
        <w:rPr>
          <w:color w:val="000000"/>
          <w:sz w:val="24"/>
          <w:szCs w:val="24"/>
        </w:rPr>
        <w:t>,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7 кв. м"/>
        </w:smartTagPr>
        <w:r w:rsidRPr="006614A7">
          <w:rPr>
            <w:color w:val="000000"/>
            <w:sz w:val="24"/>
            <w:szCs w:val="24"/>
          </w:rPr>
          <w:t>7 кв. м</w:t>
        </w:r>
      </w:smartTag>
      <w:r w:rsidRPr="006614A7">
        <w:rPr>
          <w:color w:val="000000"/>
          <w:sz w:val="24"/>
          <w:szCs w:val="24"/>
        </w:rPr>
        <w:t xml:space="preserve"> - при торговой площади свыше </w:t>
      </w:r>
      <w:smartTag w:uri="urn:schemas-microsoft-com:office:smarttags" w:element="metricconverter">
        <w:smartTagPr>
          <w:attr w:name="ProductID" w:val="3000 кв. м"/>
        </w:smartTagPr>
        <w:r w:rsidRPr="006614A7">
          <w:rPr>
            <w:color w:val="000000"/>
            <w:sz w:val="24"/>
            <w:szCs w:val="24"/>
          </w:rPr>
          <w:t>3000 кв.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3). Размеры торговой площади рынка определяются из расчета 12 - </w:t>
      </w:r>
      <w:smartTag w:uri="urn:schemas-microsoft-com:office:smarttags" w:element="metricconverter">
        <w:smartTagPr>
          <w:attr w:name="ProductID" w:val="18 кв. м"/>
        </w:smartTagPr>
        <w:r w:rsidRPr="006614A7">
          <w:rPr>
            <w:color w:val="000000"/>
            <w:sz w:val="24"/>
            <w:szCs w:val="24"/>
          </w:rPr>
          <w:t>18 кв. м</w:t>
        </w:r>
      </w:smartTag>
      <w:r w:rsidRPr="006614A7">
        <w:rPr>
          <w:color w:val="000000"/>
          <w:sz w:val="24"/>
          <w:szCs w:val="24"/>
        </w:rPr>
        <w:t xml:space="preserve"> торговой площади на 1000 человек населения муниципального образования.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4). Расчет площади рынка осуществляется по формуле:</w:t>
      </w:r>
    </w:p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тер</w:t>
      </w: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  = A х 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торг  норм</w:t>
      </w: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 х 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тер  норм</w:t>
      </w:r>
      <w:r w:rsidRPr="006614A7">
        <w:rPr>
          <w:rFonts w:ascii="Arial" w:hAnsi="Arial" w:cs="Arial"/>
          <w:color w:val="000000"/>
          <w:sz w:val="24"/>
          <w:szCs w:val="24"/>
        </w:rPr>
        <w:t>,</w:t>
      </w:r>
    </w:p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color w:val="000000"/>
          <w:sz w:val="24"/>
          <w:szCs w:val="24"/>
        </w:rPr>
        <w:t xml:space="preserve">где </w:t>
      </w: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тер</w:t>
      </w:r>
      <w:r w:rsidRPr="006614A7">
        <w:rPr>
          <w:rFonts w:ascii="Arial" w:hAnsi="Arial" w:cs="Arial"/>
          <w:color w:val="000000"/>
          <w:sz w:val="24"/>
          <w:szCs w:val="24"/>
        </w:rPr>
        <w:t xml:space="preserve"> - общая площадь рынка;</w:t>
      </w:r>
    </w:p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color w:val="000000"/>
          <w:sz w:val="24"/>
          <w:szCs w:val="24"/>
        </w:rPr>
        <w:t>А - численность населения в тыс. чел.;</w:t>
      </w:r>
    </w:p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торг норм</w:t>
      </w:r>
      <w:r w:rsidRPr="006614A7">
        <w:rPr>
          <w:rFonts w:ascii="Arial" w:hAnsi="Arial" w:cs="Arial"/>
          <w:color w:val="000000"/>
          <w:sz w:val="24"/>
          <w:szCs w:val="24"/>
        </w:rPr>
        <w:t xml:space="preserve"> -размер торговой площади, установленный п. 3)</w:t>
      </w:r>
    </w:p>
    <w:p w:rsidR="0053501A" w:rsidRPr="006614A7" w:rsidRDefault="0053501A" w:rsidP="006614A7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b/>
          <w:color w:val="000000"/>
          <w:sz w:val="24"/>
          <w:szCs w:val="24"/>
        </w:rPr>
        <w:t xml:space="preserve">S </w:t>
      </w:r>
      <w:r w:rsidRPr="006614A7">
        <w:rPr>
          <w:rFonts w:ascii="Arial" w:hAnsi="Arial" w:cs="Arial"/>
          <w:b/>
          <w:color w:val="000000"/>
          <w:sz w:val="24"/>
          <w:szCs w:val="24"/>
          <w:vertAlign w:val="subscript"/>
        </w:rPr>
        <w:t>тер норм</w:t>
      </w:r>
      <w:r w:rsidRPr="006614A7">
        <w:rPr>
          <w:rFonts w:ascii="Arial" w:hAnsi="Arial" w:cs="Arial"/>
          <w:color w:val="000000"/>
          <w:sz w:val="24"/>
          <w:szCs w:val="24"/>
        </w:rPr>
        <w:t xml:space="preserve"> - размер общей площади рынка, установленный п.2)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3.2.7.</w:t>
      </w:r>
      <w:r w:rsidRPr="006614A7">
        <w:rPr>
          <w:rFonts w:cs="Arial"/>
          <w:color w:val="000000"/>
        </w:rPr>
        <w:t xml:space="preserve"> Не допускается размещение земельного участка для проектирования рынков на дворовой территории жилых зданий, на заболоченных местах с высоким уровнем стояния грунтовых вод, вблизи свалок, животноводческих комплексов, предприятий по переработке кожи, кости и других мест возможного загрязнения.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Рынки рекомендуется размещать в районах с преобладающей жилой застройкой, в составе торговых центров, вблизи транспортных магистралей, остановок городского транспорта, автобусных и </w:t>
      </w:r>
      <w:r w:rsidRPr="006614A7">
        <w:rPr>
          <w:rFonts w:cs="Arial"/>
          <w:i/>
          <w:color w:val="000000"/>
        </w:rPr>
        <w:t>железнодорожных вокзалов (станций).</w:t>
      </w:r>
      <w:r w:rsidRPr="006614A7">
        <w:rPr>
          <w:rFonts w:cs="Arial"/>
          <w:color w:val="000000"/>
        </w:rPr>
        <w:t xml:space="preserve"> Рынки должны быть обеспечены стоянками для временного хранения (парковки) автомобилей обслуживающего персонала и посетителей.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Рекомендуется обеспечивать минимальную плотность застройки территории розничных рынков не менее 50 %.</w:t>
      </w:r>
    </w:p>
    <w:p w:rsidR="0053501A" w:rsidRPr="006614A7" w:rsidRDefault="0053501A" w:rsidP="006614A7">
      <w:pPr>
        <w:pStyle w:val="ConsPlusNormal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3.2.8</w:t>
      </w:r>
      <w:r w:rsidRPr="006614A7">
        <w:rPr>
          <w:color w:val="000000"/>
          <w:sz w:val="24"/>
          <w:szCs w:val="24"/>
        </w:rPr>
        <w:t>. На территории поселения рекомендуется предусматривать временные площадки для организации ярмарочной торговли сельскохозяйственной продукцией, в соответствии с требованиями Федерального закона от 28.12. 2009 года № 381-ФЗ «Об основах государственного регулирования торговой деятельности в Российской Федерации». Размещение и обустройство указанных площадок следует осуществлять в порядке, установленном органами местного самоуправления.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3.2.9</w:t>
      </w:r>
      <w:r w:rsidRPr="006614A7">
        <w:rPr>
          <w:rFonts w:cs="Arial"/>
          <w:color w:val="000000"/>
        </w:rPr>
        <w:t>. Культовые здания и сооружения (храмовые комплексы) следует размещать в общественно-деловых зонах: многофункциональных и специализированных (при учебных заведениях, больницах, приютах, воинских частях, в местах заключения). Кладбищенские храмы располагаются на территории кладбищ.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При ориентировочном расчете размещения храмов их вместимости определяется исходя из численности и демографического состава населения в соответствии с требованиями СП 31-103-99.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застройке, в том числе от колокольных звонов храмов, в соответствии с требованиями СНиП 23-03-2003.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Размеры земельных участков приходских храмовых комплексов, включающих основные здания и сооружения богослужебного и вспомогательного назначения, рекомендуется принимать из расчета </w:t>
      </w:r>
      <w:smartTag w:uri="urn:schemas-microsoft-com:office:smarttags" w:element="metricconverter">
        <w:smartTagPr>
          <w:attr w:name="ProductID" w:val="7 м2"/>
        </w:smartTagPr>
        <w:r w:rsidRPr="006614A7">
          <w:rPr>
            <w:rFonts w:cs="Arial"/>
            <w:color w:val="000000"/>
          </w:rPr>
          <w:t>7 м</w:t>
        </w:r>
        <w:r w:rsidRPr="006614A7">
          <w:rPr>
            <w:rFonts w:cs="Arial"/>
            <w:color w:val="000000"/>
            <w:vertAlign w:val="superscript"/>
          </w:rPr>
          <w:t>2</w:t>
        </w:r>
      </w:smartTag>
      <w:r w:rsidRPr="006614A7">
        <w:rPr>
          <w:rFonts w:cs="Arial"/>
          <w:color w:val="000000"/>
        </w:rPr>
        <w:t xml:space="preserve"> площади участка на единицу вместимости храма. При строительстве храмовых комплексов в районах затесненной застройки допускается уменьшение удельного показателя площади земельного участка, но не более чем на 20-25 %.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Вокруг храма проектируется круговой обход шириной 3-</w:t>
      </w:r>
      <w:smartTag w:uri="urn:schemas-microsoft-com:office:smarttags" w:element="metricconverter">
        <w:smartTagPr>
          <w:attr w:name="ProductID" w:val="5 м"/>
        </w:smartTagPr>
        <w:r w:rsidRPr="006614A7">
          <w:rPr>
            <w:rFonts w:cs="Arial"/>
            <w:color w:val="000000"/>
          </w:rPr>
          <w:t>5 м</w:t>
        </w:r>
      </w:smartTag>
      <w:r w:rsidRPr="006614A7">
        <w:rPr>
          <w:rFonts w:cs="Arial"/>
          <w:color w:val="000000"/>
        </w:rPr>
        <w:t xml:space="preserve"> с площадками шириной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cs="Arial"/>
            <w:color w:val="000000"/>
          </w:rPr>
          <w:t>6 м</w:t>
        </w:r>
      </w:smartTag>
      <w:r w:rsidRPr="006614A7">
        <w:rPr>
          <w:rFonts w:cs="Arial"/>
          <w:color w:val="000000"/>
        </w:rPr>
        <w:t xml:space="preserve"> перед боковыми входами в храм и напротив алтаря. Перед главным входом следует предусматривать площадь из расчета </w:t>
      </w:r>
      <w:smartTag w:uri="urn:schemas-microsoft-com:office:smarttags" w:element="metricconverter">
        <w:smartTagPr>
          <w:attr w:name="ProductID" w:val="0,2 м2"/>
        </w:smartTagPr>
        <w:r w:rsidRPr="006614A7">
          <w:rPr>
            <w:rFonts w:cs="Arial"/>
            <w:color w:val="000000"/>
          </w:rPr>
          <w:t>0,2 м</w:t>
        </w:r>
        <w:r w:rsidRPr="006614A7">
          <w:rPr>
            <w:rFonts w:cs="Arial"/>
            <w:color w:val="000000"/>
            <w:vertAlign w:val="superscript"/>
          </w:rPr>
          <w:t>2</w:t>
        </w:r>
      </w:smartTag>
      <w:r w:rsidRPr="006614A7">
        <w:rPr>
          <w:rFonts w:cs="Arial"/>
          <w:color w:val="000000"/>
        </w:rPr>
        <w:t xml:space="preserve"> на одно место в храме.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На земельных участках храмовых комплексов не допускается размещать здания и сооружения, не связанные с ними функционально.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Территория храмовых комплексов должна быть благоустроена и озеленена. Площадь озеленения должна составлять не менее 15 % площади участка.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 всему периметру храмового комплекса следует предусматривать ограждение высотой 1,5-</w:t>
      </w:r>
      <w:smartTag w:uri="urn:schemas-microsoft-com:office:smarttags" w:element="metricconverter">
        <w:smartTagPr>
          <w:attr w:name="ProductID" w:val="2,0 м"/>
        </w:smartTagPr>
        <w:r w:rsidRPr="006614A7">
          <w:rPr>
            <w:rFonts w:cs="Arial"/>
            <w:color w:val="000000"/>
          </w:rPr>
          <w:t>2,0 м</w:t>
        </w:r>
      </w:smartTag>
      <w:r w:rsidRPr="006614A7">
        <w:rPr>
          <w:rFonts w:cs="Arial"/>
          <w:color w:val="000000"/>
        </w:rPr>
        <w:t xml:space="preserve">. </w:t>
      </w:r>
    </w:p>
    <w:p w:rsidR="0053501A" w:rsidRPr="006614A7" w:rsidRDefault="0053501A" w:rsidP="006614A7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Стоянки автомобилей следует проектировать за пределами ограждения из расчета 2 машино-места на каждые 50 мест вместимости храма. Стоянки легковых автомобилей и автобусов, а также остановки общественного транспорта следует располагать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6614A7">
          <w:rPr>
            <w:rFonts w:cs="Arial"/>
            <w:color w:val="000000"/>
          </w:rPr>
          <w:t>50 м</w:t>
        </w:r>
      </w:smartTag>
      <w:r w:rsidRPr="006614A7">
        <w:rPr>
          <w:rFonts w:cs="Arial"/>
          <w:color w:val="000000"/>
        </w:rPr>
        <w:t xml:space="preserve"> от зданий храмов. </w:t>
      </w:r>
    </w:p>
    <w:p w:rsidR="0053501A" w:rsidRPr="006614A7" w:rsidRDefault="0053501A" w:rsidP="006614A7">
      <w:pPr>
        <w:pStyle w:val="1"/>
        <w:widowControl w:val="0"/>
        <w:ind w:firstLine="709"/>
        <w:jc w:val="both"/>
        <w:rPr>
          <w:color w:val="000000"/>
        </w:rPr>
      </w:pPr>
      <w:bookmarkStart w:id="13" w:name="_Toc297163335"/>
      <w:r w:rsidRPr="006614A7">
        <w:rPr>
          <w:b w:val="0"/>
          <w:color w:val="000000"/>
        </w:rPr>
        <w:t>Инженерное обеспечение храмовых комплексов следует проектировать в соответствии с требованиями настоящих нормативов с учетом требований СП 31-103-99. При отсутствии в районе размещения храма наружных сетей водопровода и канализации допускается устройство отдельно стоящих люфт-клозетов.</w:t>
      </w:r>
      <w:bookmarkEnd w:id="13"/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14" w:name="_Toc297163336"/>
      <w:r w:rsidRPr="006614A7">
        <w:rPr>
          <w:i/>
          <w:iCs w:val="0"/>
          <w:color w:val="000000"/>
          <w:sz w:val="24"/>
          <w:szCs w:val="24"/>
        </w:rPr>
        <w:t>3.3. Комплексное благоустройство общественно-деловых зон</w:t>
      </w:r>
      <w:bookmarkEnd w:id="14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3.3.1.</w:t>
      </w:r>
      <w:r w:rsidRPr="006614A7">
        <w:rPr>
          <w:color w:val="000000"/>
          <w:sz w:val="24"/>
          <w:szCs w:val="24"/>
        </w:rPr>
        <w:t xml:space="preserve"> При проектировании </w:t>
      </w:r>
      <w:r w:rsidRPr="006614A7">
        <w:rPr>
          <w:b/>
          <w:color w:val="000000"/>
          <w:sz w:val="24"/>
          <w:szCs w:val="24"/>
        </w:rPr>
        <w:t>комплексного благоустройства</w:t>
      </w:r>
      <w:r w:rsidRPr="006614A7">
        <w:rPr>
          <w:color w:val="000000"/>
          <w:sz w:val="24"/>
          <w:szCs w:val="24"/>
        </w:rPr>
        <w:t xml:space="preserve"> общественно-деловых зон следует обеспечивать: открытость и проницаемость территорий для визуального восприятия, условия для беспрепятственного передвижения населения, включая маломобильные группы в соответствии с требованиями регионального норматива «Комплексное благоустройство и озеленение населенных пунктов Воронежской области», 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3.3.2.</w:t>
      </w:r>
      <w:r w:rsidRPr="006614A7">
        <w:rPr>
          <w:color w:val="000000"/>
          <w:sz w:val="24"/>
          <w:szCs w:val="24"/>
        </w:rPr>
        <w:t>. Объектами нормирования комплексного благоустройства на территориях общественного назначения являются: общественные пространства населенных пунктов, участки и зоны общественной застройки, многофункциональные, примагистральные и специализированные общественные зоны населенных пунктов.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Общественные пространства включают: пешеходные зоны и коммуникации, участки активно посещаемой общественной застройки, участки озеленения.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3.3.3.</w:t>
      </w:r>
      <w:r w:rsidRPr="006614A7">
        <w:rPr>
          <w:color w:val="000000"/>
          <w:sz w:val="24"/>
          <w:szCs w:val="24"/>
        </w:rPr>
        <w:t>. Обязательный перечень элементов комплексного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3.3.4.</w:t>
      </w:r>
      <w:r w:rsidRPr="006614A7">
        <w:rPr>
          <w:color w:val="000000"/>
          <w:sz w:val="24"/>
          <w:szCs w:val="24"/>
        </w:rPr>
        <w:t xml:space="preserve"> Пешеходные коммуникации обеспечивают пешеходные связи и передвижения на территории населенного пункта. Обязательный перечень элементов комплексного благоустройства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3.3.5.</w:t>
      </w:r>
      <w:r w:rsidRPr="006614A7">
        <w:rPr>
          <w:color w:val="000000"/>
          <w:sz w:val="24"/>
          <w:szCs w:val="24"/>
        </w:rPr>
        <w:t>. Территории общественных зон, скверов, улиц, бульваров оборудуются малыми архитектурными формами - цветочницами, скамьями, урнами, плескательными и декоративными бассейнами, фонтанами, устройствами для игр детей, отдыха взрослого населения, газетными стендами, оградами, телефонными будками (навесами), павильонами для ожидания автотранспорта.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Конструктивные решения малых архитектурных форм должны обеспечивать их устойчивость, безопасность пользования, при их изготовлении целесообразно использовать традиционные местные материалы - дерево, естественный камень, кирпич, металл.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3.3.6.</w:t>
      </w:r>
      <w:r w:rsidRPr="006614A7">
        <w:rPr>
          <w:color w:val="000000"/>
          <w:sz w:val="24"/>
          <w:szCs w:val="24"/>
        </w:rPr>
        <w:t xml:space="preserve"> Уличное коммунально-бытовое оборудование представлено различными видами мусоросборников-контейнеров и урн. Для сбора бытового мусора на улицах, площадях,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6614A7">
          <w:rPr>
            <w:color w:val="000000"/>
            <w:sz w:val="24"/>
            <w:szCs w:val="24"/>
          </w:rPr>
          <w:t>0,5 куб. м</w:t>
        </w:r>
      </w:smartTag>
      <w:r w:rsidRPr="006614A7">
        <w:rPr>
          <w:color w:val="000000"/>
          <w:sz w:val="24"/>
          <w:szCs w:val="24"/>
        </w:rPr>
        <w:t xml:space="preserve">) и (или) урны, устанавливая их у входов в объекты торговли и общественного питания, другие учреждения общественного назначения, сооружения транспорта (вокзалы, автостанции). 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центра пос.Сагуны - не более </w:t>
      </w:r>
      <w:smartTag w:uri="urn:schemas-microsoft-com:office:smarttags" w:element="metricconverter">
        <w:smartTagPr>
          <w:attr w:name="ProductID" w:val="60 м"/>
        </w:smartTagPr>
        <w:r w:rsidRPr="006614A7">
          <w:rPr>
            <w:color w:val="000000"/>
            <w:sz w:val="24"/>
            <w:szCs w:val="24"/>
          </w:rPr>
          <w:t>60 м</w:t>
        </w:r>
      </w:smartTag>
      <w:r w:rsidRPr="006614A7">
        <w:rPr>
          <w:color w:val="000000"/>
          <w:sz w:val="24"/>
          <w:szCs w:val="24"/>
        </w:rPr>
        <w:t xml:space="preserve">, других территорий </w:t>
      </w:r>
      <w:r w:rsidRPr="006614A7">
        <w:rPr>
          <w:i/>
          <w:color w:val="000000"/>
          <w:sz w:val="24"/>
          <w:szCs w:val="24"/>
        </w:rPr>
        <w:t>: с.Берёзово, хут. Крамарев, хут. Сухая Россошь,, пос.Красный Восход, хут. Скорынин</w:t>
      </w:r>
      <w:r w:rsidRPr="006614A7">
        <w:rPr>
          <w:color w:val="000000"/>
          <w:sz w:val="24"/>
          <w:szCs w:val="24"/>
        </w:rPr>
        <w:t xml:space="preserve"> - не более </w:t>
      </w:r>
      <w:smartTag w:uri="urn:schemas-microsoft-com:office:smarttags" w:element="metricconverter">
        <w:smartTagPr>
          <w:attr w:name="ProductID" w:val="100 м"/>
        </w:smartTagPr>
        <w:r w:rsidRPr="006614A7">
          <w:rPr>
            <w:color w:val="000000"/>
            <w:sz w:val="24"/>
            <w:szCs w:val="24"/>
          </w:rPr>
          <w:t>100 м</w:t>
        </w:r>
      </w:smartTag>
      <w:r w:rsidRPr="006614A7">
        <w:rPr>
          <w:color w:val="000000"/>
          <w:sz w:val="24"/>
          <w:szCs w:val="24"/>
        </w:rPr>
        <w:t xml:space="preserve"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3.3.7. </w:t>
      </w:r>
      <w:r w:rsidRPr="006614A7">
        <w:rPr>
          <w:color w:val="000000"/>
          <w:sz w:val="24"/>
          <w:szCs w:val="24"/>
        </w:rPr>
        <w:t>На территории общественных центров населенных пунктов поселения, примагистральных общественных зон следует проектировать ограждения из кованого металла, чугунного литья или сварной стали, цокольные части оград - из естественного камня или бетона с облицовочными материалами. На территориях общественного назначения рекомендуется применение декоративных металлических ограждений.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6614A7">
          <w:rPr>
            <w:color w:val="000000"/>
            <w:sz w:val="24"/>
            <w:szCs w:val="24"/>
          </w:rPr>
          <w:t>0,5 м</w:t>
        </w:r>
      </w:smartTag>
      <w:r w:rsidRPr="006614A7">
        <w:rPr>
          <w:color w:val="000000"/>
          <w:sz w:val="24"/>
          <w:szCs w:val="24"/>
        </w:rPr>
        <w:t xml:space="preserve"> в местах примыкания газонов к проездам, стоянкам автотранспорта, в местах возможного наезда автомобилей на газон и вытаптывания троп через газон. Ограждения следует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6614A7">
          <w:rPr>
            <w:color w:val="000000"/>
            <w:sz w:val="24"/>
            <w:szCs w:val="24"/>
          </w:rPr>
          <w:t>0,3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В случае произрастания деревьев в зонах интенсивного пешеходного движения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6614A7">
          <w:rPr>
            <w:color w:val="000000"/>
            <w:sz w:val="24"/>
            <w:szCs w:val="24"/>
          </w:rPr>
          <w:t>0,9 м</w:t>
        </w:r>
      </w:smartTag>
      <w:r w:rsidRPr="006614A7">
        <w:rPr>
          <w:color w:val="000000"/>
          <w:sz w:val="24"/>
          <w:szCs w:val="24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6614A7">
          <w:rPr>
            <w:color w:val="000000"/>
            <w:sz w:val="24"/>
            <w:szCs w:val="24"/>
          </w:rPr>
          <w:t>0,8 м</w:t>
        </w:r>
      </w:smartTag>
      <w:r w:rsidRPr="006614A7">
        <w:rPr>
          <w:color w:val="000000"/>
          <w:sz w:val="24"/>
          <w:szCs w:val="24"/>
        </w:rPr>
        <w:t xml:space="preserve"> и более в зависимости от возраста, породы дерева и прочих характеристик.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1"/>
        <w:ind w:firstLine="709"/>
        <w:jc w:val="both"/>
        <w:rPr>
          <w:b w:val="0"/>
          <w:color w:val="000000"/>
        </w:rPr>
      </w:pPr>
      <w:bookmarkStart w:id="15" w:name="_Toc297163337"/>
      <w:r w:rsidRPr="006614A7">
        <w:rPr>
          <w:b w:val="0"/>
          <w:color w:val="000000"/>
        </w:rPr>
        <w:t>4. РЕКРЕАЦИОННЫЕ ЗОНЫ ПОСЕЛЕНИЯ</w:t>
      </w:r>
      <w:bookmarkEnd w:id="15"/>
    </w:p>
    <w:p w:rsidR="0053501A" w:rsidRPr="006614A7" w:rsidRDefault="0053501A" w:rsidP="006614A7">
      <w:pPr>
        <w:pStyle w:val="2"/>
        <w:ind w:firstLine="709"/>
        <w:jc w:val="both"/>
        <w:rPr>
          <w:b w:val="0"/>
          <w:color w:val="000000"/>
          <w:sz w:val="24"/>
          <w:szCs w:val="24"/>
        </w:rPr>
      </w:pPr>
      <w:bookmarkStart w:id="16" w:name="_Toc297163338"/>
      <w:r w:rsidRPr="006614A7">
        <w:rPr>
          <w:i/>
          <w:iCs w:val="0"/>
          <w:color w:val="000000"/>
          <w:sz w:val="24"/>
          <w:szCs w:val="24"/>
        </w:rPr>
        <w:t>4.1. Общие требования</w:t>
      </w:r>
      <w:r w:rsidRPr="006614A7">
        <w:rPr>
          <w:b w:val="0"/>
          <w:color w:val="000000"/>
          <w:sz w:val="24"/>
          <w:szCs w:val="24"/>
        </w:rPr>
        <w:t>:</w:t>
      </w:r>
      <w:bookmarkEnd w:id="16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4.1.1.</w:t>
      </w:r>
      <w:r w:rsidRPr="006614A7">
        <w:rPr>
          <w:color w:val="000000"/>
          <w:sz w:val="24"/>
          <w:szCs w:val="24"/>
        </w:rPr>
        <w:t xml:space="preserve"> Рекреационные зоны поселения могут располагаться как в границах населенных пунктов, так и за их пределами, в составе земель рекреационного назначения.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 состав рекреационных зон населенных пунктов могут включаться озелененные территории общего пользования, занятые скверами, парками, общественными садами, бульварами, пляжами, а также иные территории, используемые и предназначенные для отдыха, туризма, занятий физической культурой и спортом.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</w:t>
      </w:r>
      <w:r w:rsidRPr="006614A7">
        <w:rPr>
          <w:color w:val="000000"/>
          <w:sz w:val="24"/>
          <w:szCs w:val="24"/>
        </w:rPr>
        <w:lastRenderedPageBreak/>
        <w:t>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 составе рекреационных зон могут быть отдельно выделены зоны садово-дачной застройки, если их использование носит сезонный характер и по степени благоустройства и инженерного оборудования они не могут быть отнесены к жилым зонам.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4.1.2.</w:t>
      </w:r>
      <w:r w:rsidRPr="006614A7">
        <w:rPr>
          <w:rFonts w:cs="Arial"/>
          <w:color w:val="000000"/>
        </w:rPr>
        <w:t xml:space="preserve"> 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оздоровительного и рекреационного назначения.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53501A" w:rsidRPr="006614A7" w:rsidRDefault="0053501A" w:rsidP="006614A7">
      <w:pPr>
        <w:pStyle w:val="2"/>
        <w:ind w:firstLine="709"/>
        <w:jc w:val="both"/>
        <w:rPr>
          <w:color w:val="000000"/>
          <w:sz w:val="24"/>
          <w:szCs w:val="24"/>
        </w:rPr>
      </w:pPr>
      <w:bookmarkStart w:id="17" w:name="_Toc297163339"/>
      <w:r w:rsidRPr="006614A7">
        <w:rPr>
          <w:i/>
          <w:iCs w:val="0"/>
          <w:color w:val="000000"/>
          <w:sz w:val="24"/>
          <w:szCs w:val="24"/>
        </w:rPr>
        <w:t>4.2. Озелененные территории общего пользования</w:t>
      </w:r>
      <w:r w:rsidRPr="006614A7">
        <w:rPr>
          <w:color w:val="000000"/>
          <w:sz w:val="24"/>
          <w:szCs w:val="24"/>
        </w:rPr>
        <w:t>:</w:t>
      </w:r>
      <w:bookmarkEnd w:id="17"/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4.2.1.</w:t>
      </w:r>
      <w:r w:rsidRPr="006614A7">
        <w:rPr>
          <w:color w:val="000000"/>
          <w:sz w:val="24"/>
          <w:szCs w:val="24"/>
        </w:rPr>
        <w:t xml:space="preserve"> Озелененные территории - объекты градостроительного нормирования - представлены в виде парков, садов, скверов, бульваров, территорий зеленых насаждений в составе участков жилой, общественной, производственной застройки.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4.2.2.</w:t>
      </w:r>
      <w:r w:rsidRPr="006614A7">
        <w:rPr>
          <w:color w:val="000000"/>
          <w:sz w:val="24"/>
          <w:szCs w:val="24"/>
        </w:rPr>
        <w:t xml:space="preserve"> На озелененных территориях нормируются: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соотношение территорий, занятых зелеными насаждениями, элементами благоустройства, сооружениями и застройкой;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габариты допускаемой застройки и ее назначение;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расстояния от зеленых насаждений до зданий, сооружений, коммуникаций.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4.2.3</w:t>
      </w:r>
      <w:r w:rsidRPr="006614A7">
        <w:rPr>
          <w:color w:val="000000"/>
          <w:sz w:val="24"/>
          <w:szCs w:val="24"/>
        </w:rPr>
        <w:t>. Минимальные размеры площади принимаются (для проектируемых):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парка - </w:t>
      </w:r>
      <w:smartTag w:uri="urn:schemas-microsoft-com:office:smarttags" w:element="metricconverter">
        <w:smartTagPr>
          <w:attr w:name="ProductID" w:val="10 га"/>
        </w:smartTagPr>
        <w:r w:rsidRPr="006614A7">
          <w:rPr>
            <w:color w:val="000000"/>
            <w:sz w:val="24"/>
            <w:szCs w:val="24"/>
          </w:rPr>
          <w:t>10 га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общественных садов - </w:t>
      </w:r>
      <w:smartTag w:uri="urn:schemas-microsoft-com:office:smarttags" w:element="metricconverter">
        <w:smartTagPr>
          <w:attr w:name="ProductID" w:val="3 га"/>
        </w:smartTagPr>
        <w:r w:rsidRPr="006614A7">
          <w:rPr>
            <w:color w:val="000000"/>
            <w:sz w:val="24"/>
            <w:szCs w:val="24"/>
          </w:rPr>
          <w:t>3 га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скверов - </w:t>
      </w:r>
      <w:smartTag w:uri="urn:schemas-microsoft-com:office:smarttags" w:element="metricconverter">
        <w:smartTagPr>
          <w:attr w:name="ProductID" w:val="0,5 га"/>
        </w:smartTagPr>
        <w:r w:rsidRPr="006614A7">
          <w:rPr>
            <w:color w:val="000000"/>
            <w:sz w:val="24"/>
            <w:szCs w:val="24"/>
          </w:rPr>
          <w:t>0,5 га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Для условий реконструкции указанные размеры могут быть уменьшены.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 общем балансе территории парков и садов площадь озелененных территорий следует принимать не менее 70%.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4.2.4. Парк</w:t>
      </w:r>
      <w:r w:rsidRPr="006614A7">
        <w:rPr>
          <w:color w:val="000000"/>
          <w:sz w:val="24"/>
          <w:szCs w:val="24"/>
        </w:rPr>
        <w:t xml:space="preserve">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На территории парка разрешается строительство зданий для обслуживания посетителей и эксплуатации парка, высота которых не превышает </w:t>
      </w:r>
      <w:smartTag w:uri="urn:schemas-microsoft-com:office:smarttags" w:element="metricconverter">
        <w:smartTagPr>
          <w:attr w:name="ProductID" w:val="8 м"/>
        </w:smartTagPr>
        <w:r w:rsidRPr="006614A7">
          <w:rPr>
            <w:color w:val="000000"/>
            <w:sz w:val="24"/>
            <w:szCs w:val="24"/>
          </w:rPr>
          <w:t>8 м</w:t>
        </w:r>
      </w:smartTag>
      <w:r w:rsidRPr="006614A7">
        <w:rPr>
          <w:color w:val="000000"/>
          <w:sz w:val="24"/>
          <w:szCs w:val="24"/>
        </w:rPr>
        <w:t>; высота парковых сооружений (аттракционов) не ограничивается. Площадь застройки не должна превышать 7% территории парка.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Соотношение элементов территории парка следует принимать (% от общей площади парка):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территории зеленых насаждений и водоемов - 65 - 70;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аллеи, дорожки, площадки - 25 - 28;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здания и сооружения - 5 - 7.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4.2.5.</w:t>
      </w:r>
      <w:r w:rsidRPr="006614A7">
        <w:rPr>
          <w:color w:val="000000"/>
          <w:sz w:val="24"/>
          <w:szCs w:val="24"/>
        </w:rPr>
        <w:t xml:space="preserve"> Функциональная организация территории парка включает в себя следующие зоны с преобладающим видом использования (% от общей площади парка):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зона культурно-просветительских мероприятий - 3 - 8;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зона массовых мероприятий (зрелищ, аттракционов и др.) - 5 - 17;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зона физкультурно-оздоровительных мероприятий - 10 - 20;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- зона отдыха детей - 5 - 10;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прогулочная зона - 40 - 75;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хозяйственная зона - 2 - 5.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Размеры земельных участков автостоянок на одно место следует принимать: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для легковых автомобилей - </w:t>
      </w:r>
      <w:smartTag w:uri="urn:schemas-microsoft-com:office:smarttags" w:element="metricconverter">
        <w:smartTagPr>
          <w:attr w:name="ProductID" w:val="25 кв. м"/>
        </w:smartTagPr>
        <w:r w:rsidRPr="006614A7">
          <w:rPr>
            <w:color w:val="000000"/>
            <w:sz w:val="24"/>
            <w:szCs w:val="24"/>
          </w:rPr>
          <w:t>25 кв. м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для автобусов - </w:t>
      </w:r>
      <w:smartTag w:uri="urn:schemas-microsoft-com:office:smarttags" w:element="metricconverter">
        <w:smartTagPr>
          <w:attr w:name="ProductID" w:val="40 кв. м"/>
        </w:smartTagPr>
        <w:r w:rsidRPr="006614A7">
          <w:rPr>
            <w:color w:val="000000"/>
            <w:sz w:val="24"/>
            <w:szCs w:val="24"/>
          </w:rPr>
          <w:t>40 кв. м</w:t>
        </w:r>
      </w:smartTag>
      <w:r w:rsidRPr="006614A7">
        <w:rPr>
          <w:color w:val="000000"/>
          <w:sz w:val="24"/>
          <w:szCs w:val="24"/>
        </w:rPr>
        <w:t>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- для велосипедов - </w:t>
      </w:r>
      <w:smartTag w:uri="urn:schemas-microsoft-com:office:smarttags" w:element="metricconverter">
        <w:smartTagPr>
          <w:attr w:name="ProductID" w:val="0,9 кв. м"/>
        </w:smartTagPr>
        <w:r w:rsidRPr="006614A7">
          <w:rPr>
            <w:color w:val="000000"/>
            <w:sz w:val="24"/>
            <w:szCs w:val="24"/>
          </w:rPr>
          <w:t>0,9 кв.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4.2.6.</w:t>
      </w:r>
      <w:r w:rsidRPr="006614A7">
        <w:rPr>
          <w:color w:val="000000"/>
          <w:sz w:val="24"/>
          <w:szCs w:val="24"/>
        </w:rPr>
        <w:t xml:space="preserve"> Могут предусматриваться специализированные парки (детские, спортивные, выставочные, зоологические, историко-культурные и другие, ботанические сады), размеры которых следует принимать по заданию на проектирование.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4.2.7.</w:t>
      </w: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b/>
          <w:color w:val="000000"/>
          <w:sz w:val="24"/>
          <w:szCs w:val="24"/>
        </w:rPr>
        <w:t>Общественный сад</w:t>
      </w:r>
      <w:r w:rsidRPr="006614A7">
        <w:rPr>
          <w:color w:val="000000"/>
          <w:sz w:val="24"/>
          <w:szCs w:val="24"/>
        </w:rPr>
        <w:t xml:space="preserve"> представляет собой озелененную территорию с ограниченным набором видов рекреационной деятельности, предназначенную преимущественно для прогулок и повседневного отдыха населения, площадью, как правило, от 3 до </w:t>
      </w:r>
      <w:smartTag w:uri="urn:schemas-microsoft-com:office:smarttags" w:element="metricconverter">
        <w:smartTagPr>
          <w:attr w:name="ProductID" w:val="5 га"/>
        </w:smartTagPr>
        <w:r w:rsidRPr="006614A7">
          <w:rPr>
            <w:color w:val="000000"/>
            <w:sz w:val="24"/>
            <w:szCs w:val="24"/>
          </w:rPr>
          <w:t>5 га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На территории общественного сада допускается возведение зданий высотой не более 6 - </w:t>
      </w:r>
      <w:smartTag w:uri="urn:schemas-microsoft-com:office:smarttags" w:element="metricconverter">
        <w:smartTagPr>
          <w:attr w:name="ProductID" w:val="8 м"/>
        </w:smartTagPr>
        <w:r w:rsidRPr="006614A7">
          <w:rPr>
            <w:color w:val="000000"/>
            <w:sz w:val="24"/>
            <w:szCs w:val="24"/>
          </w:rPr>
          <w:t>8 м</w:t>
        </w:r>
      </w:smartTag>
      <w:r w:rsidRPr="006614A7">
        <w:rPr>
          <w:color w:val="000000"/>
          <w:sz w:val="24"/>
          <w:szCs w:val="24"/>
        </w:rPr>
        <w:t>, необходимых для обслуживания посетителей и обеспечения его хозяйственной деятельности. Общая площадь застройки не должна превышать 5% территории сада.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Функциональную направленность организации территории сада рекомендуется принимать в соответствии с назначением общественных территорий, зданий, комплексов, объектов, при которых расположен сад. Во всех случаях на территории сада должна преобладать прогулочная функция.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4.2.8.</w:t>
      </w:r>
      <w:r w:rsidRPr="006614A7">
        <w:rPr>
          <w:color w:val="000000"/>
          <w:sz w:val="24"/>
          <w:szCs w:val="24"/>
        </w:rPr>
        <w:t>. Соотношение элементов территории общественного сада следует принимать (% от общей площади сада):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территории зеленых насаждений и водоемов - 80 - 90;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аллеи, дорожки, площадки - 8 - 15;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здания и сооружения - 2 - 5.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4.2.9. Бульвар и пешеходные аллеи</w:t>
      </w:r>
      <w:r w:rsidRPr="006614A7">
        <w:rPr>
          <w:color w:val="000000"/>
          <w:sz w:val="24"/>
          <w:szCs w:val="24"/>
        </w:rPr>
        <w:t xml:space="preserve"> представляют собой озелененные территории линейной формы, предназначенные для транзитного пешеходного движения, прогулок, повседневного отдыха. Бульвары и пешеходные аллеи следует предусматривать в направлении массовых потоков пешеходного движения.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Ширину бульваров с одной продольной пешеходной аллеей следует принимать (м, не менее):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размещаемых по оси улиц - 18;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размещаемых с одной стороны улицы между проезжей частью и застройкой - 10.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Минимальное соотношение ширины и длины бульвара следует принимать не менее 1 : 3.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При ширине бульвара 18 - </w:t>
      </w:r>
      <w:smartTag w:uri="urn:schemas-microsoft-com:office:smarttags" w:element="metricconverter">
        <w:smartTagPr>
          <w:attr w:name="ProductID" w:val="25 м"/>
        </w:smartTagPr>
        <w:r w:rsidRPr="006614A7">
          <w:rPr>
            <w:color w:val="000000"/>
            <w:sz w:val="24"/>
            <w:szCs w:val="24"/>
          </w:rPr>
          <w:t>25 м</w:t>
        </w:r>
      </w:smartTag>
      <w:r w:rsidRPr="006614A7">
        <w:rPr>
          <w:color w:val="000000"/>
          <w:sz w:val="24"/>
          <w:szCs w:val="24"/>
        </w:rPr>
        <w:t xml:space="preserve"> следует предусматривать устройство одной аллеи шириной 3 -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color w:val="000000"/>
            <w:sz w:val="24"/>
            <w:szCs w:val="24"/>
          </w:rPr>
          <w:t>6 м</w:t>
        </w:r>
      </w:smartTag>
      <w:r w:rsidRPr="006614A7">
        <w:rPr>
          <w:color w:val="000000"/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25 м"/>
        </w:smartTagPr>
        <w:r w:rsidRPr="006614A7">
          <w:rPr>
            <w:color w:val="000000"/>
            <w:sz w:val="24"/>
            <w:szCs w:val="24"/>
          </w:rPr>
          <w:t>25 м</w:t>
        </w:r>
      </w:smartTag>
      <w:r w:rsidRPr="006614A7">
        <w:rPr>
          <w:color w:val="000000"/>
          <w:sz w:val="24"/>
          <w:szCs w:val="24"/>
        </w:rPr>
        <w:t xml:space="preserve"> следует устраивать дополнительно к основной аллее дорожки шириной 1,5 - </w:t>
      </w:r>
      <w:smartTag w:uri="urn:schemas-microsoft-com:office:smarttags" w:element="metricconverter">
        <w:smartTagPr>
          <w:attr w:name="ProductID" w:val="3 м"/>
        </w:smartTagPr>
        <w:r w:rsidRPr="006614A7">
          <w:rPr>
            <w:color w:val="000000"/>
            <w:sz w:val="24"/>
            <w:szCs w:val="24"/>
          </w:rPr>
          <w:t>3 м</w:t>
        </w:r>
      </w:smartTag>
      <w:r w:rsidRPr="006614A7">
        <w:rPr>
          <w:color w:val="000000"/>
          <w:sz w:val="24"/>
          <w:szCs w:val="24"/>
        </w:rPr>
        <w:t xml:space="preserve">, на бульварах шириной более </w:t>
      </w:r>
      <w:smartTag w:uri="urn:schemas-microsoft-com:office:smarttags" w:element="metricconverter">
        <w:smartTagPr>
          <w:attr w:name="ProductID" w:val="50 м"/>
        </w:smartTagPr>
        <w:r w:rsidRPr="006614A7">
          <w:rPr>
            <w:color w:val="000000"/>
            <w:sz w:val="24"/>
            <w:szCs w:val="24"/>
          </w:rPr>
          <w:t>50 м</w:t>
        </w:r>
      </w:smartTag>
      <w:r w:rsidRPr="006614A7">
        <w:rPr>
          <w:color w:val="000000"/>
          <w:sz w:val="24"/>
          <w:szCs w:val="24"/>
        </w:rPr>
        <w:t xml:space="preserve">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Высота зданий не должна превышать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cs="Arial"/>
            <w:color w:val="000000"/>
          </w:rPr>
          <w:t>6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Система входов на бульвар устраивается по длинным его сторонам с шагом не более </w:t>
      </w:r>
      <w:smartTag w:uri="urn:schemas-microsoft-com:office:smarttags" w:element="metricconverter">
        <w:smartTagPr>
          <w:attr w:name="ProductID" w:val="250 м"/>
        </w:smartTagPr>
        <w:r w:rsidRPr="006614A7">
          <w:rPr>
            <w:color w:val="000000"/>
            <w:sz w:val="24"/>
            <w:szCs w:val="24"/>
          </w:rPr>
          <w:t>250 м</w:t>
        </w:r>
      </w:smartTag>
      <w:r w:rsidRPr="006614A7">
        <w:rPr>
          <w:color w:val="000000"/>
          <w:sz w:val="24"/>
          <w:szCs w:val="24"/>
        </w:rPr>
        <w:t xml:space="preserve">, а на улицах с интенсивным движением - в увязке с пешеходными </w:t>
      </w:r>
      <w:r w:rsidRPr="006614A7">
        <w:rPr>
          <w:color w:val="000000"/>
          <w:sz w:val="24"/>
          <w:szCs w:val="24"/>
        </w:rPr>
        <w:lastRenderedPageBreak/>
        <w:t xml:space="preserve">переходами. Вдоль жилых улиц следует проектировать бульварные полосы шириной от 18 до </w:t>
      </w:r>
      <w:smartTag w:uri="urn:schemas-microsoft-com:office:smarttags" w:element="metricconverter">
        <w:smartTagPr>
          <w:attr w:name="ProductID" w:val="30 м"/>
        </w:smartTagPr>
        <w:r w:rsidRPr="006614A7">
          <w:rPr>
            <w:color w:val="000000"/>
            <w:sz w:val="24"/>
            <w:szCs w:val="24"/>
          </w:rPr>
          <w:t>30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4.2.10.</w:t>
      </w:r>
      <w:r w:rsidRPr="006614A7">
        <w:rPr>
          <w:color w:val="000000"/>
          <w:sz w:val="24"/>
          <w:szCs w:val="24"/>
        </w:rPr>
        <w:t>. Соотношение элементов территории бульвара следует принимать согласно таблице 8 в зависимости от его ширины.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Таблица 8. Соотношение элементов территории бульвара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025"/>
        <w:gridCol w:w="2694"/>
        <w:gridCol w:w="1984"/>
        <w:gridCol w:w="1701"/>
      </w:tblGrid>
      <w:tr w:rsidR="0053501A" w:rsidRPr="006614A7" w:rsidTr="006614A7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N</w:t>
            </w:r>
            <w:r w:rsidRPr="006614A7">
              <w:rPr>
                <w:color w:val="000000"/>
                <w:sz w:val="24"/>
                <w:szCs w:val="24"/>
              </w:rPr>
              <w:br/>
              <w:t xml:space="preserve">п/п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Ширина бульвара, м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53501A" w:rsidRPr="006614A7" w:rsidTr="006614A7">
        <w:trPr>
          <w:cantSplit/>
          <w:trHeight w:val="36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аллеи, дорожки, площадки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сооружения и застройка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18 </w:t>
            </w:r>
            <w:r w:rsidR="00E95AFF" w:rsidRPr="006614A7">
              <w:rPr>
                <w:color w:val="000000"/>
                <w:sz w:val="24"/>
                <w:szCs w:val="24"/>
              </w:rPr>
              <w:t>–</w:t>
            </w:r>
            <w:r w:rsidRPr="006614A7">
              <w:rPr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70 - 75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30 - 25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3501A" w:rsidRPr="006614A7" w:rsidTr="006614A7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25 </w:t>
            </w:r>
            <w:r w:rsidR="00E95AFF" w:rsidRPr="006614A7">
              <w:rPr>
                <w:color w:val="000000"/>
                <w:sz w:val="24"/>
                <w:szCs w:val="24"/>
              </w:rPr>
              <w:t>–</w:t>
            </w:r>
            <w:r w:rsidRPr="006614A7">
              <w:rPr>
                <w:color w:val="000000"/>
                <w:sz w:val="24"/>
                <w:szCs w:val="24"/>
              </w:rPr>
              <w:t xml:space="preserve"> 50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75 - 80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23 - 17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2 - 3</w:t>
            </w:r>
          </w:p>
        </w:tc>
      </w:tr>
    </w:tbl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4.2.11. Сквер</w:t>
      </w:r>
      <w:r w:rsidRPr="006614A7">
        <w:rPr>
          <w:color w:val="000000"/>
          <w:sz w:val="24"/>
          <w:szCs w:val="24"/>
        </w:rPr>
        <w:t xml:space="preserve"> представляет собой компактную озелененную территорию, предназначенную для повседневного кратковременного отдыха и транзитного пешеходного передвижения населения, размером, как правило, до </w:t>
      </w:r>
      <w:smartTag w:uri="urn:schemas-microsoft-com:office:smarttags" w:element="metricconverter">
        <w:smartTagPr>
          <w:attr w:name="ProductID" w:val="2,0 га"/>
        </w:smartTagPr>
        <w:r w:rsidRPr="006614A7">
          <w:rPr>
            <w:color w:val="000000"/>
            <w:sz w:val="24"/>
            <w:szCs w:val="24"/>
          </w:rPr>
          <w:t>2,0 га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На территории сквера запрещается размещение застройки.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Соотношение элементов территории сквера следует принимать по таблице 9.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outlineLvl w:val="3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Таблица 9. Соотношение элементов территории сквера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720"/>
        <w:gridCol w:w="2551"/>
        <w:gridCol w:w="2126"/>
      </w:tblGrid>
      <w:tr w:rsidR="0053501A" w:rsidRPr="006614A7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N   </w:t>
            </w:r>
            <w:r w:rsidRPr="006614A7">
              <w:rPr>
                <w:color w:val="000000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3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Скверы 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Элементы территории, % от общей площади</w:t>
            </w:r>
          </w:p>
        </w:tc>
      </w:tr>
      <w:tr w:rsidR="0053501A" w:rsidRPr="006614A7">
        <w:trPr>
          <w:cantSplit/>
          <w:trHeight w:val="480"/>
        </w:trPr>
        <w:tc>
          <w:tcPr>
            <w:tcW w:w="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01A" w:rsidRPr="006614A7" w:rsidRDefault="0053501A" w:rsidP="006614A7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территории зеленых насаждений и водоемов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аллеи, дорожки, площадки, малые формы </w:t>
            </w:r>
          </w:p>
        </w:tc>
      </w:tr>
      <w:tr w:rsidR="0053501A" w:rsidRPr="006614A7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6614A7">
              <w:rPr>
                <w:i/>
                <w:color w:val="000000"/>
                <w:sz w:val="24"/>
                <w:szCs w:val="24"/>
              </w:rPr>
              <w:t>Размещаемые на территориях сельских населенных пунктов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70 – 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30 - 20 </w:t>
            </w:r>
          </w:p>
        </w:tc>
      </w:tr>
    </w:tbl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4.2.12.</w:t>
      </w:r>
      <w:r w:rsidRPr="006614A7">
        <w:rPr>
          <w:color w:val="000000"/>
          <w:sz w:val="24"/>
          <w:szCs w:val="24"/>
        </w:rPr>
        <w:t>. При реконструкции объектов рекреации следует предусматривать: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для парков и садов: реконструкция планировочной структуры (например, изменение плотности дорожно-тропиночной сети), разреживание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архитектурой зданий и сооружений, соотношению высот зданий и зеленых насаждений, восстановление утраченных в процессе роста деревьев и кустарников проектных видовых точек, инсоляцию территорий и зданий, видимость технических средств регулирования дорожного движения, безопасность движения транспорта и пешеходов.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4.2.13. </w:t>
      </w:r>
      <w:r w:rsidRPr="006614A7">
        <w:rPr>
          <w:rFonts w:cs="Arial"/>
          <w:color w:val="000000"/>
        </w:rPr>
        <w:t xml:space="preserve">Для площадок различного функционального назначения </w:t>
      </w:r>
      <w:r w:rsidRPr="006614A7">
        <w:rPr>
          <w:rFonts w:cs="Arial"/>
          <w:color w:val="000000"/>
        </w:rPr>
        <w:lastRenderedPageBreak/>
        <w:t>рекреационных территорий рекомендуется проектировать периметральное озеленение и одиночные посадки деревьев и кустарников с учетом назначения и размеров данных площадок.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Для пешеходных коммуникаций</w:t>
      </w:r>
      <w:r w:rsidRPr="006614A7">
        <w:rPr>
          <w:rFonts w:cs="Arial"/>
          <w:b/>
          <w:color w:val="000000"/>
        </w:rPr>
        <w:t xml:space="preserve"> </w:t>
      </w:r>
      <w:r w:rsidRPr="006614A7">
        <w:rPr>
          <w:rFonts w:cs="Arial"/>
          <w:color w:val="000000"/>
        </w:rPr>
        <w:t>рекреационных территорий (аллей, дорожек, тропинок) рекомендуется проектировать озеленение в виде линейных и одиночных посадок деревьев и кустарников.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Дорожную сеть рекреационных территорий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пунктам, игровым и спортивным площадкам. Ширина дорожки должна быть кратной </w:t>
      </w:r>
      <w:smartTag w:uri="urn:schemas-microsoft-com:office:smarttags" w:element="metricconverter">
        <w:smartTagPr>
          <w:attr w:name="ProductID" w:val="0,75 м"/>
        </w:smartTagPr>
        <w:r w:rsidRPr="006614A7">
          <w:rPr>
            <w:color w:val="000000"/>
            <w:sz w:val="24"/>
            <w:szCs w:val="24"/>
          </w:rPr>
          <w:t>0,75 м</w:t>
        </w:r>
      </w:smartTag>
      <w:r w:rsidRPr="006614A7">
        <w:rPr>
          <w:color w:val="000000"/>
          <w:sz w:val="24"/>
          <w:szCs w:val="24"/>
        </w:rPr>
        <w:t xml:space="preserve"> (ширина полосы движения одного человека). Пешеходные аллеи следует предусматривать в направлении массовых потоков пешеходного движения, предусматривая на них площадки для кратковременного отдыха.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Покрытия площадок, дорожно-тропиночной сети в пределах рекреационных территорий следует применять из плитки, щебня и других прочных минеральных материалов, допуская применение асфальтового покрытия в исключительных случаях.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4.2.14.</w:t>
      </w:r>
      <w:r w:rsidRPr="006614A7">
        <w:rPr>
          <w:color w:val="000000"/>
          <w:sz w:val="24"/>
          <w:szCs w:val="24"/>
        </w:rPr>
        <w:t xml:space="preserve"> При проектировании озеленения рекомендуется соблюдать ориентировочный процент озеленяемых территорий на участках различного функционального назначения (таблица 10).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keepNext/>
        <w:widowControl/>
        <w:ind w:firstLine="709"/>
        <w:jc w:val="both"/>
        <w:outlineLvl w:val="2"/>
        <w:rPr>
          <w:color w:val="000000"/>
          <w:sz w:val="24"/>
          <w:szCs w:val="24"/>
        </w:rPr>
      </w:pPr>
      <w:bookmarkStart w:id="18" w:name="_Toc297163340"/>
      <w:r w:rsidRPr="006614A7">
        <w:rPr>
          <w:color w:val="000000"/>
          <w:sz w:val="24"/>
          <w:szCs w:val="24"/>
        </w:rPr>
        <w:t>Таблица 10 Обеспеченность озелененными территориями участков общественной и производственной застройки (в %)</w:t>
      </w:r>
      <w:bookmarkEnd w:id="18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53501A" w:rsidRPr="006614A7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 w:rsidRPr="006614A7">
              <w:rPr>
                <w:b/>
                <w:color w:val="000000"/>
                <w:sz w:val="24"/>
                <w:szCs w:val="24"/>
              </w:rPr>
              <w:t>Территории участков общественной, жилой,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 w:rsidRPr="006614A7">
              <w:rPr>
                <w:b/>
                <w:color w:val="000000"/>
                <w:sz w:val="24"/>
                <w:szCs w:val="24"/>
              </w:rPr>
              <w:t>Территории озеленения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детских садов-яслей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Не менее 50  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школ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Не менее 40  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больниц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50 &lt;*&gt; - 65  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культурно-просветительных учреждений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20 &lt;*&gt; - 30  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средних специальных учебных заведений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Не менее 40        </w:t>
            </w:r>
          </w:p>
        </w:tc>
      </w:tr>
      <w:tr w:rsidR="0053501A" w:rsidRPr="006614A7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Участки производственной застройки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1A" w:rsidRPr="006614A7" w:rsidRDefault="0053501A" w:rsidP="006614A7">
            <w:pPr>
              <w:pStyle w:val="ConsPlusNorma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10 - 15 &lt;**&gt;        </w:t>
            </w:r>
          </w:p>
        </w:tc>
      </w:tr>
    </w:tbl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&lt;*&gt; В зависимости от градостроительной ситуации (размещение в высокоплотной, сложившейся застройке, условия реконструкции) или профиля учреждения показатели могут быть изменены в меньшую сторону - в этом случае необходимо использовать приемы мобильного и компактного озеленения.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&lt;**&gt; В зависимости от отраслевой направленности производства.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4.2.15.</w:t>
      </w:r>
      <w:r w:rsidRPr="006614A7">
        <w:rPr>
          <w:rFonts w:cs="Arial"/>
          <w:color w:val="000000"/>
        </w:rPr>
        <w:t xml:space="preserve">. Для </w:t>
      </w:r>
      <w:r w:rsidRPr="006614A7">
        <w:rPr>
          <w:rFonts w:cs="Arial"/>
          <w:b/>
          <w:color w:val="000000"/>
        </w:rPr>
        <w:t>улично-дорожной сети</w:t>
      </w:r>
      <w:r w:rsidRPr="006614A7">
        <w:rPr>
          <w:rFonts w:cs="Arial"/>
          <w:color w:val="000000"/>
        </w:rPr>
        <w:t xml:space="preserve"> рекомендуется проектировать озеленение в виде линейных и одиночных посадок деревьев и кустарников. При проектировании озеленения улиц и дорог минимальные расстояния от посадок до границ улично-дорожной сети следует принимать в зависимости от категорий улиц и дорог согласно таблице 11. При этом следует учитывать направление преобладающих ветров и возможность складирования снега на разделительных полосах.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11. Минимальные расстояния от посадок до границ улично-дорожной сети</w:t>
      </w:r>
    </w:p>
    <w:tbl>
      <w:tblPr>
        <w:tblW w:w="9568" w:type="dxa"/>
        <w:jc w:val="center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8"/>
        <w:gridCol w:w="5100"/>
      </w:tblGrid>
      <w:tr w:rsidR="0053501A" w:rsidRPr="006614A7">
        <w:trPr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Категории улиц и дорог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Расстояние от оси ствола дерева, кустарника, м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Магистральные улицы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 </w:t>
            </w:r>
            <w:r w:rsidR="00142DFE" w:rsidRPr="006614A7">
              <w:rPr>
                <w:rFonts w:cs="Arial"/>
                <w:color w:val="000000"/>
              </w:rPr>
              <w:t>–</w:t>
            </w:r>
            <w:r w:rsidRPr="006614A7">
              <w:rPr>
                <w:rFonts w:cs="Arial"/>
                <w:color w:val="000000"/>
              </w:rPr>
              <w:t xml:space="preserve"> 4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Улицы и дороги местного значения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2 </w:t>
            </w:r>
            <w:r w:rsidR="00142DFE" w:rsidRPr="006614A7">
              <w:rPr>
                <w:rFonts w:cs="Arial"/>
                <w:color w:val="000000"/>
              </w:rPr>
              <w:t>–</w:t>
            </w:r>
            <w:r w:rsidRPr="006614A7">
              <w:rPr>
                <w:rFonts w:cs="Arial"/>
                <w:color w:val="000000"/>
              </w:rPr>
              <w:t xml:space="preserve"> 3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Проезды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hanging="1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1,5 </w:t>
            </w:r>
            <w:r w:rsidR="00142DFE" w:rsidRPr="006614A7">
              <w:rPr>
                <w:rFonts w:cs="Arial"/>
                <w:color w:val="000000"/>
              </w:rPr>
              <w:t>–</w:t>
            </w:r>
            <w:r w:rsidRPr="006614A7">
              <w:rPr>
                <w:rFonts w:cs="Arial"/>
                <w:color w:val="000000"/>
              </w:rPr>
              <w:t xml:space="preserve"> 2</w:t>
            </w:r>
          </w:p>
        </w:tc>
      </w:tr>
    </w:tbl>
    <w:p w:rsidR="0053501A" w:rsidRPr="006614A7" w:rsidRDefault="0053501A" w:rsidP="006614A7">
      <w:pPr>
        <w:widowControl w:val="0"/>
        <w:ind w:firstLine="709"/>
        <w:rPr>
          <w:rFonts w:cs="Arial"/>
          <w:color w:val="000000"/>
          <w:spacing w:val="-3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4.2.16.</w:t>
      </w:r>
      <w:r w:rsidRPr="006614A7">
        <w:rPr>
          <w:rFonts w:cs="Arial"/>
          <w:color w:val="000000"/>
        </w:rPr>
        <w:t xml:space="preserve">. Для </w:t>
      </w:r>
      <w:r w:rsidRPr="006614A7">
        <w:rPr>
          <w:rFonts w:cs="Arial"/>
          <w:b/>
          <w:color w:val="000000"/>
        </w:rPr>
        <w:t>технических зон инженерных коммуникаций</w:t>
      </w:r>
      <w:r w:rsidRPr="006614A7">
        <w:rPr>
          <w:rFonts w:cs="Arial"/>
          <w:color w:val="000000"/>
        </w:rPr>
        <w:t xml:space="preserve"> рекомендуется проектировать озеленение с учетом минимального расстояния от посадок до коммуникаций в соответствии с требованиями таблицы 12 настоящих нормативов.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Шумозащитные насаждения следует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6614A7">
          <w:rPr>
            <w:color w:val="000000"/>
            <w:sz w:val="24"/>
            <w:szCs w:val="24"/>
          </w:rPr>
          <w:t>7 м</w:t>
        </w:r>
      </w:smartTag>
      <w:r w:rsidRPr="006614A7">
        <w:rPr>
          <w:color w:val="000000"/>
          <w:sz w:val="24"/>
          <w:szCs w:val="24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6614A7">
          <w:rPr>
            <w:color w:val="000000"/>
            <w:sz w:val="24"/>
            <w:szCs w:val="24"/>
          </w:rPr>
          <w:t>10 м</w:t>
        </w:r>
      </w:smartTag>
      <w:r w:rsidRPr="006614A7">
        <w:rPr>
          <w:color w:val="000000"/>
          <w:sz w:val="24"/>
          <w:szCs w:val="24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color w:val="000000"/>
            <w:sz w:val="24"/>
            <w:szCs w:val="24"/>
          </w:rPr>
          <w:t>6 м</w:t>
        </w:r>
      </w:smartTag>
      <w:r w:rsidRPr="006614A7">
        <w:rPr>
          <w:color w:val="000000"/>
          <w:sz w:val="24"/>
          <w:szCs w:val="24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color w:val="000000"/>
            <w:sz w:val="24"/>
            <w:szCs w:val="24"/>
          </w:rPr>
          <w:t>4 м</w:t>
        </w:r>
      </w:smartTag>
      <w:r w:rsidRPr="006614A7">
        <w:rPr>
          <w:color w:val="000000"/>
          <w:sz w:val="24"/>
          <w:szCs w:val="24"/>
        </w:rPr>
        <w:t xml:space="preserve"> (с узкой кроной), подкроновое пространство следует заполнять рядами кустарника.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Расстояния от зданий и сооружений до зеленых насаждений следует принимать в соответствии с таблицей 12 при условии беспрепятственного подъезда и работы пожарного автотранспорта; от воздушных линий электропередачи – в соответствии с ПУЭ.</w:t>
      </w:r>
    </w:p>
    <w:p w:rsidR="0053501A" w:rsidRPr="006614A7" w:rsidRDefault="0053501A" w:rsidP="006614A7">
      <w:pPr>
        <w:widowControl w:val="0"/>
        <w:ind w:firstLine="709"/>
        <w:outlineLvl w:val="0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outlineLvl w:val="0"/>
        <w:rPr>
          <w:rFonts w:cs="Arial"/>
          <w:color w:val="000000"/>
        </w:rPr>
      </w:pPr>
      <w:bookmarkStart w:id="19" w:name="_Toc297163341"/>
      <w:r w:rsidRPr="006614A7">
        <w:rPr>
          <w:rFonts w:cs="Arial"/>
          <w:color w:val="000000"/>
        </w:rPr>
        <w:t>Таблица 12. Расстояния от зданий и сооружений до зеленых насаждений</w:t>
      </w:r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6"/>
        <w:gridCol w:w="2409"/>
        <w:gridCol w:w="2167"/>
      </w:tblGrid>
      <w:tr w:rsidR="0053501A" w:rsidRPr="006614A7">
        <w:trPr>
          <w:trHeight w:val="508"/>
          <w:jc w:val="center"/>
        </w:trPr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Здание, сооружение</w:t>
            </w:r>
          </w:p>
        </w:tc>
        <w:tc>
          <w:tcPr>
            <w:tcW w:w="4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Расстояния, м, от здания, </w:t>
            </w:r>
          </w:p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сооружения, объекта до оси</w:t>
            </w:r>
          </w:p>
        </w:tc>
      </w:tr>
      <w:tr w:rsidR="0053501A" w:rsidRPr="006614A7">
        <w:trPr>
          <w:trHeight w:val="284"/>
          <w:jc w:val="center"/>
        </w:trPr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ind w:firstLine="2"/>
              <w:rPr>
                <w:rFonts w:cs="Arial"/>
                <w:b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ствола дерева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кустарника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Наружная стена здания и сооружения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1,5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Край тротуара и садовой дорожки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0,5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2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br w:type="page"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Мачта и опора осветительной сети, мостовая опора и эстакада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Подошва откоса, террасы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0,5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Подошва или внутренняя грань подпорной стенки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</w:tr>
      <w:tr w:rsidR="0053501A" w:rsidRPr="006614A7">
        <w:trPr>
          <w:trHeight w:val="365"/>
          <w:jc w:val="center"/>
        </w:trPr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2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Подземные сети: </w:t>
            </w:r>
          </w:p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газопровод, канализация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</w:tr>
      <w:tr w:rsidR="0053501A" w:rsidRPr="006614A7">
        <w:trPr>
          <w:trHeight w:val="240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тепловая сеть (стенка канала, тоннеля или оболочка при бесканальной прокладке)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</w:tr>
      <w:tr w:rsidR="0053501A" w:rsidRPr="006614A7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водопровод, дренаж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</w:tr>
      <w:tr w:rsidR="0053501A" w:rsidRPr="006614A7">
        <w:trPr>
          <w:trHeight w:val="72"/>
          <w:jc w:val="center"/>
        </w:trPr>
        <w:tc>
          <w:tcPr>
            <w:tcW w:w="5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101"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силовой кабель и кабель связи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2,0</w:t>
            </w:r>
          </w:p>
        </w:tc>
        <w:tc>
          <w:tcPr>
            <w:tcW w:w="2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ind w:firstLine="2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0,7</w:t>
            </w:r>
          </w:p>
        </w:tc>
      </w:tr>
    </w:tbl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Примечания: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 xml:space="preserve">1. Приведенные нормы относятся к деревьям с диаметром кроны не более </w:t>
      </w:r>
      <w:smartTag w:uri="urn:schemas-microsoft-com:office:smarttags" w:element="metricconverter">
        <w:smartTagPr>
          <w:attr w:name="ProductID" w:val="5 м"/>
        </w:smartTagPr>
        <w:r w:rsidRPr="006614A7">
          <w:rPr>
            <w:i/>
            <w:color w:val="000000"/>
            <w:sz w:val="24"/>
            <w:szCs w:val="24"/>
          </w:rPr>
          <w:t>5 м</w:t>
        </w:r>
      </w:smartTag>
      <w:r w:rsidRPr="006614A7">
        <w:rPr>
          <w:i/>
          <w:color w:val="000000"/>
          <w:sz w:val="24"/>
          <w:szCs w:val="24"/>
        </w:rPr>
        <w:t xml:space="preserve"> и должны быть увеличены для деревьев с кроной большего диаметра.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2. Деревья, высаживаемые у зданий, не должны препятствовать инсоляции и освещенности жилых и общественных помещений.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>3. При односторонней юго-западной и южной ориентации жилых помещений необходимо предусматривать дополнительное озеленение, препятствующее перегреву помещений.</w:t>
      </w:r>
    </w:p>
    <w:p w:rsidR="0053501A" w:rsidRPr="006614A7" w:rsidRDefault="0053501A" w:rsidP="006614A7">
      <w:pPr>
        <w:pStyle w:val="2"/>
        <w:ind w:firstLine="709"/>
        <w:jc w:val="both"/>
        <w:rPr>
          <w:b w:val="0"/>
          <w:color w:val="000000"/>
          <w:sz w:val="24"/>
          <w:szCs w:val="24"/>
        </w:rPr>
      </w:pPr>
      <w:bookmarkStart w:id="20" w:name="_Toc297163342"/>
      <w:r w:rsidRPr="006614A7">
        <w:rPr>
          <w:i/>
          <w:iCs w:val="0"/>
          <w:color w:val="000000"/>
          <w:sz w:val="24"/>
          <w:szCs w:val="24"/>
        </w:rPr>
        <w:t>4.3. Зоны отдыха</w:t>
      </w:r>
      <w:r w:rsidRPr="006614A7">
        <w:rPr>
          <w:b w:val="0"/>
          <w:color w:val="000000"/>
          <w:sz w:val="24"/>
          <w:szCs w:val="24"/>
        </w:rPr>
        <w:t>:</w:t>
      </w:r>
      <w:bookmarkEnd w:id="20"/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4.3.1.</w:t>
      </w:r>
      <w:r w:rsidRPr="006614A7">
        <w:rPr>
          <w:color w:val="000000"/>
          <w:sz w:val="24"/>
          <w:szCs w:val="24"/>
        </w:rPr>
        <w:t xml:space="preserve"> Для организации массового отдыха, туризма и лечения выделяются территории, благоприятные по своим природным и лечебно-оздоровительным качествам.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Зоны отдыха поселения формируются на базе озелененных территорий общего пользования, природных водоемов, рек.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Определение общих границ и планировочное построение рекреационных пространств базируется на детальной ландшафтной, градостроительной и санитарно-гигиенической оценке территории, которая учитывает: совокупность природных условий (климат, растительность, поверхностные воды, рельеф, </w:t>
      </w:r>
      <w:r w:rsidRPr="006614A7">
        <w:rPr>
          <w:color w:val="000000"/>
          <w:sz w:val="24"/>
          <w:szCs w:val="24"/>
        </w:rPr>
        <w:lastRenderedPageBreak/>
        <w:t>заболоченность и др.); социально-градостроительные условия (характер расселения, транспортная доступность и удобство передвижения к местам отдыха, культурный потенциал района, уровень развития существующих средств отдыха и общественного обслуживания и др.); санитарно-гигиенические условия (источники интенсивного загрязнения атмосферы, почв и воды, санитарное состояние прибрежной акватории и др.).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4.3.2.</w:t>
      </w:r>
      <w:r w:rsidRPr="006614A7">
        <w:rPr>
          <w:color w:val="000000"/>
          <w:sz w:val="24"/>
          <w:szCs w:val="24"/>
        </w:rPr>
        <w:t xml:space="preserve"> Зоны массового кратковременного отдыха следует располагать в пределах доступности на общественном транспорте не более 0,5 ч.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6614A7">
          <w:rPr>
            <w:color w:val="000000"/>
            <w:sz w:val="24"/>
            <w:szCs w:val="24"/>
          </w:rPr>
          <w:t>1000 кв. м</w:t>
        </w:r>
      </w:smartTag>
      <w:r w:rsidRPr="006614A7">
        <w:rPr>
          <w:color w:val="000000"/>
          <w:sz w:val="24"/>
          <w:szCs w:val="24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6614A7">
          <w:rPr>
            <w:color w:val="000000"/>
            <w:sz w:val="24"/>
            <w:szCs w:val="24"/>
          </w:rPr>
          <w:t>100 кв. м</w:t>
        </w:r>
      </w:smartTag>
      <w:r w:rsidRPr="006614A7">
        <w:rPr>
          <w:color w:val="000000"/>
          <w:sz w:val="24"/>
          <w:szCs w:val="24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10 га"/>
        </w:smartTagPr>
        <w:r w:rsidRPr="006614A7">
          <w:rPr>
            <w:color w:val="000000"/>
            <w:sz w:val="24"/>
            <w:szCs w:val="24"/>
          </w:rPr>
          <w:t>10 га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Зоны отдыха следует размещать на расстоянии от лагерей отдыха для детей и юношества, дошкольных санаторно-оздоровительных учреждений, садоводческих товариществ, автомобильных дорог общей сети и железных дорог не менее </w:t>
      </w:r>
      <w:smartTag w:uri="urn:schemas-microsoft-com:office:smarttags" w:element="metricconverter">
        <w:smartTagPr>
          <w:attr w:name="ProductID" w:val="500 м"/>
        </w:smartTagPr>
        <w:r w:rsidRPr="006614A7">
          <w:rPr>
            <w:color w:val="000000"/>
            <w:sz w:val="24"/>
            <w:szCs w:val="24"/>
          </w:rPr>
          <w:t>500 м</w:t>
        </w:r>
      </w:smartTag>
      <w:r w:rsidRPr="006614A7">
        <w:rPr>
          <w:color w:val="000000"/>
          <w:sz w:val="24"/>
          <w:szCs w:val="24"/>
        </w:rPr>
        <w:t xml:space="preserve">, а от домов отдыха - не менее </w:t>
      </w:r>
      <w:smartTag w:uri="urn:schemas-microsoft-com:office:smarttags" w:element="metricconverter">
        <w:smartTagPr>
          <w:attr w:name="ProductID" w:val="300 м"/>
        </w:smartTagPr>
        <w:r w:rsidRPr="006614A7">
          <w:rPr>
            <w:color w:val="000000"/>
            <w:sz w:val="24"/>
            <w:szCs w:val="24"/>
          </w:rPr>
          <w:t>300 м</w:t>
        </w:r>
      </w:smartTag>
      <w:r w:rsidRPr="006614A7">
        <w:rPr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4.3.3.</w:t>
      </w:r>
      <w:r w:rsidRPr="006614A7">
        <w:rPr>
          <w:rFonts w:cs="Arial"/>
          <w:color w:val="000000"/>
        </w:rPr>
        <w:t xml:space="preserve"> В зонах отдыха допускается размещение объектов, непосредственно связанных с рекреационной деятельностью (пансионаты, мотели, кемпинги, базы отдыха, спортивные и игровые площадки, пляжи и др.), а также с обслуживанием зон отдыха (загородные кафе, центры развлечения, пункты проката и др.). 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объектов по обслуживанию зон отдыха (нормы обслуживания открытой сети для районов загородного кратковременного отдыха) рекомендуется принимать по таблице 13.</w:t>
      </w:r>
    </w:p>
    <w:p w:rsidR="0053501A" w:rsidRPr="006614A7" w:rsidRDefault="0053501A" w:rsidP="006614A7">
      <w:pPr>
        <w:widowControl w:val="0"/>
        <w:ind w:firstLine="709"/>
        <w:outlineLvl w:val="0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outlineLvl w:val="0"/>
        <w:rPr>
          <w:rFonts w:cs="Arial"/>
          <w:color w:val="000000"/>
        </w:rPr>
      </w:pPr>
      <w:bookmarkStart w:id="21" w:name="_Toc297163343"/>
      <w:r w:rsidRPr="006614A7">
        <w:rPr>
          <w:rFonts w:cs="Arial"/>
          <w:color w:val="000000"/>
        </w:rPr>
        <w:t>Таблица 13. Нормы обслуживания открытой сети для территорий загородного кратковременного отдыха</w:t>
      </w:r>
      <w:bookmarkEnd w:id="21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012"/>
        <w:gridCol w:w="2488"/>
      </w:tblGrid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Учреждения, предприятия, сооружения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Единица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измерения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Обеспеченность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на 1000 отдыхающих</w:t>
            </w:r>
          </w:p>
        </w:tc>
      </w:tr>
      <w:tr w:rsidR="0053501A" w:rsidRPr="006614A7">
        <w:trPr>
          <w:trHeight w:val="41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Предприятия общественного питания: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кафе, закусочные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- столовые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посадочное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28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Места для пикников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Пункты проката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рабочее 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0,2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Спортгородки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vertAlign w:val="superscript"/>
              </w:rPr>
            </w:pPr>
            <w:r w:rsidRPr="006614A7">
              <w:rPr>
                <w:rFonts w:cs="Arial"/>
                <w:color w:val="000000"/>
              </w:rPr>
              <w:t>м</w:t>
            </w:r>
            <w:r w:rsidRPr="006614A7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3 800 - 4 000 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Лодочные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лодки, шт.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Велолыжные станции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200</w:t>
            </w:r>
          </w:p>
        </w:tc>
      </w:tr>
      <w:tr w:rsidR="0053501A" w:rsidRPr="006614A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Автостоянки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место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</w:t>
            </w:r>
          </w:p>
        </w:tc>
      </w:tr>
    </w:tbl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4.3.4.</w:t>
      </w:r>
      <w:r w:rsidRPr="006614A7">
        <w:rPr>
          <w:color w:val="000000"/>
          <w:sz w:val="24"/>
          <w:szCs w:val="24"/>
        </w:rPr>
        <w:t>. Размеры территорий пляжей, размещаемых в зонах отдыха, следует принимать, кв. м на одного посетителя, не менее: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речных и озерных - 8;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речных и озерных (для детей) - 4.</w:t>
      </w:r>
    </w:p>
    <w:p w:rsidR="0053501A" w:rsidRPr="006614A7" w:rsidRDefault="0053501A" w:rsidP="006614A7">
      <w:pPr>
        <w:widowControl w:val="0"/>
        <w:overflowPunct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Минимальную протяженность береговой полосы для речных и озерных пляжей следует принимать не менее </w:t>
      </w:r>
      <w:smartTag w:uri="urn:schemas-microsoft-com:office:smarttags" w:element="metricconverter">
        <w:smartTagPr>
          <w:attr w:name="ProductID" w:val="0,25 м"/>
        </w:smartTagPr>
        <w:r w:rsidRPr="006614A7">
          <w:rPr>
            <w:rFonts w:cs="Arial"/>
            <w:color w:val="000000"/>
          </w:rPr>
          <w:t>0,25 м</w:t>
        </w:r>
      </w:smartTag>
      <w:r w:rsidRPr="006614A7">
        <w:rPr>
          <w:rFonts w:cs="Arial"/>
          <w:color w:val="000000"/>
        </w:rPr>
        <w:t xml:space="preserve"> на одного посетителя.</w:t>
      </w:r>
    </w:p>
    <w:p w:rsidR="0053501A" w:rsidRPr="006614A7" w:rsidRDefault="0053501A" w:rsidP="006614A7">
      <w:pPr>
        <w:widowControl w:val="0"/>
        <w:tabs>
          <w:tab w:val="left" w:pos="7479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4.3.5.</w:t>
      </w:r>
      <w:r w:rsidRPr="006614A7">
        <w:rPr>
          <w:rFonts w:cs="Arial"/>
          <w:color w:val="000000"/>
        </w:rPr>
        <w:t xml:space="preserve">. На территории зоны отдыха следует проектировать: пункт медицинского обслуживания, спасательную станцию, пешеходные дорожки, инженерное оборудование (питьевое водоснабжение, водоотведение, защиту от </w:t>
      </w:r>
      <w:r w:rsidRPr="006614A7">
        <w:rPr>
          <w:rFonts w:cs="Arial"/>
          <w:color w:val="000000"/>
        </w:rPr>
        <w:lastRenderedPageBreak/>
        <w:t>попадания загрязненного поверхностного стока в водоем), озеленение, мусоросборники, теневые навесы, общественные туалеты. Проектирование общественных туалетов выгребного типа не допускается.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4.3.6. </w:t>
      </w:r>
      <w:r w:rsidRPr="006614A7">
        <w:rPr>
          <w:color w:val="000000"/>
          <w:sz w:val="24"/>
          <w:szCs w:val="24"/>
        </w:rPr>
        <w:t>Территории зоны отдыха оборудуются малыми архитектурными формами - беседками, теневыми навесами, перголами, цветочницами, скамьями, урнами, устройствами для игр детей, отдыха взрослого населения, павильонами для ожидания автотранспорта.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Малые архитектурные формы могут быть стационарными и мобильными; их количество и размещение определяется проектами благоустройства территорий.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4.3.7. </w:t>
      </w:r>
      <w:r w:rsidRPr="006614A7">
        <w:rPr>
          <w:color w:val="000000"/>
          <w:sz w:val="24"/>
          <w:szCs w:val="24"/>
        </w:rPr>
        <w:t>К водным устройствам относятся родники, декоративные водоемы. Родники при соответствии качества воды требованиям СанПиН 2.1.4.1074-01 и наличии положительного заключения органов санитарно-эпидемиологического надзора должны быть оборудованы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4.3.8. </w:t>
      </w:r>
      <w:r w:rsidRPr="006614A7">
        <w:rPr>
          <w:color w:val="000000"/>
          <w:sz w:val="24"/>
          <w:szCs w:val="24"/>
        </w:rPr>
        <w:t xml:space="preserve">Для сбора бытового мусора на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6614A7">
          <w:rPr>
            <w:color w:val="000000"/>
            <w:sz w:val="24"/>
            <w:szCs w:val="24"/>
          </w:rPr>
          <w:t>0,5 куб. м</w:t>
        </w:r>
      </w:smartTag>
      <w:r w:rsidRPr="006614A7">
        <w:rPr>
          <w:color w:val="000000"/>
          <w:sz w:val="24"/>
          <w:szCs w:val="24"/>
        </w:rPr>
        <w:t xml:space="preserve">) и (или) урны. На территории объектов рекреации расстановку малых контейнеров и урн следует предусматривать у скамей, некапитальных нестационарных сооружений. Кроме того, урны следует устанавливать на остановках общественного транспорта. 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4.3.9.</w:t>
      </w:r>
      <w:r w:rsidRPr="006614A7">
        <w:rPr>
          <w:rFonts w:cs="Arial"/>
          <w:color w:val="000000"/>
        </w:rPr>
        <w:t xml:space="preserve">. Расчетные параметры дорожной сети на территории объектов рекреации следует проектировать в соответствии с требованиями таблицы 14. 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14. Расчетные параметры дорожной сети на территории объектов рекреации в зонах отдыха</w:t>
      </w:r>
    </w:p>
    <w:tbl>
      <w:tblPr>
        <w:tblW w:w="0" w:type="auto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1559"/>
        <w:gridCol w:w="5075"/>
      </w:tblGrid>
      <w:tr w:rsidR="0053501A" w:rsidRPr="006614A7">
        <w:trPr>
          <w:trHeight w:val="284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b/>
                <w:color w:val="000000"/>
                <w:sz w:val="24"/>
                <w:szCs w:val="24"/>
              </w:rPr>
            </w:pPr>
            <w:r w:rsidRPr="006614A7">
              <w:rPr>
                <w:b/>
                <w:color w:val="000000"/>
                <w:sz w:val="24"/>
                <w:szCs w:val="24"/>
              </w:rPr>
              <w:t xml:space="preserve">Типы дорог и аллей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b/>
                <w:color w:val="000000"/>
                <w:sz w:val="24"/>
                <w:szCs w:val="24"/>
              </w:rPr>
            </w:pPr>
            <w:r w:rsidRPr="006614A7">
              <w:rPr>
                <w:b/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b/>
                <w:color w:val="000000"/>
                <w:sz w:val="24"/>
                <w:szCs w:val="24"/>
              </w:rPr>
            </w:pPr>
            <w:r w:rsidRPr="006614A7">
              <w:rPr>
                <w:b/>
                <w:color w:val="000000"/>
                <w:sz w:val="24"/>
                <w:szCs w:val="24"/>
              </w:rPr>
              <w:t>Назначение</w:t>
            </w:r>
          </w:p>
        </w:tc>
      </w:tr>
      <w:tr w:rsidR="0053501A" w:rsidRPr="006614A7">
        <w:trPr>
          <w:trHeight w:val="912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Основные пешеходные дороги и аллеи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6-9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Интенсивное пешеходное движение (более 300 чел./час). </w:t>
            </w:r>
          </w:p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Допускается проезд внутрипаркового транспорта. </w:t>
            </w:r>
          </w:p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Соединяет функциональные зоны и участки между собой, те и другие с основными входами </w:t>
            </w:r>
          </w:p>
        </w:tc>
      </w:tr>
      <w:tr w:rsidR="0053501A" w:rsidRPr="006614A7">
        <w:trPr>
          <w:trHeight w:val="273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Второстепенные </w:t>
            </w:r>
          </w:p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дороги и аллеи *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3-4,5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Интенсивное пешеходное движение (до 300 чел./час). </w:t>
            </w:r>
          </w:p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Допускается проезд эксплуатационного транспорта. </w:t>
            </w:r>
          </w:p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Соединяют второстепенные входы и парковые объекты между собой </w:t>
            </w:r>
          </w:p>
        </w:tc>
      </w:tr>
      <w:tr w:rsidR="0053501A" w:rsidRPr="006614A7">
        <w:trPr>
          <w:trHeight w:val="688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Дополнительные </w:t>
            </w:r>
          </w:p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пешеходные дороги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1,5-2,5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Пешеходное движение малой интенсивности. Проезд транспорта не допускается. </w:t>
            </w:r>
          </w:p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Подводят к отдельным парковым сооружениям</w:t>
            </w:r>
          </w:p>
        </w:tc>
      </w:tr>
      <w:tr w:rsidR="0053501A" w:rsidRPr="006614A7">
        <w:trPr>
          <w:trHeight w:val="131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Тропы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0,75-1,0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Дополнительная прогулочная сеть с естественным характером ландшафта </w:t>
            </w:r>
          </w:p>
        </w:tc>
      </w:tr>
      <w:tr w:rsidR="0053501A" w:rsidRPr="006614A7">
        <w:trPr>
          <w:trHeight w:val="227"/>
          <w:jc w:val="center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Велосипедные дорожки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0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>1,5-2,25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pStyle w:val="ConsCell"/>
              <w:ind w:right="-57" w:firstLine="21"/>
              <w:jc w:val="both"/>
              <w:rPr>
                <w:color w:val="000000"/>
                <w:sz w:val="24"/>
                <w:szCs w:val="24"/>
              </w:rPr>
            </w:pPr>
            <w:r w:rsidRPr="006614A7">
              <w:rPr>
                <w:color w:val="000000"/>
                <w:sz w:val="24"/>
                <w:szCs w:val="24"/>
              </w:rPr>
              <w:t xml:space="preserve">Велосипедные прогулки </w:t>
            </w:r>
          </w:p>
        </w:tc>
      </w:tr>
    </w:tbl>
    <w:p w:rsidR="0053501A" w:rsidRPr="006614A7" w:rsidRDefault="0053501A" w:rsidP="006614A7">
      <w:pPr>
        <w:pStyle w:val="ConsNormal"/>
        <w:spacing w:before="120"/>
        <w:ind w:right="0" w:firstLine="709"/>
        <w:jc w:val="both"/>
        <w:rPr>
          <w:color w:val="000000"/>
          <w:spacing w:val="40"/>
          <w:sz w:val="24"/>
          <w:szCs w:val="24"/>
        </w:rPr>
      </w:pPr>
      <w:r w:rsidRPr="006614A7">
        <w:rPr>
          <w:i/>
          <w:color w:val="000000"/>
          <w:spacing w:val="40"/>
          <w:sz w:val="24"/>
          <w:szCs w:val="24"/>
        </w:rPr>
        <w:t xml:space="preserve">* </w:t>
      </w:r>
      <w:r w:rsidRPr="006614A7">
        <w:rPr>
          <w:i/>
          <w:color w:val="000000"/>
          <w:sz w:val="24"/>
          <w:szCs w:val="24"/>
        </w:rPr>
        <w:t>Допускается катание на роликовых досках, коньках, самокатах, помимо специально оборудованных территорий</w:t>
      </w:r>
      <w:r w:rsidRPr="006614A7">
        <w:rPr>
          <w:color w:val="000000"/>
          <w:spacing w:val="40"/>
          <w:sz w:val="24"/>
          <w:szCs w:val="24"/>
        </w:rPr>
        <w:t>.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i/>
          <w:color w:val="000000"/>
          <w:spacing w:val="40"/>
          <w:sz w:val="24"/>
          <w:szCs w:val="24"/>
        </w:rPr>
      </w:pPr>
      <w:r w:rsidRPr="006614A7">
        <w:rPr>
          <w:i/>
          <w:color w:val="000000"/>
          <w:spacing w:val="40"/>
          <w:sz w:val="24"/>
          <w:szCs w:val="24"/>
        </w:rPr>
        <w:t>Примечания:</w:t>
      </w:r>
    </w:p>
    <w:p w:rsidR="0053501A" w:rsidRPr="006614A7" w:rsidRDefault="0053501A" w:rsidP="006614A7">
      <w:pPr>
        <w:pStyle w:val="ConsNormal"/>
        <w:ind w:right="0" w:firstLine="709"/>
        <w:jc w:val="both"/>
        <w:rPr>
          <w:i/>
          <w:color w:val="000000"/>
          <w:sz w:val="24"/>
          <w:szCs w:val="24"/>
        </w:rPr>
      </w:pPr>
      <w:r w:rsidRPr="006614A7">
        <w:rPr>
          <w:i/>
          <w:color w:val="000000"/>
          <w:sz w:val="24"/>
          <w:szCs w:val="24"/>
        </w:rPr>
        <w:t xml:space="preserve">В ширину пешеходных аллей включаются зоны пешеходного движения, </w:t>
      </w:r>
      <w:r w:rsidRPr="006614A7">
        <w:rPr>
          <w:i/>
          <w:color w:val="000000"/>
          <w:sz w:val="24"/>
          <w:szCs w:val="24"/>
        </w:rPr>
        <w:lastRenderedPageBreak/>
        <w:t xml:space="preserve">разграничительные зеленые полосы, водоотводные лотки и площадки для установки скамеек. Устройство разграничительных 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i/>
            <w:color w:val="000000"/>
            <w:sz w:val="24"/>
            <w:szCs w:val="24"/>
          </w:rPr>
          <w:t>6 м</w:t>
        </w:r>
      </w:smartTag>
      <w:r w:rsidRPr="006614A7">
        <w:rPr>
          <w:i/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4.3.11.</w:t>
      </w:r>
      <w:r w:rsidRPr="006614A7">
        <w:rPr>
          <w:color w:val="000000"/>
          <w:sz w:val="24"/>
          <w:szCs w:val="24"/>
        </w:rPr>
        <w:t xml:space="preserve"> Требуемое расчетное количество машино-мест для парковки легковых автомобилей устанавливается из расчета 15 - 20 машино-мест на 100 единовременных посетителей пляжей и парков в зонах отдыха.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22" w:name="_Toc297163344"/>
      <w:r w:rsidRPr="006614A7">
        <w:rPr>
          <w:i/>
          <w:iCs w:val="0"/>
          <w:color w:val="000000"/>
          <w:sz w:val="24"/>
          <w:szCs w:val="24"/>
        </w:rPr>
        <w:t>4.4. Зоны размещения физкультурно-спортивных объектов</w:t>
      </w:r>
      <w:bookmarkEnd w:id="22"/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4.4.1.</w:t>
      </w:r>
      <w:r w:rsidRPr="006614A7">
        <w:rPr>
          <w:rFonts w:cs="Arial"/>
          <w:color w:val="000000"/>
        </w:rPr>
        <w:t xml:space="preserve"> Зоны размещения физкультурно-спортивных объектов (далее спортивные зоны) проектируются на территории зон жилой застройки, общественно-деловых зон  и рекреационных зон.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4.4.2.</w:t>
      </w:r>
      <w:r w:rsidRPr="006614A7">
        <w:rPr>
          <w:rFonts w:cs="Arial"/>
          <w:color w:val="000000"/>
        </w:rPr>
        <w:t xml:space="preserve"> Участки физкультурно-спортивных и физкультурно-оздоровительных учреждений должны быть обеспечены удобными подъездами и подходами с обязательным соблюдением шумового режима на прилегающей территории жилой застройки и обеспечением санитарных разрывов до жилых и общественных зданий.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Площадь земельных участков физкультурно-спортивных и физкультурно-оздоровительных сооружений следует принимать исходя из суммы площадей застройки основных и вспомогательных сооружений, а также площадей, занимаемых проездами, автостоянками, пешеходными дорожками и озеленением.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4.4.3.</w:t>
      </w:r>
      <w:r w:rsidRPr="006614A7">
        <w:rPr>
          <w:rFonts w:cs="Arial"/>
          <w:color w:val="000000"/>
        </w:rPr>
        <w:t xml:space="preserve"> В спортивных зонах проектируются физкультурно-спортивные сооружения и помещения физкультурно-оздоровительного назначения местного (повседневного) обслуживания, а также сооружения периодического обслуживания.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4.4.5.</w:t>
      </w:r>
      <w:r w:rsidRPr="006614A7">
        <w:rPr>
          <w:rFonts w:cs="Arial"/>
          <w:color w:val="000000"/>
        </w:rPr>
        <w:t xml:space="preserve"> При расчете количества и вместимости спортивных и физкультурно-оздоровительных сооружений следует учитывать необходимость удовлетворения потребностей различных социальных групп населения, в том числе с ограниченными физическими возможностями, принимая социальные нормативы обеспеченности в соответствии с требованиями СП 35-103-2001.</w:t>
      </w:r>
    </w:p>
    <w:p w:rsidR="0053501A" w:rsidRPr="006614A7" w:rsidRDefault="0053501A" w:rsidP="006614A7">
      <w:pPr>
        <w:widowControl w:val="0"/>
        <w:spacing w:line="235" w:lineRule="auto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4.4.6.</w:t>
      </w:r>
      <w:r w:rsidRPr="006614A7">
        <w:rPr>
          <w:rFonts w:cs="Arial"/>
          <w:color w:val="000000"/>
        </w:rPr>
        <w:t>Открытые плоскостные физкультурно-оздоровительные сооружения микрорайона (квартала), относимые к объектам повседневного и приближенного обслуживания, рекомендуется проектировать на придомовых территориях.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4.4.7.</w:t>
      </w:r>
      <w:r w:rsidRPr="006614A7">
        <w:rPr>
          <w:rFonts w:cs="Arial"/>
          <w:color w:val="000000"/>
        </w:rPr>
        <w:t xml:space="preserve"> Физкультурно-спортивные сооружения периодического обслуживания (комплексы открытых плоскостных физкультурно-спортивных и физкультурно-рекреационных сооружений) следует проектировать в рекреационных зонах (спортивных парках, зонах активного отдыха).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Расчетные показатели для определения общей площади открытых плоскостных физкультурно-спортивных и физкультурно-рекреационных сооружений следует принимать в соответствии с требованиями СНиП 2.07.01 - 89* и региональными нормативами градостроительного проектирования.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Градостроительные параметры открытых плоскостных физкультурно-спортивных и физкультурно-рекреационных сооружений (игровые площадки, игровые поля, места проведения спортивных соревнований) устанавливаются правилами соответствующих видов спорта.</w:t>
      </w:r>
    </w:p>
    <w:p w:rsidR="0053501A" w:rsidRPr="006614A7" w:rsidRDefault="0053501A" w:rsidP="006614A7">
      <w:pPr>
        <w:widowControl w:val="0"/>
        <w:shd w:val="clear" w:color="auto" w:fill="FFFFFF"/>
        <w:tabs>
          <w:tab w:val="left" w:pos="694"/>
        </w:tabs>
        <w:spacing w:line="235" w:lineRule="auto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4.4.8.</w:t>
      </w:r>
      <w:r w:rsidRPr="006614A7">
        <w:rPr>
          <w:rFonts w:cs="Arial"/>
          <w:color w:val="000000"/>
        </w:rPr>
        <w:t xml:space="preserve"> Место размещения открытых плоскостных физкультурно-спортивных сооружений выбирается с учетом действующих требований санитарного законодательства и нормативной документации по планировке территории. </w:t>
      </w:r>
    </w:p>
    <w:p w:rsidR="0053501A" w:rsidRPr="006614A7" w:rsidRDefault="0053501A" w:rsidP="006614A7">
      <w:pPr>
        <w:widowControl w:val="0"/>
        <w:shd w:val="clear" w:color="auto" w:fill="FFFFFF"/>
        <w:tabs>
          <w:tab w:val="left" w:pos="694"/>
        </w:tabs>
        <w:spacing w:line="235" w:lineRule="auto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color w:val="000000"/>
        </w:rPr>
        <w:t>Для защиты от шума расстояния от открытых физкультурно-оздоровительных сооружений со стационарными трибунами до границы жилой застройки должны составлять, м:</w:t>
      </w:r>
    </w:p>
    <w:p w:rsidR="0053501A" w:rsidRPr="006614A7" w:rsidRDefault="0053501A" w:rsidP="006614A7">
      <w:pPr>
        <w:widowControl w:val="0"/>
        <w:shd w:val="clear" w:color="auto" w:fill="FFFFFF"/>
        <w:spacing w:line="235" w:lineRule="auto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color w:val="000000"/>
        </w:rPr>
        <w:t>- с трибунами вместимостью свыше 500 мест – 300;</w:t>
      </w:r>
    </w:p>
    <w:p w:rsidR="0053501A" w:rsidRPr="006614A7" w:rsidRDefault="0053501A" w:rsidP="006614A7">
      <w:pPr>
        <w:widowControl w:val="0"/>
        <w:shd w:val="clear" w:color="auto" w:fill="FFFFFF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color w:val="000000"/>
        </w:rPr>
        <w:t>- с трибунами вместимостью свыше 100 до 500 мест – 100;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с трибунами вместимостью до 100 мест – 50.</w:t>
      </w:r>
    </w:p>
    <w:p w:rsidR="0053501A" w:rsidRPr="006614A7" w:rsidRDefault="0053501A" w:rsidP="006614A7">
      <w:pPr>
        <w:widowControl w:val="0"/>
        <w:shd w:val="clear" w:color="auto" w:fill="FFFFFF"/>
        <w:tabs>
          <w:tab w:val="left" w:pos="585"/>
        </w:tabs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4.4.9. </w:t>
      </w:r>
      <w:r w:rsidRPr="006614A7">
        <w:rPr>
          <w:rFonts w:cs="Arial"/>
          <w:color w:val="000000"/>
        </w:rPr>
        <w:t xml:space="preserve">Территория спортивных и физкультурно-оздоровительных </w:t>
      </w:r>
      <w:r w:rsidRPr="006614A7">
        <w:rPr>
          <w:rFonts w:cs="Arial"/>
          <w:color w:val="000000"/>
        </w:rPr>
        <w:lastRenderedPageBreak/>
        <w:t>учреждений должна быть благоустроена и озеленена.</w:t>
      </w:r>
    </w:p>
    <w:p w:rsidR="0053501A" w:rsidRPr="006614A7" w:rsidRDefault="0053501A" w:rsidP="006614A7">
      <w:pPr>
        <w:widowControl w:val="0"/>
        <w:shd w:val="clear" w:color="auto" w:fill="FFFFFF"/>
        <w:ind w:firstLine="709"/>
        <w:textAlignment w:val="top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Обособленные участки открытых спортивных сооружений, расположенные в общественных и рекреационных зонах, должны иметь ограждение, не менее двух въездов на территорию, дороги с твердым покрытием. </w:t>
      </w:r>
    </w:p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23" w:name="_Toc297163345"/>
      <w:r w:rsidRPr="006614A7">
        <w:rPr>
          <w:i/>
          <w:iCs w:val="0"/>
          <w:color w:val="000000"/>
          <w:sz w:val="24"/>
          <w:szCs w:val="24"/>
        </w:rPr>
        <w:t>4.5. Лечебно-оздоровительные местности и курортные зоны</w:t>
      </w:r>
      <w:bookmarkEnd w:id="23"/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4.5.1. </w:t>
      </w:r>
      <w:r w:rsidRPr="006614A7">
        <w:rPr>
          <w:rFonts w:cs="Arial"/>
          <w:color w:val="000000"/>
        </w:rPr>
        <w:t>Порядок отнесения территорий к лечебно-оздоровительным местностям и курортам, особенности режима охраны территорий определяются в соответствии с требованиями статей 31-32 Федерального закона от 14.03.1995 г. № 33-ФЗ «Об особо охраняемых природных территориях», статей 1, 3, 16 Федерального закона от 23.02.1995 г. № 26-ФЗ «О природных лечебных ресурсах, лечебно-оздоровительных местностях и курортах», а также статьи 96 Земельного кодекса Российской Федерации.</w:t>
      </w:r>
    </w:p>
    <w:p w:rsidR="0053501A" w:rsidRPr="006614A7" w:rsidRDefault="0053501A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4.5.2. </w:t>
      </w:r>
      <w:r w:rsidRPr="006614A7">
        <w:rPr>
          <w:rFonts w:cs="Arial"/>
          <w:color w:val="000000"/>
        </w:rPr>
        <w:t>На территории лечебно-оздоровительных местностей и курортных зон следует размещать санаторно-курортные и оздоровительные учреждения, учреждения отдыха и туризма, учреждения и предприятия обслуживания лечащихся и отдыхающих, курортные парки и другие озелененные территории общего пользования, пляжи.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 xml:space="preserve">4.5.3. </w:t>
      </w:r>
      <w:r w:rsidRPr="006614A7">
        <w:rPr>
          <w:rFonts w:cs="Arial"/>
          <w:color w:val="000000"/>
        </w:rPr>
        <w:t>При планировке и застройке курортной зоны необходимо учитывать ориентировочные показатели рекреационной нагрузки на природный ландшафт в соответствии с требованиями таблицы 15.</w:t>
      </w: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15. Показатели рекреационной нагрузки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2"/>
        <w:gridCol w:w="2431"/>
      </w:tblGrid>
      <w:tr w:rsidR="0053501A" w:rsidRPr="006614A7">
        <w:trPr>
          <w:trHeight w:val="242"/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Нормируемый компонент ландшафта и вид его использования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Рекреационная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нагрузка, чел./га</w:t>
            </w:r>
          </w:p>
        </w:tc>
      </w:tr>
      <w:tr w:rsidR="0053501A" w:rsidRPr="006614A7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Акватория (для купания):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катания на весельных лодках (2 чел. на лодку);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катания на моторных лодках и водных лыжах;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 для прочих плавательных средств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2-5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0,5-1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5-10</w:t>
            </w:r>
          </w:p>
        </w:tc>
      </w:tr>
      <w:tr w:rsidR="0053501A" w:rsidRPr="006614A7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Берег и прибрежная акватория (для любительского рыболовства):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ловли рыбы с лодки (2 чел. на лодку);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ловли рыбы с берега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10-20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50-100</w:t>
            </w:r>
          </w:p>
        </w:tc>
      </w:tr>
      <w:tr w:rsidR="0053501A" w:rsidRPr="006614A7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Территория для катания на лыжах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2-20 чел./км</w:t>
            </w:r>
          </w:p>
        </w:tc>
      </w:tr>
      <w:tr w:rsidR="0053501A" w:rsidRPr="006614A7">
        <w:trPr>
          <w:jc w:val="center"/>
        </w:trPr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Территория для размещения палаточных лагерей: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глубинных участков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для прибрежных участков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250-300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300-400</w:t>
            </w:r>
          </w:p>
        </w:tc>
      </w:tr>
    </w:tbl>
    <w:p w:rsidR="0053501A" w:rsidRPr="006614A7" w:rsidRDefault="0053501A" w:rsidP="006614A7">
      <w:pPr>
        <w:pStyle w:val="2"/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24" w:name="_Toc297163346"/>
      <w:r w:rsidRPr="006614A7">
        <w:rPr>
          <w:i/>
          <w:iCs w:val="0"/>
          <w:color w:val="000000"/>
          <w:sz w:val="24"/>
          <w:szCs w:val="24"/>
        </w:rPr>
        <w:t>4.6. Зоны учреждений отдыха и оздоровления детей</w:t>
      </w:r>
      <w:bookmarkEnd w:id="24"/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1.</w:t>
      </w:r>
      <w:r w:rsidRPr="006614A7">
        <w:rPr>
          <w:rFonts w:cs="Arial"/>
          <w:color w:val="000000"/>
        </w:rPr>
        <w:t xml:space="preserve"> Для проектирования </w:t>
      </w:r>
      <w:r w:rsidRPr="006614A7">
        <w:rPr>
          <w:rFonts w:cs="Arial"/>
          <w:b/>
          <w:color w:val="000000"/>
        </w:rPr>
        <w:t>учреждений отдыха и оздоровления детей</w:t>
      </w:r>
      <w:r w:rsidRPr="006614A7">
        <w:rPr>
          <w:rFonts w:cs="Arial"/>
          <w:color w:val="000000"/>
        </w:rPr>
        <w:t xml:space="preserve"> на территории рекреационных зон и зонах лечебно-оздоровительные местностей и курортов выделяются участки, отличающиеся благоприятными природными условиями, высокими эстетическими качествами ландшафта, отвечающие санитарно-гигиеническим требованиям и условиям организации полноценного отдыха, занятий спортом, купания и туристских походов.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2.</w:t>
      </w:r>
      <w:r w:rsidRPr="006614A7">
        <w:rPr>
          <w:rFonts w:cs="Arial"/>
          <w:color w:val="000000"/>
        </w:rPr>
        <w:t xml:space="preserve"> Земельный участок должен быть сухим, чистым, хорошо проветриваемым и инсолируемым. Не допускается использование заболоченных, плохо проветриваемых, расположенных в пониженных местах с обильным выпадением росы.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Запрещается размещать детские оздоровительные учреждения вблизи больниц, животноводческих и птицеводческих объектов, сельскохозяйственных угодий, а также складирования, мест переработки мусора и сброса сточных вод.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Размещение детских оздоровительных учреждений на территории санитарно-защитных зон не допускается. Расстояния от промышленных, коммунальных и хозяйственных организаций до детских оздоровительных учреждений принимаются в соответствии с требованиями настоящих нормативов.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3.</w:t>
      </w:r>
      <w:r w:rsidRPr="006614A7">
        <w:rPr>
          <w:rFonts w:cs="Arial"/>
          <w:color w:val="000000"/>
        </w:rPr>
        <w:t xml:space="preserve"> При проектировании детских оздоровительных учреждений, участки следует размещать: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с учетом розы ветров;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с наветренной стороны от источников шума и загрязнений атмосферного воздуха;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выше по течению водоемов относительно источников загрязнения;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вблизи лесных массивов и водоемов.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Загородные детские оздоровительные учреждения отделяют от жилых зданий для сотрудников, а также учреждений отдыха взрослых полосой зеленых насаждений шириной не менее </w:t>
      </w:r>
      <w:smartTag w:uri="urn:schemas-microsoft-com:office:smarttags" w:element="metricconverter">
        <w:smartTagPr>
          <w:attr w:name="ProductID" w:val="100 м"/>
        </w:smartTagPr>
        <w:r w:rsidRPr="006614A7">
          <w:rPr>
            <w:rFonts w:cs="Arial"/>
            <w:color w:val="000000"/>
          </w:rPr>
          <w:t>100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4.</w:t>
      </w:r>
      <w:r w:rsidRPr="006614A7">
        <w:rPr>
          <w:rFonts w:cs="Arial"/>
          <w:color w:val="000000"/>
        </w:rPr>
        <w:t xml:space="preserve"> Через территорию детских оздоровительных учреждений не должны проходить магистральные инженерные коммуникации (водоснабжение, канализация, тепло-, газо-, электроснабжение).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5.</w:t>
      </w:r>
      <w:r w:rsidRPr="006614A7">
        <w:rPr>
          <w:rFonts w:cs="Arial"/>
          <w:color w:val="000000"/>
        </w:rPr>
        <w:t xml:space="preserve"> Земельный участок детского оздоровительного учреждения делится на территорию основной застройки и вспомогательную территорию.</w:t>
      </w:r>
    </w:p>
    <w:p w:rsidR="0053501A" w:rsidRPr="006614A7" w:rsidRDefault="0053501A" w:rsidP="006614A7">
      <w:pPr>
        <w:widowControl w:val="0"/>
        <w:tabs>
          <w:tab w:val="left" w:pos="7479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Состав зданий и сооружений на территории детского оздоровительного учреждения определяется в соответствии с требованиями СанПиН 2.4.4.1204-03.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iCs/>
          <w:color w:val="000000"/>
        </w:rPr>
        <w:t>4.6.</w:t>
      </w:r>
      <w:r w:rsidRPr="006614A7">
        <w:rPr>
          <w:rFonts w:cs="Arial"/>
          <w:b/>
          <w:color w:val="000000"/>
        </w:rPr>
        <w:t>6.</w:t>
      </w:r>
      <w:r w:rsidRPr="006614A7">
        <w:rPr>
          <w:rFonts w:cs="Arial"/>
          <w:color w:val="000000"/>
        </w:rPr>
        <w:t xml:space="preserve"> Территория основной застройки детского оздоровительного учреждения включает жилую, культурно-массовую, физкультурно-оздоровительную, медицинскую, административную, хозяйственную зоны и зону технического назначения.</w:t>
      </w:r>
    </w:p>
    <w:p w:rsidR="0053501A" w:rsidRPr="006614A7" w:rsidRDefault="0053501A" w:rsidP="006614A7">
      <w:pPr>
        <w:widowControl w:val="0"/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На вспомогательной территории могут проектироваться: котельная с хранилищем топлива, сооружения водоснабжения, локальные очистные сооружения для автостоянок, оранжерейно-тепличное хозяйство, ремонтные мастерские, автостоянка для хозяйственных машин. Вспомогательная территория проектируется с учетом возможной организации самостоятельного въезда на территорию.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7.</w:t>
      </w:r>
      <w:r w:rsidRPr="006614A7">
        <w:rPr>
          <w:rFonts w:ascii="Arial" w:hAnsi="Arial" w:cs="Arial"/>
          <w:sz w:val="24"/>
          <w:szCs w:val="24"/>
        </w:rPr>
        <w:t xml:space="preserve"> Участки основной и вспомогательной застройки детского оздоровительного учреждения должны иметь ограждение высотой не менее </w:t>
      </w:r>
      <w:smartTag w:uri="urn:schemas-microsoft-com:office:smarttags" w:element="metricconverter">
        <w:smartTagPr>
          <w:attr w:name="ProductID" w:val="0,9 м"/>
        </w:smartTagPr>
        <w:r w:rsidRPr="006614A7">
          <w:rPr>
            <w:rFonts w:ascii="Arial" w:hAnsi="Arial" w:cs="Arial"/>
            <w:sz w:val="24"/>
            <w:szCs w:val="24"/>
          </w:rPr>
          <w:t>0,9 м</w:t>
        </w:r>
      </w:smartTag>
      <w:r w:rsidRPr="006614A7">
        <w:rPr>
          <w:rFonts w:ascii="Arial" w:hAnsi="Arial" w:cs="Arial"/>
          <w:sz w:val="24"/>
          <w:szCs w:val="24"/>
        </w:rPr>
        <w:t xml:space="preserve"> и не менее двух въездов (основной и хозяйственный). 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8.</w:t>
      </w:r>
      <w:r w:rsidRPr="006614A7">
        <w:rPr>
          <w:rFonts w:ascii="Arial" w:hAnsi="Arial" w:cs="Arial"/>
          <w:sz w:val="24"/>
          <w:szCs w:val="24"/>
        </w:rPr>
        <w:t xml:space="preserve"> Жилая зона обслуживающего персонала проектируется на расстоянии не менее </w:t>
      </w:r>
      <w:smartTag w:uri="urn:schemas-microsoft-com:office:smarttags" w:element="metricconverter">
        <w:smartTagPr>
          <w:attr w:name="ProductID" w:val="100 м"/>
        </w:smartTagPr>
        <w:r w:rsidRPr="006614A7">
          <w:rPr>
            <w:rFonts w:ascii="Arial" w:hAnsi="Arial" w:cs="Arial"/>
            <w:sz w:val="24"/>
            <w:szCs w:val="24"/>
          </w:rPr>
          <w:t>100 м</w:t>
        </w:r>
      </w:smartTag>
      <w:r w:rsidRPr="006614A7">
        <w:rPr>
          <w:rFonts w:ascii="Arial" w:hAnsi="Arial" w:cs="Arial"/>
          <w:sz w:val="24"/>
          <w:szCs w:val="24"/>
        </w:rPr>
        <w:t xml:space="preserve"> от территории основной застройки. 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9</w:t>
      </w:r>
      <w:r w:rsidRPr="006614A7">
        <w:rPr>
          <w:rFonts w:ascii="Arial" w:hAnsi="Arial" w:cs="Arial"/>
          <w:sz w:val="24"/>
          <w:szCs w:val="24"/>
        </w:rPr>
        <w:t xml:space="preserve">. Территория, предназначенная для отдыха и купания детей (пляж), должна быть удалена от гидротехнических сооружений, мест сброса сточных вод, стойбищ и водопоя скота и других источников загрязнения или располагаться выше указанных источников загрязнения на расстоянии не менее </w:t>
      </w:r>
      <w:smartTag w:uri="urn:schemas-microsoft-com:office:smarttags" w:element="metricconverter">
        <w:smartTagPr>
          <w:attr w:name="ProductID" w:val="500 м"/>
        </w:smartTagPr>
        <w:r w:rsidRPr="006614A7">
          <w:rPr>
            <w:rFonts w:ascii="Arial" w:hAnsi="Arial" w:cs="Arial"/>
            <w:sz w:val="24"/>
            <w:szCs w:val="24"/>
          </w:rPr>
          <w:t>500 м</w:t>
        </w:r>
      </w:smartTag>
      <w:r w:rsidRPr="006614A7">
        <w:rPr>
          <w:rFonts w:ascii="Arial" w:hAnsi="Arial" w:cs="Arial"/>
          <w:sz w:val="24"/>
          <w:szCs w:val="24"/>
        </w:rPr>
        <w:t xml:space="preserve">. 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Территория должна быть благоустроена.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10</w:t>
      </w:r>
      <w:r w:rsidRPr="006614A7">
        <w:rPr>
          <w:rFonts w:ascii="Arial" w:hAnsi="Arial" w:cs="Arial"/>
          <w:sz w:val="24"/>
          <w:szCs w:val="24"/>
        </w:rPr>
        <w:t>. При выборе территории пляжа следует исключить возможность неблагоприятных и опасных природных процессов – оползней, обвалов и др.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Запрещается размещать пляжи в границах 1-го пояса зоны санитарной охраны источников хозяйственно-питьевого водоснабжения.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В местах, отводимых для купания, не должно быть выходов грунтовых вод с низкой температурой, резко выраженных и быстрых водоворотов, воронок, течения, превышающего 0,5 м/с.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11</w:t>
      </w:r>
      <w:r w:rsidRPr="006614A7">
        <w:rPr>
          <w:rFonts w:ascii="Arial" w:hAnsi="Arial" w:cs="Arial"/>
          <w:sz w:val="24"/>
          <w:szCs w:val="24"/>
        </w:rPr>
        <w:t xml:space="preserve">. Пляжи проектируются исходя из </w:t>
      </w:r>
      <w:smartTag w:uri="urn:schemas-microsoft-com:office:smarttags" w:element="metricconverter">
        <w:smartTagPr>
          <w:attr w:name="ProductID" w:val="4 м2"/>
        </w:smartTagPr>
        <w:r w:rsidRPr="006614A7">
          <w:rPr>
            <w:rFonts w:ascii="Arial" w:hAnsi="Arial" w:cs="Arial"/>
            <w:sz w:val="24"/>
            <w:szCs w:val="24"/>
          </w:rPr>
          <w:t>4 м</w:t>
        </w:r>
        <w:r w:rsidRPr="006614A7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 w:rsidRPr="006614A7">
        <w:rPr>
          <w:rFonts w:ascii="Arial" w:hAnsi="Arial" w:cs="Arial"/>
          <w:sz w:val="24"/>
          <w:szCs w:val="24"/>
        </w:rPr>
        <w:t xml:space="preserve"> на 1 место в оздоровительных и </w:t>
      </w:r>
      <w:smartTag w:uri="urn:schemas-microsoft-com:office:smarttags" w:element="metricconverter">
        <w:smartTagPr>
          <w:attr w:name="ProductID" w:val="5 м2"/>
        </w:smartTagPr>
        <w:r w:rsidRPr="006614A7">
          <w:rPr>
            <w:rFonts w:ascii="Arial" w:hAnsi="Arial" w:cs="Arial"/>
            <w:sz w:val="24"/>
            <w:szCs w:val="24"/>
          </w:rPr>
          <w:t>5 м</w:t>
        </w:r>
        <w:r w:rsidRPr="006614A7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 w:rsidRPr="006614A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6614A7">
        <w:rPr>
          <w:rFonts w:ascii="Arial" w:hAnsi="Arial" w:cs="Arial"/>
          <w:sz w:val="24"/>
          <w:szCs w:val="24"/>
        </w:rPr>
        <w:t>на 1 место в санаторно-оздоровительных учреждениях. Коэффициент одновременной загрузки пляжа для детских оздоровительных учреждений равен 0,5 для санаторно-оздоровительных – 1.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 xml:space="preserve">При ширине пляжной полосы </w:t>
      </w:r>
      <w:smartTag w:uri="urn:schemas-microsoft-com:office:smarttags" w:element="metricconverter">
        <w:smartTagPr>
          <w:attr w:name="ProductID" w:val="25 м"/>
        </w:smartTagPr>
        <w:r w:rsidRPr="006614A7">
          <w:rPr>
            <w:rFonts w:ascii="Arial" w:hAnsi="Arial" w:cs="Arial"/>
            <w:sz w:val="24"/>
            <w:szCs w:val="24"/>
          </w:rPr>
          <w:t>25 м</w:t>
        </w:r>
      </w:smartTag>
      <w:r w:rsidRPr="006614A7">
        <w:rPr>
          <w:rFonts w:ascii="Arial" w:hAnsi="Arial" w:cs="Arial"/>
          <w:sz w:val="24"/>
          <w:szCs w:val="24"/>
        </w:rPr>
        <w:t xml:space="preserve"> и более минимальная допустимая </w:t>
      </w:r>
      <w:r w:rsidRPr="006614A7">
        <w:rPr>
          <w:rFonts w:ascii="Arial" w:hAnsi="Arial" w:cs="Arial"/>
          <w:sz w:val="24"/>
          <w:szCs w:val="24"/>
        </w:rPr>
        <w:lastRenderedPageBreak/>
        <w:t xml:space="preserve">величина береговой полосы должна составлять </w:t>
      </w:r>
      <w:smartTag w:uri="urn:schemas-microsoft-com:office:smarttags" w:element="metricconverter">
        <w:smartTagPr>
          <w:attr w:name="ProductID" w:val="0,25 м"/>
        </w:smartTagPr>
        <w:r w:rsidRPr="006614A7">
          <w:rPr>
            <w:rFonts w:ascii="Arial" w:hAnsi="Arial" w:cs="Arial"/>
            <w:sz w:val="24"/>
            <w:szCs w:val="24"/>
          </w:rPr>
          <w:t>0,25 м</w:t>
        </w:r>
      </w:smartTag>
      <w:r w:rsidRPr="006614A7">
        <w:rPr>
          <w:rFonts w:ascii="Arial" w:hAnsi="Arial" w:cs="Arial"/>
          <w:sz w:val="24"/>
          <w:szCs w:val="24"/>
        </w:rPr>
        <w:t xml:space="preserve"> на 1 ребенка.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12</w:t>
      </w:r>
      <w:r w:rsidRPr="006614A7">
        <w:rPr>
          <w:rFonts w:ascii="Arial" w:hAnsi="Arial" w:cs="Arial"/>
          <w:sz w:val="24"/>
          <w:szCs w:val="24"/>
        </w:rPr>
        <w:t>. Зона купания должна иметь песчаное, гравийное или галечное дно с пологим уклоном (не более 0,02) без обрывов и ям. Расстояние от уреза воды до буйков не должно превышать</w:t>
      </w:r>
      <w:r w:rsidRPr="006614A7">
        <w:rPr>
          <w:rFonts w:ascii="Arial" w:hAnsi="Arial" w:cs="Arial"/>
          <w:spacing w:val="-2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6614A7">
          <w:rPr>
            <w:rFonts w:ascii="Arial" w:hAnsi="Arial" w:cs="Arial"/>
            <w:spacing w:val="-2"/>
            <w:sz w:val="24"/>
            <w:szCs w:val="24"/>
          </w:rPr>
          <w:t>25 м</w:t>
        </w:r>
      </w:smartTag>
      <w:r w:rsidRPr="006614A7">
        <w:rPr>
          <w:rFonts w:ascii="Arial" w:hAnsi="Arial" w:cs="Arial"/>
          <w:spacing w:val="-2"/>
          <w:sz w:val="24"/>
          <w:szCs w:val="24"/>
        </w:rPr>
        <w:t xml:space="preserve">. Площадь акватории должна составлять на 1 человека не менее </w:t>
      </w:r>
      <w:smartTag w:uri="urn:schemas-microsoft-com:office:smarttags" w:element="metricconverter">
        <w:smartTagPr>
          <w:attr w:name="ProductID" w:val="5 м2"/>
        </w:smartTagPr>
        <w:r w:rsidRPr="006614A7">
          <w:rPr>
            <w:rFonts w:ascii="Arial" w:hAnsi="Arial" w:cs="Arial"/>
            <w:spacing w:val="-2"/>
            <w:sz w:val="24"/>
            <w:szCs w:val="24"/>
          </w:rPr>
          <w:t>5 м</w:t>
        </w:r>
        <w:r w:rsidRPr="006614A7">
          <w:rPr>
            <w:rFonts w:ascii="Arial" w:hAnsi="Arial" w:cs="Arial"/>
            <w:spacing w:val="-2"/>
            <w:sz w:val="24"/>
            <w:szCs w:val="24"/>
            <w:vertAlign w:val="superscript"/>
          </w:rPr>
          <w:t>2</w:t>
        </w:r>
      </w:smartTag>
      <w:r w:rsidRPr="006614A7">
        <w:rPr>
          <w:rFonts w:ascii="Arial" w:hAnsi="Arial" w:cs="Arial"/>
          <w:spacing w:val="-2"/>
          <w:sz w:val="24"/>
          <w:szCs w:val="24"/>
        </w:rPr>
        <w:t>, в непроточных водоемах –</w:t>
      </w:r>
      <w:r w:rsidRPr="006614A7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м2"/>
        </w:smartTagPr>
        <w:r w:rsidRPr="006614A7">
          <w:rPr>
            <w:rFonts w:ascii="Arial" w:hAnsi="Arial" w:cs="Arial"/>
            <w:sz w:val="24"/>
            <w:szCs w:val="24"/>
          </w:rPr>
          <w:t>10 м</w:t>
        </w:r>
        <w:r w:rsidRPr="006614A7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 w:rsidRPr="006614A7">
        <w:rPr>
          <w:rFonts w:ascii="Arial" w:hAnsi="Arial" w:cs="Arial"/>
          <w:sz w:val="24"/>
          <w:szCs w:val="24"/>
        </w:rPr>
        <w:t>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 xml:space="preserve">Максимальная глубина открытых водоемов в местах купания детей должна составлять от 0,7 до </w:t>
      </w:r>
      <w:smartTag w:uri="urn:schemas-microsoft-com:office:smarttags" w:element="metricconverter">
        <w:smartTagPr>
          <w:attr w:name="ProductID" w:val="1,2 м"/>
        </w:smartTagPr>
        <w:r w:rsidRPr="006614A7">
          <w:rPr>
            <w:rFonts w:ascii="Arial" w:hAnsi="Arial" w:cs="Arial"/>
            <w:sz w:val="24"/>
            <w:szCs w:val="24"/>
          </w:rPr>
          <w:t>1,2 м</w:t>
        </w:r>
      </w:smartTag>
      <w:r w:rsidRPr="006614A7">
        <w:rPr>
          <w:rFonts w:ascii="Arial" w:hAnsi="Arial" w:cs="Arial"/>
          <w:sz w:val="24"/>
          <w:szCs w:val="24"/>
        </w:rPr>
        <w:t>. Глубина зоны купания в детском секторе (для детей до 8 лет) должна составлять 40-</w:t>
      </w:r>
      <w:smartTag w:uri="urn:schemas-microsoft-com:office:smarttags" w:element="metricconverter">
        <w:smartTagPr>
          <w:attr w:name="ProductID" w:val="50 см"/>
        </w:smartTagPr>
        <w:r w:rsidRPr="006614A7">
          <w:rPr>
            <w:rFonts w:ascii="Arial" w:hAnsi="Arial" w:cs="Arial"/>
            <w:sz w:val="24"/>
            <w:szCs w:val="24"/>
          </w:rPr>
          <w:t>50 см</w:t>
        </w:r>
      </w:smartTag>
      <w:r w:rsidRPr="006614A7">
        <w:rPr>
          <w:rFonts w:ascii="Arial" w:hAnsi="Arial" w:cs="Arial"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70 см"/>
        </w:smartTagPr>
        <w:r w:rsidRPr="006614A7">
          <w:rPr>
            <w:rFonts w:ascii="Arial" w:hAnsi="Arial" w:cs="Arial"/>
            <w:sz w:val="24"/>
            <w:szCs w:val="24"/>
          </w:rPr>
          <w:t>70 см</w:t>
        </w:r>
      </w:smartTag>
      <w:r w:rsidRPr="006614A7">
        <w:rPr>
          <w:rFonts w:ascii="Arial" w:hAnsi="Arial" w:cs="Arial"/>
          <w:sz w:val="24"/>
          <w:szCs w:val="24"/>
        </w:rPr>
        <w:t>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13</w:t>
      </w:r>
      <w:r w:rsidRPr="006614A7">
        <w:rPr>
          <w:rFonts w:ascii="Arial" w:hAnsi="Arial" w:cs="Arial"/>
          <w:sz w:val="24"/>
          <w:szCs w:val="24"/>
        </w:rPr>
        <w:t>. При отсутствии естественных водоемов проектируются искусственные бассейны в соответствии с расчетами.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14</w:t>
      </w:r>
      <w:r w:rsidRPr="006614A7">
        <w:rPr>
          <w:rFonts w:ascii="Arial" w:hAnsi="Arial" w:cs="Arial"/>
          <w:sz w:val="24"/>
          <w:szCs w:val="24"/>
        </w:rPr>
        <w:t>. Площадь озеленения территорий детского оздоровительного учреждения должна составлять не менее 60 % участка основной застройки. При размещении учреждения в лесном или парковом массиве площадь озелененных территорий может быть сокращена до 50 %.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Зеленые насаждения рекомендуется включать в каждую из функциональных зон для обеспечения благоприятного микроклимата.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15</w:t>
      </w:r>
      <w:r w:rsidRPr="006614A7">
        <w:rPr>
          <w:rFonts w:ascii="Arial" w:hAnsi="Arial" w:cs="Arial"/>
          <w:sz w:val="24"/>
          <w:szCs w:val="24"/>
        </w:rPr>
        <w:t>. Водоснабжение, канализация и теплоснабжение в детских оздоровительных учреждениях проектируются централизованными.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При отсутствии централизованных сетей проектируются местные системы водоснабжения, канализации и местные очистные сооружения. Допускается применение автономного, в том числе газового отопления.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16</w:t>
      </w:r>
      <w:r w:rsidRPr="006614A7">
        <w:rPr>
          <w:rFonts w:ascii="Arial" w:hAnsi="Arial" w:cs="Arial"/>
          <w:sz w:val="24"/>
          <w:szCs w:val="24"/>
        </w:rPr>
        <w:t xml:space="preserve">. На территории детских оздоровительных учреждений, помимо туалетов в здании, возможно проектирование дополнительных канализованных туалетов на расстоянии не менее </w:t>
      </w:r>
      <w:smartTag w:uri="urn:schemas-microsoft-com:office:smarttags" w:element="metricconverter">
        <w:smartTagPr>
          <w:attr w:name="ProductID" w:val="50 м"/>
        </w:smartTagPr>
        <w:r w:rsidRPr="006614A7">
          <w:rPr>
            <w:rFonts w:ascii="Arial" w:hAnsi="Arial" w:cs="Arial"/>
            <w:sz w:val="24"/>
            <w:szCs w:val="24"/>
          </w:rPr>
          <w:t>50 м</w:t>
        </w:r>
      </w:smartTag>
      <w:r w:rsidRPr="006614A7">
        <w:rPr>
          <w:rFonts w:ascii="Arial" w:hAnsi="Arial" w:cs="Arial"/>
          <w:sz w:val="24"/>
          <w:szCs w:val="24"/>
        </w:rPr>
        <w:t xml:space="preserve"> от жилых зданий и столовой по согласованию с местными органами Роспотребнадзора.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17</w:t>
      </w:r>
      <w:r w:rsidRPr="006614A7">
        <w:rPr>
          <w:rFonts w:ascii="Arial" w:hAnsi="Arial" w:cs="Arial"/>
          <w:sz w:val="24"/>
          <w:szCs w:val="24"/>
        </w:rPr>
        <w:t xml:space="preserve">. Для сбора мусора и пищевых отходов на территории хозяйственной зоны проектируются площадки с твердым покрытием, размеры которых превышают площадь основания контейнеров на </w:t>
      </w:r>
      <w:smartTag w:uri="urn:schemas-microsoft-com:office:smarttags" w:element="metricconverter">
        <w:smartTagPr>
          <w:attr w:name="ProductID" w:val="1,0 м"/>
        </w:smartTagPr>
        <w:r w:rsidRPr="006614A7">
          <w:rPr>
            <w:rFonts w:ascii="Arial" w:hAnsi="Arial" w:cs="Arial"/>
            <w:sz w:val="24"/>
            <w:szCs w:val="24"/>
          </w:rPr>
          <w:t>1,0 м</w:t>
        </w:r>
      </w:smartTag>
      <w:r w:rsidRPr="006614A7">
        <w:rPr>
          <w:rFonts w:ascii="Arial" w:hAnsi="Arial" w:cs="Arial"/>
          <w:sz w:val="24"/>
          <w:szCs w:val="24"/>
        </w:rPr>
        <w:t xml:space="preserve"> во все стороны. Площадки, к которым должны быть удобные подъезды, размещают на расстоянии не менее </w:t>
      </w:r>
      <w:smartTag w:uri="urn:schemas-microsoft-com:office:smarttags" w:element="metricconverter">
        <w:smartTagPr>
          <w:attr w:name="ProductID" w:val="25 м"/>
        </w:smartTagPr>
        <w:r w:rsidRPr="006614A7">
          <w:rPr>
            <w:rFonts w:ascii="Arial" w:hAnsi="Arial" w:cs="Arial"/>
            <w:sz w:val="24"/>
            <w:szCs w:val="24"/>
          </w:rPr>
          <w:t>25 м</w:t>
        </w:r>
      </w:smartTag>
      <w:r w:rsidRPr="006614A7">
        <w:rPr>
          <w:rFonts w:ascii="Arial" w:hAnsi="Arial" w:cs="Arial"/>
          <w:sz w:val="24"/>
          <w:szCs w:val="24"/>
        </w:rPr>
        <w:t xml:space="preserve"> от зданий.</w:t>
      </w:r>
    </w:p>
    <w:p w:rsidR="0053501A" w:rsidRPr="006614A7" w:rsidRDefault="0053501A" w:rsidP="006614A7">
      <w:pPr>
        <w:pStyle w:val="HTML0"/>
        <w:widowControl w:val="0"/>
        <w:spacing w:line="235" w:lineRule="auto"/>
        <w:ind w:firstLine="709"/>
        <w:rPr>
          <w:rFonts w:ascii="Arial" w:hAnsi="Arial" w:cs="Arial"/>
          <w:sz w:val="24"/>
          <w:szCs w:val="24"/>
        </w:rPr>
      </w:pPr>
      <w:r w:rsidRPr="006614A7">
        <w:rPr>
          <w:rFonts w:ascii="Arial" w:hAnsi="Arial" w:cs="Arial"/>
          <w:b/>
          <w:iCs/>
          <w:sz w:val="24"/>
          <w:szCs w:val="24"/>
        </w:rPr>
        <w:t>4.6.</w:t>
      </w:r>
      <w:r w:rsidRPr="006614A7">
        <w:rPr>
          <w:rFonts w:ascii="Arial" w:hAnsi="Arial" w:cs="Arial"/>
          <w:b/>
          <w:sz w:val="24"/>
          <w:szCs w:val="24"/>
        </w:rPr>
        <w:t>18</w:t>
      </w:r>
      <w:r w:rsidRPr="006614A7">
        <w:rPr>
          <w:rFonts w:ascii="Arial" w:hAnsi="Arial" w:cs="Arial"/>
          <w:sz w:val="24"/>
          <w:szCs w:val="24"/>
        </w:rPr>
        <w:t>. Въезды и входы на территорию детского оздоровительного учреждения, проезды, дорожки к хозяйственным постройкам, к контейнерным площадкам для сбора мусора проектируются в соответствии с требованиями разделов «Транспортная инфраструктура населенных пунктов поселения» и «Зоны отдыха» настоящих нормативов.</w:t>
      </w:r>
    </w:p>
    <w:p w:rsidR="0053501A" w:rsidRPr="006614A7" w:rsidRDefault="0053501A" w:rsidP="006614A7">
      <w:pPr>
        <w:pStyle w:val="2"/>
        <w:tabs>
          <w:tab w:val="left" w:pos="708"/>
        </w:tabs>
        <w:ind w:firstLine="709"/>
        <w:jc w:val="both"/>
        <w:rPr>
          <w:i/>
          <w:color w:val="000000"/>
          <w:sz w:val="24"/>
          <w:szCs w:val="24"/>
        </w:rPr>
      </w:pPr>
      <w:bookmarkStart w:id="25" w:name="_Toc297163347"/>
      <w:r w:rsidRPr="006614A7">
        <w:rPr>
          <w:i/>
          <w:iCs w:val="0"/>
          <w:color w:val="000000"/>
          <w:sz w:val="24"/>
          <w:szCs w:val="24"/>
        </w:rPr>
        <w:t xml:space="preserve">5. </w:t>
      </w:r>
      <w:r w:rsidRPr="006614A7">
        <w:rPr>
          <w:i/>
          <w:color w:val="000000"/>
          <w:sz w:val="24"/>
          <w:szCs w:val="24"/>
        </w:rPr>
        <w:t>ТРАНСПОРТНАЯ ИНФРАСТРУКТУРА НАСЕЛЕННЫХ ПУНКТОВ</w:t>
      </w: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i/>
          <w:color w:val="000000"/>
          <w:sz w:val="24"/>
          <w:szCs w:val="24"/>
        </w:rPr>
        <w:t>ПОСЕЛЕНИЯ</w:t>
      </w:r>
      <w:bookmarkEnd w:id="25"/>
      <w:r w:rsidRPr="006614A7">
        <w:rPr>
          <w:i/>
          <w:color w:val="000000"/>
          <w:sz w:val="24"/>
          <w:szCs w:val="24"/>
        </w:rPr>
        <w:t xml:space="preserve"> </w:t>
      </w:r>
    </w:p>
    <w:p w:rsidR="0053501A" w:rsidRPr="006614A7" w:rsidRDefault="0053501A" w:rsidP="006614A7">
      <w:pPr>
        <w:pStyle w:val="2"/>
        <w:tabs>
          <w:tab w:val="left" w:pos="708"/>
        </w:tabs>
        <w:ind w:firstLine="709"/>
        <w:jc w:val="both"/>
        <w:rPr>
          <w:i/>
          <w:iCs w:val="0"/>
          <w:color w:val="000000"/>
          <w:sz w:val="24"/>
          <w:szCs w:val="24"/>
        </w:rPr>
      </w:pPr>
      <w:bookmarkStart w:id="26" w:name="_Toc297163348"/>
      <w:r w:rsidRPr="006614A7">
        <w:rPr>
          <w:i/>
          <w:color w:val="000000"/>
          <w:sz w:val="24"/>
          <w:szCs w:val="24"/>
        </w:rPr>
        <w:t>5.1. Улично-дорожная сеть</w:t>
      </w: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i/>
          <w:iCs w:val="0"/>
          <w:color w:val="000000"/>
          <w:sz w:val="24"/>
          <w:szCs w:val="24"/>
        </w:rPr>
        <w:t>населенных пунктов поселения</w:t>
      </w:r>
      <w:bookmarkEnd w:id="26"/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5.1.1</w:t>
      </w:r>
      <w:r w:rsidRPr="006614A7">
        <w:rPr>
          <w:rFonts w:cs="Arial"/>
          <w:color w:val="000000"/>
        </w:rPr>
        <w:t>.  Улично-дорожная сеть населенных пунктов поселения представляет собой часть территории, ограниченную красными линиями и предназначенную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5. 1.2</w:t>
      </w:r>
      <w:r w:rsidRPr="006614A7">
        <w:rPr>
          <w:rFonts w:cs="Arial"/>
          <w:color w:val="000000"/>
        </w:rPr>
        <w:t xml:space="preserve">. 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 В составе улично-дорожной сети следует выделять улицы и дороги магистрального и местного значения, а также главные улицы. 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5.1.3</w:t>
      </w:r>
      <w:r w:rsidRPr="006614A7">
        <w:rPr>
          <w:rFonts w:cs="Arial"/>
          <w:color w:val="000000"/>
        </w:rPr>
        <w:t>. Основные расчетные параметры уличной сети следует устанавливать в соответствии с таблицей 16.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outlineLvl w:val="0"/>
        <w:rPr>
          <w:rFonts w:cs="Arial"/>
          <w:color w:val="000000"/>
        </w:rPr>
      </w:pPr>
      <w:bookmarkStart w:id="27" w:name="_Toc297163349"/>
      <w:r w:rsidRPr="006614A7">
        <w:rPr>
          <w:rFonts w:cs="Arial"/>
          <w:color w:val="000000"/>
        </w:rPr>
        <w:t>Таблица 16  Расчетные параметры уличной сети города _________</w:t>
      </w:r>
      <w:bookmarkEnd w:id="27"/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2530"/>
        <w:gridCol w:w="1077"/>
        <w:gridCol w:w="934"/>
        <w:gridCol w:w="1051"/>
        <w:gridCol w:w="859"/>
        <w:gridCol w:w="1191"/>
        <w:gridCol w:w="1021"/>
        <w:gridCol w:w="1097"/>
      </w:tblGrid>
      <w:tr w:rsidR="0053501A" w:rsidRPr="006614A7" w:rsidTr="006614A7">
        <w:trPr>
          <w:trHeight w:val="659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lastRenderedPageBreak/>
              <w:t>Категория дорог и улиц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Расчетная скорость движения, км/ч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Ширина в крас-ных ли-ниях, 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Ширина полосы движения, 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Число полос движе-ния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Наимень-ший радиус кривых в плане, 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Наиболь-ший про-дольный уклон, 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Ширина пешеход-ной части тротуара, м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  <w:shd w:val="clear" w:color="auto" w:fill="D9D9D9"/>
              </w:rPr>
              <w:t>Магистральные улицы</w:t>
            </w:r>
            <w:r w:rsidRPr="006614A7">
              <w:rPr>
                <w:rFonts w:cs="Arial"/>
                <w:color w:val="000000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регулируемого движения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80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37-75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3,0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6"/>
              </w:rPr>
            </w:pPr>
            <w:r w:rsidRPr="006614A7">
              <w:rPr>
                <w:rFonts w:cs="Arial"/>
                <w:color w:val="000000"/>
                <w:spacing w:val="-6"/>
              </w:rPr>
              <w:t>транспортно-пешеходные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70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35-45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2-4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2,25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пешеходно-транспортные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30-40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3,0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Улицы и дороги местного </w:t>
            </w:r>
            <w:r w:rsidRPr="006614A7">
              <w:rPr>
                <w:rFonts w:cs="Arial"/>
                <w:color w:val="000000"/>
                <w:spacing w:val="-2"/>
              </w:rPr>
              <w:t>значения: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улицы в жилой застройке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2-3*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70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1,5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 xml:space="preserve">улицы и дороги в производственной зоне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15-25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1,5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парковые дороги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80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Проезды: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10-11,5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70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</w:t>
            </w:r>
          </w:p>
        </w:tc>
      </w:tr>
      <w:tr w:rsidR="0053501A" w:rsidRPr="006614A7" w:rsidTr="006614A7">
        <w:trPr>
          <w:trHeight w:val="227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7-10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80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0,75</w:t>
            </w:r>
          </w:p>
        </w:tc>
      </w:tr>
      <w:tr w:rsidR="0053501A" w:rsidRPr="006614A7" w:rsidTr="006614A7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  <w:shd w:val="clear" w:color="auto" w:fill="D9D9D9"/>
              </w:rPr>
              <w:t>Пешеходные улицы</w:t>
            </w:r>
            <w:r w:rsidRPr="006614A7">
              <w:rPr>
                <w:rFonts w:cs="Arial"/>
                <w:color w:val="000000"/>
                <w:spacing w:val="-2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</w:tr>
      <w:tr w:rsidR="0053501A" w:rsidRPr="006614A7" w:rsidTr="006614A7">
        <w:trPr>
          <w:trHeight w:val="32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основные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4"/>
              </w:rPr>
            </w:pPr>
            <w:r w:rsidRPr="006614A7">
              <w:rPr>
                <w:rFonts w:cs="Arial"/>
                <w:color w:val="000000"/>
                <w:spacing w:val="-4"/>
              </w:rPr>
              <w:t xml:space="preserve">По </w:t>
            </w:r>
          </w:p>
          <w:p w:rsidR="0053501A" w:rsidRPr="006614A7" w:rsidRDefault="0053501A" w:rsidP="006614A7">
            <w:pPr>
              <w:widowControl w:val="0"/>
              <w:ind w:right="-57"/>
              <w:rPr>
                <w:rFonts w:cs="Arial"/>
                <w:color w:val="000000"/>
                <w:spacing w:val="-4"/>
              </w:rPr>
            </w:pPr>
            <w:r w:rsidRPr="006614A7">
              <w:rPr>
                <w:rFonts w:cs="Arial"/>
                <w:color w:val="000000"/>
                <w:spacing w:val="-4"/>
              </w:rPr>
              <w:t>расчету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По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проекту</w:t>
            </w:r>
          </w:p>
        </w:tc>
      </w:tr>
      <w:tr w:rsidR="0053501A" w:rsidRPr="006614A7" w:rsidTr="006614A7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второстепенные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0,75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То же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60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По </w:t>
            </w:r>
          </w:p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проекту</w:t>
            </w:r>
          </w:p>
        </w:tc>
      </w:tr>
      <w:tr w:rsidR="0053501A" w:rsidRPr="006614A7" w:rsidTr="006614A7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  <w:spacing w:val="-2"/>
              </w:rPr>
            </w:pPr>
            <w:r w:rsidRPr="006614A7">
              <w:rPr>
                <w:rFonts w:cs="Arial"/>
                <w:color w:val="000000"/>
                <w:spacing w:val="-2"/>
              </w:rPr>
              <w:t>Велосипедные дорожки: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1,50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1-2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noBreakHyphen/>
            </w:r>
          </w:p>
        </w:tc>
      </w:tr>
    </w:tbl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  <w:spacing w:val="40"/>
        </w:rPr>
      </w:pPr>
      <w:r w:rsidRPr="006614A7">
        <w:rPr>
          <w:rFonts w:cs="Arial"/>
          <w:i/>
          <w:color w:val="000000"/>
          <w:spacing w:val="40"/>
        </w:rPr>
        <w:t>Примечания: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 xml:space="preserve"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4. В ширину пешеходной части тротуаров и дорожек не включаются площади, необходимые для размещения киосков, скамеек и т. п.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 xml:space="preserve"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</w:t>
      </w:r>
      <w:smartTag w:uri="urn:schemas-microsoft-com:office:smarttags" w:element="metricconverter">
        <w:smartTagPr>
          <w:attr w:name="ProductID" w:val="1 м"/>
        </w:smartTagPr>
        <w:r w:rsidRPr="006614A7">
          <w:rPr>
            <w:rFonts w:cs="Arial"/>
            <w:i/>
            <w:color w:val="000000"/>
          </w:rPr>
          <w:t>1 м</w:t>
        </w:r>
      </w:smartTag>
      <w:r w:rsidRPr="006614A7">
        <w:rPr>
          <w:rFonts w:cs="Arial"/>
          <w:i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 xml:space="preserve">При непосредственном примыкании тротуаров к стенам зданий, </w:t>
      </w:r>
      <w:r w:rsidRPr="006614A7">
        <w:rPr>
          <w:rFonts w:cs="Arial"/>
          <w:i/>
          <w:color w:val="000000"/>
        </w:rPr>
        <w:lastRenderedPageBreak/>
        <w:t xml:space="preserve">подпорным стенкам или оградам следует увеличивать их ширину не менее чем на </w:t>
      </w:r>
      <w:smartTag w:uri="urn:schemas-microsoft-com:office:smarttags" w:element="metricconverter">
        <w:smartTagPr>
          <w:attr w:name="ProductID" w:val="0,5 м"/>
        </w:smartTagPr>
        <w:r w:rsidRPr="006614A7">
          <w:rPr>
            <w:rFonts w:cs="Arial"/>
            <w:i/>
            <w:color w:val="000000"/>
          </w:rPr>
          <w:t>0,5 м</w:t>
        </w:r>
      </w:smartTag>
      <w:r w:rsidRPr="006614A7">
        <w:rPr>
          <w:rFonts w:cs="Arial"/>
          <w:i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5. Допускается предусматривать поэтапное достижение расчетных параметров магистральных улиц и дорог, транспортных пересечений с учетом конкретных условий движения транспорта и пешеходов при обязательном резервировании территории для перспективного строительства.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6.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b/>
          <w:color w:val="000000"/>
        </w:rPr>
      </w:pP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5.1.4</w:t>
      </w:r>
      <w:r w:rsidRPr="006614A7">
        <w:rPr>
          <w:rFonts w:cs="Arial"/>
          <w:color w:val="000000"/>
        </w:rPr>
        <w:t xml:space="preserve">. Для обеспечения подъездов к группам жилых зданий и иных объектов, а также к отдельным зданиям в микрорайонах (кварталах) следует предусматривать </w:t>
      </w:r>
      <w:r w:rsidRPr="006614A7">
        <w:rPr>
          <w:rFonts w:cs="Arial"/>
          <w:b/>
          <w:color w:val="000000"/>
        </w:rPr>
        <w:t>проезды</w:t>
      </w:r>
      <w:r w:rsidRPr="006614A7">
        <w:rPr>
          <w:rFonts w:cs="Arial"/>
          <w:color w:val="000000"/>
        </w:rPr>
        <w:t>, в том числе: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к группам жилых зданий, крупным учреждениям и предприятиям обслуживания, торговым центрам, участкам школ и дошкольных учреждений – основные с шириной проезжей части </w:t>
      </w:r>
      <w:smartTag w:uri="urn:schemas-microsoft-com:office:smarttags" w:element="metricconverter">
        <w:smartTagPr>
          <w:attr w:name="ProductID" w:val="5,5 м"/>
        </w:smartTagPr>
        <w:r w:rsidRPr="006614A7">
          <w:rPr>
            <w:rFonts w:cs="Arial"/>
            <w:color w:val="000000"/>
          </w:rPr>
          <w:t>5,5 м</w:t>
        </w:r>
      </w:smartTag>
      <w:r w:rsidRPr="006614A7">
        <w:rPr>
          <w:rFonts w:cs="Arial"/>
          <w:color w:val="000000"/>
        </w:rPr>
        <w:t>;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к отдельно стоящим зданиям – второстепенные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6614A7">
          <w:rPr>
            <w:rFonts w:cs="Arial"/>
            <w:color w:val="000000"/>
          </w:rPr>
          <w:t>3,5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Для подъезда к отдельно стоящим трансформаторным подстанциям, газораспределительным пунктам допускается предусматривать проезды с шириной проезжей части </w:t>
      </w:r>
      <w:smartTag w:uri="urn:schemas-microsoft-com:office:smarttags" w:element="metricconverter">
        <w:smartTagPr>
          <w:attr w:name="ProductID" w:val="3,5 м"/>
        </w:smartTagPr>
        <w:r w:rsidRPr="006614A7">
          <w:rPr>
            <w:rFonts w:cs="Arial"/>
            <w:color w:val="000000"/>
          </w:rPr>
          <w:t>3,5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К отдельно стоящим жилым зданиям высотой не более 9 этажей, а также 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color w:val="000000"/>
          </w:rPr>
          <w:t>150 м</w:t>
        </w:r>
      </w:smartTag>
      <w:r w:rsidRPr="006614A7">
        <w:rPr>
          <w:rFonts w:cs="Arial"/>
          <w:color w:val="000000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6614A7">
          <w:rPr>
            <w:rFonts w:cs="Arial"/>
            <w:color w:val="000000"/>
          </w:rPr>
          <w:t>4,2 м</w:t>
        </w:r>
      </w:smartTag>
      <w:r w:rsidRPr="006614A7">
        <w:rPr>
          <w:rFonts w:cs="Arial"/>
          <w:color w:val="000000"/>
        </w:rPr>
        <w:t xml:space="preserve">, а в малоэтажной (2-3 этажа) застройке при ширине не менее </w:t>
      </w:r>
      <w:smartTag w:uri="urn:schemas-microsoft-com:office:smarttags" w:element="metricconverter">
        <w:smartTagPr>
          <w:attr w:name="ProductID" w:val="3,5 м"/>
        </w:smartTagPr>
        <w:r w:rsidRPr="006614A7">
          <w:rPr>
            <w:rFonts w:cs="Arial"/>
            <w:color w:val="000000"/>
          </w:rPr>
          <w:t>3,5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5.1.5.</w:t>
      </w:r>
      <w:r w:rsidRPr="006614A7">
        <w:rPr>
          <w:rFonts w:cs="Arial"/>
          <w:color w:val="000000"/>
        </w:rPr>
        <w:t xml:space="preserve">. Тупиковые проезды к отдельно стоящим зданиям в соответствии с требованиями Федерального закона от 22.07.2008 г. № 123-ФЗ «Технический регламент о требованиях пожарной безопасности» должны быть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color w:val="000000"/>
          </w:rPr>
          <w:t>150 м</w:t>
        </w:r>
      </w:smartTag>
      <w:r w:rsidRPr="006614A7">
        <w:rPr>
          <w:rFonts w:cs="Arial"/>
          <w:color w:val="000000"/>
        </w:rPr>
        <w:t xml:space="preserve"> и заканчиваться разворотными площадками размером в плане 16×16 м.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Использование разворотных площадок для стоянки автомобилей не допускается.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5.1.6</w:t>
      </w:r>
      <w:r w:rsidRPr="006614A7">
        <w:rPr>
          <w:rFonts w:cs="Arial"/>
          <w:color w:val="000000"/>
        </w:rPr>
        <w:t xml:space="preserve">. В зоне малоэтажной жилой застройки основные проезды проектируются с двусторонним движением с шириной проезжей части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cs="Arial"/>
            <w:color w:val="000000"/>
          </w:rPr>
          <w:t>6 м</w:t>
        </w:r>
      </w:smartTag>
      <w:r w:rsidRPr="006614A7">
        <w:rPr>
          <w:rFonts w:cs="Arial"/>
          <w:color w:val="000000"/>
        </w:rPr>
        <w:t xml:space="preserve">. 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Допускается устройство основных проездов с кольцевым односторонним движением транспорта протяженностью не более </w:t>
      </w:r>
      <w:smartTag w:uri="urn:schemas-microsoft-com:office:smarttags" w:element="metricconverter">
        <w:smartTagPr>
          <w:attr w:name="ProductID" w:val="300 м"/>
        </w:smartTagPr>
        <w:r w:rsidRPr="006614A7">
          <w:rPr>
            <w:rFonts w:cs="Arial"/>
            <w:color w:val="000000"/>
          </w:rPr>
          <w:t>300 м</w:t>
        </w:r>
      </w:smartTag>
      <w:r w:rsidRPr="006614A7">
        <w:rPr>
          <w:rFonts w:cs="Arial"/>
          <w:color w:val="000000"/>
        </w:rPr>
        <w:t xml:space="preserve"> и проезжей частью в одну полосу движения шириной не менее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На однополосных проездах необходимо предусматривать разъездные площадки шириной не менее </w:t>
      </w:r>
      <w:smartTag w:uri="urn:schemas-microsoft-com:office:smarttags" w:element="metricconverter">
        <w:smartTagPr>
          <w:attr w:name="ProductID" w:val="7 м"/>
        </w:smartTagPr>
        <w:r w:rsidRPr="006614A7">
          <w:rPr>
            <w:rFonts w:cs="Arial"/>
            <w:color w:val="000000"/>
          </w:rPr>
          <w:t>7 м</w:t>
        </w:r>
      </w:smartTag>
      <w:r w:rsidRPr="006614A7">
        <w:rPr>
          <w:rFonts w:cs="Arial"/>
          <w:color w:val="000000"/>
        </w:rPr>
        <w:t xml:space="preserve"> и длиной не менее </w:t>
      </w:r>
      <w:smartTag w:uri="urn:schemas-microsoft-com:office:smarttags" w:element="metricconverter">
        <w:smartTagPr>
          <w:attr w:name="ProductID" w:val="15 м"/>
        </w:smartTagPr>
        <w:r w:rsidRPr="006614A7">
          <w:rPr>
            <w:rFonts w:cs="Arial"/>
            <w:color w:val="000000"/>
          </w:rPr>
          <w:t>15 м</w:t>
        </w:r>
      </w:smartTag>
      <w:r w:rsidRPr="006614A7">
        <w:rPr>
          <w:rFonts w:cs="Arial"/>
          <w:color w:val="000000"/>
        </w:rPr>
        <w:t xml:space="preserve">, включая ширину проезжей части. Расстояние между разъездными площадками, а также между разъездными площадками и перекрестками должно быть не более </w:t>
      </w:r>
      <w:smartTag w:uri="urn:schemas-microsoft-com:office:smarttags" w:element="metricconverter">
        <w:smartTagPr>
          <w:attr w:name="ProductID" w:val="200 м"/>
        </w:smartTagPr>
        <w:r w:rsidRPr="006614A7">
          <w:rPr>
            <w:rFonts w:cs="Arial"/>
            <w:color w:val="000000"/>
          </w:rPr>
          <w:t>200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Вдоль основных проездов необходимо устройство тротуаров шириной не менее </w:t>
      </w:r>
      <w:smartTag w:uri="urn:schemas-microsoft-com:office:smarttags" w:element="metricconverter">
        <w:smartTagPr>
          <w:attr w:name="ProductID" w:val="1,5 м"/>
        </w:smartTagPr>
        <w:r w:rsidRPr="006614A7">
          <w:rPr>
            <w:rFonts w:cs="Arial"/>
            <w:color w:val="000000"/>
          </w:rPr>
          <w:t>1,5 м</w:t>
        </w:r>
      </w:smartTag>
      <w:r w:rsidRPr="006614A7">
        <w:rPr>
          <w:rFonts w:cs="Arial"/>
          <w:color w:val="000000"/>
        </w:rPr>
        <w:t>. Тротуары могут устраиваться с одной стороны.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5.1.7.</w:t>
      </w:r>
      <w:r w:rsidRPr="006614A7">
        <w:rPr>
          <w:rFonts w:cs="Arial"/>
          <w:color w:val="000000"/>
        </w:rPr>
        <w:t xml:space="preserve"> В зоне малоэтажной жилой застройки в</w:t>
      </w:r>
      <w:r w:rsidRPr="006614A7">
        <w:rPr>
          <w:rFonts w:cs="Arial"/>
          <w:b/>
          <w:color w:val="000000"/>
        </w:rPr>
        <w:t>торостепенные проезды</w:t>
      </w:r>
      <w:r w:rsidRPr="006614A7">
        <w:rPr>
          <w:rFonts w:cs="Arial"/>
          <w:color w:val="000000"/>
        </w:rPr>
        <w:t xml:space="preserve"> допускается проектировать однополосными шириной не менее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>. Устройство тротуаров вдоль второстепенных проездов не регламентируется.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Допускается устройство тупиковых второстепенных проездов шириной </w:t>
      </w:r>
      <w:smartTag w:uri="urn:schemas-microsoft-com:office:smarttags" w:element="metricconverter">
        <w:smartTagPr>
          <w:attr w:name="ProductID" w:val="4 м"/>
        </w:smartTagPr>
        <w:r w:rsidRPr="006614A7">
          <w:rPr>
            <w:rFonts w:cs="Arial"/>
            <w:color w:val="000000"/>
          </w:rPr>
          <w:t>4 м</w:t>
        </w:r>
      </w:smartTag>
      <w:r w:rsidRPr="006614A7">
        <w:rPr>
          <w:rFonts w:cs="Arial"/>
          <w:color w:val="000000"/>
        </w:rPr>
        <w:t xml:space="preserve"> и протяженностью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color w:val="000000"/>
          </w:rPr>
          <w:t>150 м</w:t>
        </w:r>
      </w:smartTag>
      <w:r w:rsidRPr="006614A7">
        <w:rPr>
          <w:rFonts w:cs="Arial"/>
          <w:color w:val="000000"/>
        </w:rPr>
        <w:t xml:space="preserve">; при протяженности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color w:val="000000"/>
          </w:rPr>
          <w:t>150 м</w:t>
        </w:r>
      </w:smartTag>
      <w:r w:rsidRPr="006614A7">
        <w:rPr>
          <w:rFonts w:cs="Arial"/>
          <w:color w:val="000000"/>
        </w:rPr>
        <w:t xml:space="preserve"> необходимо предусматривать устройство разъездных площадок.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5.1.8</w:t>
      </w:r>
      <w:r w:rsidRPr="006614A7">
        <w:rPr>
          <w:rFonts w:cs="Arial"/>
          <w:color w:val="000000"/>
        </w:rPr>
        <w:t xml:space="preserve">. Тротуары и велосипедные дорожки следует устраивать приподнятыми на </w:t>
      </w:r>
      <w:smartTag w:uri="urn:schemas-microsoft-com:office:smarttags" w:element="metricconverter">
        <w:smartTagPr>
          <w:attr w:name="ProductID" w:val="0,15 м"/>
        </w:smartTagPr>
        <w:r w:rsidRPr="006614A7">
          <w:rPr>
            <w:rFonts w:cs="Arial"/>
            <w:color w:val="000000"/>
          </w:rPr>
          <w:t>0,15 м</w:t>
        </w:r>
      </w:smartTag>
      <w:r w:rsidRPr="006614A7">
        <w:rPr>
          <w:rFonts w:cs="Arial"/>
          <w:color w:val="000000"/>
        </w:rPr>
        <w:t xml:space="preserve"> над уровнем проездов. Пересечения тротуаров и велосипедных дорожек </w:t>
      </w:r>
      <w:r w:rsidRPr="006614A7">
        <w:rPr>
          <w:rFonts w:cs="Arial"/>
          <w:color w:val="000000"/>
        </w:rPr>
        <w:lastRenderedPageBreak/>
        <w:t xml:space="preserve">с второстепенными проездами,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1,5 и </w:t>
      </w:r>
      <w:smartTag w:uri="urn:schemas-microsoft-com:office:smarttags" w:element="metricconverter">
        <w:smartTagPr>
          <w:attr w:name="ProductID" w:val="3 м"/>
        </w:smartTagPr>
        <w:r w:rsidRPr="006614A7">
          <w:rPr>
            <w:rFonts w:cs="Arial"/>
            <w:color w:val="000000"/>
          </w:rPr>
          <w:t>3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5.1.9</w:t>
      </w:r>
      <w:r w:rsidRPr="006614A7">
        <w:rPr>
          <w:rFonts w:cs="Arial"/>
          <w:color w:val="000000"/>
        </w:rPr>
        <w:t>. В зонах массового отдыха населения и на других озелененных территориях следует предусматривать велосипедные дорожки, изолированные от улиц, дорог и пешеходного движения. На магистральных улицах районного значения допускается предусматривать велосипедные дорожки по краю проезжих частей, выделенные разделительными полосами.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Ширина велосипедной полосы должна быть не менее </w:t>
      </w:r>
      <w:smartTag w:uri="urn:schemas-microsoft-com:office:smarttags" w:element="metricconverter">
        <w:smartTagPr>
          <w:attr w:name="ProductID" w:val="1,2 м"/>
        </w:smartTagPr>
        <w:r w:rsidRPr="006614A7">
          <w:rPr>
            <w:rFonts w:cs="Arial"/>
            <w:color w:val="000000"/>
          </w:rPr>
          <w:t>1,2 м</w:t>
        </w:r>
      </w:smartTag>
      <w:r w:rsidRPr="006614A7">
        <w:rPr>
          <w:rFonts w:cs="Arial"/>
          <w:color w:val="000000"/>
        </w:rPr>
        <w:t xml:space="preserve"> при движении в направлении транспортного потока и не менее </w:t>
      </w:r>
      <w:smartTag w:uri="urn:schemas-microsoft-com:office:smarttags" w:element="metricconverter">
        <w:smartTagPr>
          <w:attr w:name="ProductID" w:val="1,5 м"/>
        </w:smartTagPr>
        <w:r w:rsidRPr="006614A7">
          <w:rPr>
            <w:rFonts w:cs="Arial"/>
            <w:color w:val="000000"/>
          </w:rPr>
          <w:t>1,5 м</w:t>
        </w:r>
      </w:smartTag>
      <w:r w:rsidRPr="006614A7">
        <w:rPr>
          <w:rFonts w:cs="Arial"/>
          <w:color w:val="000000"/>
        </w:rPr>
        <w:t xml:space="preserve"> при встречном движении. Ширина велосипедной полосы, устраиваемой вдоль тротуара,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6614A7">
          <w:rPr>
            <w:rFonts w:cs="Arial"/>
            <w:color w:val="000000"/>
          </w:rPr>
          <w:t>1 м</w:t>
        </w:r>
      </w:smartTag>
      <w:r w:rsidRPr="006614A7">
        <w:rPr>
          <w:rFonts w:cs="Arial"/>
          <w:color w:val="000000"/>
        </w:rPr>
        <w:t>. Наименьшие расстояния безопасности от края велодорожки следует принимать, м: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до проезжей части, опор транспортных сооружений и деревьев – 0,75;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до тротуаров – 0,5;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до стоянок автомобилей и остановок общественного транспорта – 1,5.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5.1.10</w:t>
      </w:r>
      <w:r w:rsidRPr="006614A7">
        <w:rPr>
          <w:rFonts w:cs="Arial"/>
          <w:color w:val="000000"/>
        </w:rPr>
        <w:t xml:space="preserve">. В местах размещения домов для престарелых и инвалидов,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колясок. При этом высота вертикальных препятствий (бортовые камни, поребрики) на пути следования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6614A7">
          <w:rPr>
            <w:rFonts w:cs="Arial"/>
            <w:color w:val="000000"/>
          </w:rPr>
          <w:t>5 см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pStyle w:val="Normal"/>
        <w:tabs>
          <w:tab w:val="left" w:pos="708"/>
        </w:tabs>
        <w:spacing w:line="240" w:lineRule="auto"/>
        <w:ind w:firstLine="709"/>
        <w:rPr>
          <w:rFonts w:cs="Arial"/>
          <w:b w:val="0"/>
          <w:color w:val="000000"/>
          <w:sz w:val="24"/>
          <w:szCs w:val="24"/>
        </w:rPr>
      </w:pPr>
      <w:r w:rsidRPr="006614A7">
        <w:rPr>
          <w:rFonts w:cs="Arial"/>
          <w:b w:val="0"/>
          <w:color w:val="000000"/>
          <w:sz w:val="24"/>
          <w:szCs w:val="24"/>
        </w:rPr>
        <w:t xml:space="preserve">К объектам, посещаемым инвалидами, допускается устройство проездов, совмещенных с тротуарами при протяженности их не более </w:t>
      </w:r>
      <w:smartTag w:uri="urn:schemas-microsoft-com:office:smarttags" w:element="metricconverter">
        <w:smartTagPr>
          <w:attr w:name="ProductID" w:val="150 м"/>
        </w:smartTagPr>
        <w:r w:rsidRPr="006614A7">
          <w:rPr>
            <w:rFonts w:cs="Arial"/>
            <w:b w:val="0"/>
            <w:color w:val="000000"/>
            <w:sz w:val="24"/>
            <w:szCs w:val="24"/>
          </w:rPr>
          <w:t>150 м</w:t>
        </w:r>
      </w:smartTag>
      <w:r w:rsidRPr="006614A7">
        <w:rPr>
          <w:rFonts w:cs="Arial"/>
          <w:b w:val="0"/>
          <w:color w:val="000000"/>
          <w:sz w:val="24"/>
          <w:szCs w:val="24"/>
        </w:rPr>
        <w:t xml:space="preserve"> и общей ширине не менее </w:t>
      </w:r>
      <w:smartTag w:uri="urn:schemas-microsoft-com:office:smarttags" w:element="metricconverter">
        <w:smartTagPr>
          <w:attr w:name="ProductID" w:val="4,2 м"/>
        </w:smartTagPr>
        <w:r w:rsidRPr="006614A7">
          <w:rPr>
            <w:rFonts w:cs="Arial"/>
            <w:b w:val="0"/>
            <w:color w:val="000000"/>
            <w:sz w:val="24"/>
            <w:szCs w:val="24"/>
          </w:rPr>
          <w:t>4,2 м</w:t>
        </w:r>
      </w:smartTag>
      <w:r w:rsidRPr="006614A7">
        <w:rPr>
          <w:rFonts w:cs="Arial"/>
          <w:b w:val="0"/>
          <w:color w:val="000000"/>
          <w:sz w:val="24"/>
          <w:szCs w:val="24"/>
        </w:rPr>
        <w:t>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b/>
          <w:iCs/>
          <w:color w:val="000000"/>
        </w:rPr>
      </w:pPr>
      <w:r w:rsidRPr="006614A7">
        <w:rPr>
          <w:rFonts w:cs="Arial"/>
          <w:b/>
          <w:color w:val="000000"/>
        </w:rPr>
        <w:t xml:space="preserve">5.2. </w:t>
      </w:r>
      <w:r w:rsidRPr="006614A7">
        <w:rPr>
          <w:rFonts w:cs="Arial"/>
          <w:b/>
          <w:iCs/>
          <w:color w:val="000000"/>
        </w:rPr>
        <w:t>Сооружения и устройства для хранения, парковки и обслуживания транспортных средств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5.2.1</w:t>
      </w:r>
      <w:r w:rsidRPr="006614A7">
        <w:rPr>
          <w:rFonts w:cs="Arial"/>
          <w:color w:val="000000"/>
        </w:rPr>
        <w:t xml:space="preserve">. Общая обеспеченность закрытыми и открытыми </w:t>
      </w:r>
      <w:r w:rsidRPr="006614A7">
        <w:rPr>
          <w:rFonts w:cs="Arial"/>
          <w:b/>
          <w:color w:val="000000"/>
        </w:rPr>
        <w:t>автостоянками для постоянного хранения</w:t>
      </w:r>
      <w:r w:rsidRPr="006614A7">
        <w:rPr>
          <w:rFonts w:cs="Arial"/>
          <w:color w:val="000000"/>
        </w:rPr>
        <w:t xml:space="preserve"> автомобилей должна быть не менее 90 % расчетного числа индивидуальных легковых автомобилей.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Допускается предусматривать сезонное хранение 10 % парка легковых автомобилей на автостоянках открытого и закрытого типа, расположенных за пределами селитебных территорий поселения.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При определении общей потребности в местах для хранения следует также учитывать другие индивидуальные транспортные средства (мотоциклы, мотороллеры, мотоколяски, мопеды) с приведением их к одному расчетному виду (легковому автомобилю) с применением следующих коэффициентов: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мотоциклы и мотороллеры с колясками, мотоколяски – 0,5;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мотоциклы и мотороллеры без колясок – 0,25;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мопеды и велосипеды – 0,1.</w:t>
      </w:r>
    </w:p>
    <w:p w:rsidR="0053501A" w:rsidRPr="006614A7" w:rsidRDefault="0053501A" w:rsidP="006614A7">
      <w:pPr>
        <w:widowControl w:val="0"/>
        <w:tabs>
          <w:tab w:val="left" w:pos="708"/>
        </w:tabs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Расчетное число машино-мест в зависимости от категории жилого фонда по уровню комфорта следует принимать в соответствии с таблицей 8.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5.2.2.</w:t>
      </w:r>
      <w:r w:rsidRPr="006614A7">
        <w:rPr>
          <w:rFonts w:cs="Arial"/>
          <w:color w:val="000000"/>
        </w:rPr>
        <w:t xml:space="preserve"> Сооружения для хранения легковых автомобилей населения следует проектировать в радиусе доступности 250-</w:t>
      </w:r>
      <w:smartTag w:uri="urn:schemas-microsoft-com:office:smarttags" w:element="metricconverter">
        <w:smartTagPr>
          <w:attr w:name="ProductID" w:val="300 м"/>
        </w:smartTagPr>
        <w:r w:rsidRPr="006614A7">
          <w:rPr>
            <w:rFonts w:cs="Arial"/>
            <w:color w:val="000000"/>
          </w:rPr>
          <w:t>300 м</w:t>
        </w:r>
      </w:smartTag>
      <w:r w:rsidRPr="006614A7">
        <w:rPr>
          <w:rFonts w:cs="Arial"/>
          <w:color w:val="000000"/>
        </w:rPr>
        <w:t xml:space="preserve"> от мест жительства автовладельцев, но не более чем в </w:t>
      </w:r>
      <w:smartTag w:uri="urn:schemas-microsoft-com:office:smarttags" w:element="metricconverter">
        <w:smartTagPr>
          <w:attr w:name="ProductID" w:val="800 м"/>
        </w:smartTagPr>
        <w:r w:rsidRPr="006614A7">
          <w:rPr>
            <w:rFonts w:cs="Arial"/>
            <w:color w:val="000000"/>
          </w:rPr>
          <w:t>800 м</w:t>
        </w:r>
      </w:smartTag>
      <w:r w:rsidRPr="006614A7">
        <w:rPr>
          <w:rFonts w:cs="Arial"/>
          <w:color w:val="000000"/>
        </w:rPr>
        <w:t xml:space="preserve">; на территориях индивидуальной жилой застройки не более чем в </w:t>
      </w:r>
      <w:smartTag w:uri="urn:schemas-microsoft-com:office:smarttags" w:element="metricconverter">
        <w:smartTagPr>
          <w:attr w:name="ProductID" w:val="200 м"/>
        </w:smartTagPr>
        <w:r w:rsidRPr="006614A7">
          <w:rPr>
            <w:rFonts w:cs="Arial"/>
            <w:color w:val="000000"/>
          </w:rPr>
          <w:t>200 м</w:t>
        </w:r>
      </w:smartTag>
      <w:r w:rsidRPr="006614A7">
        <w:rPr>
          <w:rFonts w:cs="Arial"/>
          <w:color w:val="000000"/>
        </w:rPr>
        <w:t xml:space="preserve">. Допускается увеличивать дальность подходов к сооружениям хранения легковых автомобилей для жителей микрорайонов (кварталов) с сохраняемой застройкой до </w:t>
      </w:r>
      <w:smartTag w:uri="urn:schemas-microsoft-com:office:smarttags" w:element="metricconverter">
        <w:smartTagPr>
          <w:attr w:name="ProductID" w:val="1500 м"/>
        </w:smartTagPr>
        <w:r w:rsidRPr="006614A7">
          <w:rPr>
            <w:rFonts w:cs="Arial"/>
            <w:color w:val="000000"/>
          </w:rPr>
          <w:t>1500 м</w:t>
        </w:r>
      </w:smartTag>
      <w:r w:rsidRPr="006614A7">
        <w:rPr>
          <w:rFonts w:cs="Arial"/>
          <w:color w:val="000000"/>
        </w:rPr>
        <w:t xml:space="preserve">. 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Сооружения для постоянного хранения легковых автомобилей всех категорий следует проектировать: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территориях производственных зон, на территориях защитных зон между полосами отвода железных дорог и линиями застройки, в санитарно-защитных зонах производственных предприятий и железных дорог;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- на территориях жилых микрорайонов (кварталов), в том числе в пределах улиц и дорог, граничащих с жилыми районами и микрорайонами (кварталами).</w:t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5.2.3.</w:t>
      </w:r>
      <w:r w:rsidRPr="006614A7">
        <w:rPr>
          <w:rFonts w:cs="Arial"/>
          <w:color w:val="000000"/>
        </w:rPr>
        <w:t xml:space="preserve"> Открытые автостоянки и паркинги допускается размещать в жилых микрорайонах (кварталах) при условии соблюдения санитарных разрывов (по СанПиН 2.2.1/2.1.1.1200-03) от автостоянок до объектов, указанных в таблице 17.</w:t>
      </w:r>
    </w:p>
    <w:p w:rsidR="0053501A" w:rsidRPr="006614A7" w:rsidRDefault="0053501A" w:rsidP="006614A7">
      <w:pPr>
        <w:pStyle w:val="a8"/>
        <w:widowControl w:val="0"/>
        <w:tabs>
          <w:tab w:val="left" w:pos="2540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ab/>
      </w:r>
    </w:p>
    <w:p w:rsidR="0053501A" w:rsidRPr="006614A7" w:rsidRDefault="0053501A" w:rsidP="006614A7">
      <w:pPr>
        <w:pStyle w:val="a8"/>
        <w:widowControl w:val="0"/>
        <w:tabs>
          <w:tab w:val="left" w:pos="708"/>
        </w:tabs>
        <w:spacing w:before="0" w:beforeAutospacing="0" w:after="0" w:afterAutospacing="0"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17. Санитарные разрывы при размещении автостоянок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2"/>
        <w:gridCol w:w="1175"/>
        <w:gridCol w:w="799"/>
        <w:gridCol w:w="957"/>
        <w:gridCol w:w="957"/>
        <w:gridCol w:w="771"/>
      </w:tblGrid>
      <w:tr w:rsidR="0053501A" w:rsidRPr="006614A7">
        <w:trPr>
          <w:trHeight w:val="312"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Объекты, до которых определяется разрыв</w:t>
            </w: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 xml:space="preserve">Расстояние, </w:t>
            </w:r>
            <w:r w:rsidRPr="006614A7">
              <w:rPr>
                <w:rStyle w:val="grame"/>
                <w:rFonts w:cs="Arial"/>
                <w:b/>
                <w:color w:val="000000"/>
              </w:rPr>
              <w:t>м</w:t>
            </w:r>
            <w:r w:rsidRPr="006614A7">
              <w:rPr>
                <w:rFonts w:cs="Arial"/>
                <w:b/>
                <w:color w:val="000000"/>
              </w:rPr>
              <w:t>, не менее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4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Открытые автостоянки и паркинги </w:t>
            </w:r>
          </w:p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вместимостью, </w:t>
            </w:r>
            <w:r w:rsidRPr="006614A7">
              <w:rPr>
                <w:rStyle w:val="spelle"/>
                <w:rFonts w:cs="Arial"/>
                <w:color w:val="000000"/>
              </w:rPr>
              <w:t>машино-мест</w:t>
            </w:r>
          </w:p>
        </w:tc>
      </w:tr>
      <w:tr w:rsidR="0053501A" w:rsidRPr="006614A7">
        <w:trPr>
          <w:trHeight w:val="312"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rPr>
                <w:rFonts w:cs="Arial"/>
                <w:b/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ind w:right="-57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 и менее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11-50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51-100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101-300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ind w:right="-57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свыше 300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Фасады </w:t>
            </w:r>
            <w:r w:rsidRPr="006614A7">
              <w:rPr>
                <w:rStyle w:val="grame"/>
                <w:rFonts w:cs="Arial"/>
                <w:color w:val="000000"/>
              </w:rPr>
              <w:t>жилых</w:t>
            </w:r>
            <w:r w:rsidRPr="006614A7">
              <w:rPr>
                <w:rFonts w:cs="Arial"/>
                <w:color w:val="000000"/>
              </w:rPr>
              <w:t xml:space="preserve"> зданий и торцы с окнами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Style w:val="grame"/>
                <w:rFonts w:cs="Arial"/>
                <w:color w:val="000000"/>
              </w:rPr>
              <w:t xml:space="preserve">Торцы жилых </w:t>
            </w:r>
            <w:r w:rsidRPr="006614A7">
              <w:rPr>
                <w:rFonts w:cs="Arial"/>
                <w:color w:val="000000"/>
              </w:rPr>
              <w:t xml:space="preserve">зданий </w:t>
            </w:r>
            <w:r w:rsidRPr="006614A7">
              <w:rPr>
                <w:rStyle w:val="grame"/>
                <w:rFonts w:cs="Arial"/>
                <w:color w:val="000000"/>
              </w:rPr>
              <w:t>без окон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35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adjustRightInd w:val="0"/>
              <w:rPr>
                <w:rStyle w:val="grame"/>
                <w:rFonts w:cs="Arial"/>
                <w:color w:val="000000"/>
              </w:rPr>
            </w:pPr>
            <w:r w:rsidRPr="006614A7">
              <w:rPr>
                <w:rStyle w:val="grame"/>
                <w:rFonts w:cs="Arial"/>
                <w:color w:val="000000"/>
              </w:rPr>
              <w:t>Общественные здания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adjustRightInd w:val="0"/>
              <w:ind w:right="-57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Территории школ, детских учреждений, учреждений начального и среднего профессионального образования, площадок отдыха, игр и спорта, детских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</w:tr>
      <w:tr w:rsidR="0053501A" w:rsidRPr="006614A7">
        <w:trPr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adjustRightInd w:val="0"/>
              <w:ind w:right="-57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suppressAutoHyphens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 расчету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suppressAutoHyphens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 расчету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suppressAutoHyphens/>
              <w:adjustRightInd w:val="0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 расчету</w:t>
            </w:r>
          </w:p>
        </w:tc>
      </w:tr>
    </w:tbl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b/>
          <w:color w:val="000000"/>
        </w:rPr>
      </w:pP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5.2.4.</w:t>
      </w:r>
      <w:r w:rsidRPr="006614A7">
        <w:rPr>
          <w:rFonts w:cs="Arial"/>
          <w:color w:val="000000"/>
        </w:rPr>
        <w:t xml:space="preserve"> В пределах жилых территорий и на придомовых территориях следует предусматривать открытые площадки (</w:t>
      </w:r>
      <w:r w:rsidRPr="006614A7">
        <w:rPr>
          <w:rFonts w:cs="Arial"/>
          <w:b/>
          <w:color w:val="000000"/>
        </w:rPr>
        <w:t>гостевые автостоянки</w:t>
      </w:r>
      <w:r w:rsidRPr="006614A7">
        <w:rPr>
          <w:rFonts w:cs="Arial"/>
          <w:color w:val="000000"/>
        </w:rPr>
        <w:t xml:space="preserve">) для парковки легковых автомобилей посетителей, из расчета 4 машино-места на 100 жителей, удаленные от подъездов обслуживаемых жилых зданий не более чем на </w:t>
      </w:r>
      <w:smartTag w:uri="urn:schemas-microsoft-com:office:smarttags" w:element="metricconverter">
        <w:smartTagPr>
          <w:attr w:name="ProductID" w:val="200 м"/>
        </w:smartTagPr>
        <w:r w:rsidRPr="006614A7">
          <w:rPr>
            <w:rFonts w:cs="Arial"/>
            <w:color w:val="000000"/>
          </w:rPr>
          <w:t>200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5.2.5.</w:t>
      </w:r>
      <w:r w:rsidRPr="006614A7">
        <w:rPr>
          <w:rFonts w:cs="Arial"/>
          <w:color w:val="000000"/>
        </w:rPr>
        <w:t>. При устройстве открытой автостоянки для парковки легковых автомобилей на отдельном участке ее размеры определяются средней площадью, занимаемой одним автомобилем, с учетом ширины разрывов и проездов.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Площадь участка для стоянки одного автотранспортного средства следует принимать на одно машино-место, м</w:t>
      </w:r>
      <w:r w:rsidRPr="006614A7">
        <w:rPr>
          <w:rFonts w:cs="Arial"/>
          <w:color w:val="000000"/>
          <w:vertAlign w:val="superscript"/>
        </w:rPr>
        <w:t>2</w:t>
      </w:r>
      <w:r w:rsidRPr="006614A7">
        <w:rPr>
          <w:rFonts w:cs="Arial"/>
          <w:color w:val="000000"/>
        </w:rPr>
        <w:t>: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легковых автомобилей – 25;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грузовых автомобилей – 40;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i/>
          <w:color w:val="000000"/>
        </w:rPr>
      </w:pPr>
      <w:r w:rsidRPr="006614A7">
        <w:rPr>
          <w:rFonts w:cs="Arial"/>
          <w:color w:val="000000"/>
        </w:rPr>
        <w:t xml:space="preserve">- автобусов – 40;      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велосипедов – 0,9.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5.2.6</w:t>
      </w:r>
      <w:r w:rsidRPr="006614A7">
        <w:rPr>
          <w:rFonts w:cs="Arial"/>
          <w:color w:val="000000"/>
        </w:rPr>
        <w:t>.Территория автостоянки должна располагаться вне транспортных и пешеходных путей и обеспечиваться безопасным подходом пешеходов.</w:t>
      </w:r>
    </w:p>
    <w:p w:rsidR="0053501A" w:rsidRPr="006614A7" w:rsidRDefault="0053501A" w:rsidP="006614A7">
      <w:pPr>
        <w:widowControl w:val="0"/>
        <w:tabs>
          <w:tab w:val="left" w:pos="708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Ширина проездов на автостоянке при двухстороннем движении должна быть не менее </w:t>
      </w:r>
      <w:smartTag w:uri="urn:schemas-microsoft-com:office:smarttags" w:element="metricconverter">
        <w:smartTagPr>
          <w:attr w:name="ProductID" w:val="6 м"/>
        </w:smartTagPr>
        <w:r w:rsidRPr="006614A7">
          <w:rPr>
            <w:rFonts w:cs="Arial"/>
            <w:color w:val="000000"/>
          </w:rPr>
          <w:t>6 м</w:t>
        </w:r>
      </w:smartTag>
      <w:r w:rsidRPr="006614A7">
        <w:rPr>
          <w:rFonts w:cs="Arial"/>
          <w:color w:val="000000"/>
        </w:rPr>
        <w:t xml:space="preserve">, при одностороннем – не менее </w:t>
      </w:r>
      <w:smartTag w:uri="urn:schemas-microsoft-com:office:smarttags" w:element="metricconverter">
        <w:smartTagPr>
          <w:attr w:name="ProductID" w:val="3 м"/>
        </w:smartTagPr>
        <w:r w:rsidRPr="006614A7">
          <w:rPr>
            <w:rFonts w:cs="Arial"/>
            <w:color w:val="000000"/>
          </w:rPr>
          <w:t>3 м</w:t>
        </w:r>
      </w:smartTag>
      <w:r w:rsidRPr="006614A7">
        <w:rPr>
          <w:rFonts w:cs="Arial"/>
          <w:color w:val="000000"/>
        </w:rPr>
        <w:t>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5.2.7</w:t>
      </w:r>
      <w:r w:rsidRPr="006614A7">
        <w:rPr>
          <w:rFonts w:cs="Arial"/>
          <w:color w:val="000000"/>
        </w:rPr>
        <w:t xml:space="preserve">. </w:t>
      </w:r>
      <w:r w:rsidRPr="006614A7">
        <w:rPr>
          <w:rFonts w:cs="Arial"/>
          <w:b/>
          <w:color w:val="000000"/>
        </w:rPr>
        <w:t>Объекты по техническому обслуживанию</w:t>
      </w:r>
      <w:r w:rsidRPr="006614A7">
        <w:rPr>
          <w:rFonts w:cs="Arial"/>
          <w:color w:val="000000"/>
        </w:rPr>
        <w:t xml:space="preserve"> автомобилей следует проектировать из расчета один пост на 200 легковых автомобилей, принимая размеры их земельных участков, га, для станций: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5 постов – 0,5;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10 постов – 1,0;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- на 15 постов – 1,5.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>Санитарные разрывы от объектов по обслуживанию автомобилей до жилых, общественных зданий, а также до участков дошкольных образовательных учреждений, общеобразовательных школ, лечебных учреждений стационарного типа, размещаемых на селитебных территориях, следует принимать в соответствии с требованиями СанПиН 2.2.1/2.1.1.1200-03 по таблице 18.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outlineLvl w:val="0"/>
        <w:rPr>
          <w:rFonts w:cs="Arial"/>
          <w:color w:val="000000"/>
        </w:rPr>
      </w:pP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outlineLvl w:val="0"/>
        <w:rPr>
          <w:rFonts w:cs="Arial"/>
          <w:color w:val="000000"/>
        </w:rPr>
      </w:pPr>
      <w:bookmarkStart w:id="28" w:name="_Toc297163350"/>
      <w:r w:rsidRPr="006614A7">
        <w:rPr>
          <w:rFonts w:cs="Arial"/>
          <w:color w:val="000000"/>
        </w:rPr>
        <w:t xml:space="preserve">Таблица 18. </w:t>
      </w:r>
      <w:r w:rsidRPr="006614A7">
        <w:rPr>
          <w:rFonts w:cs="Arial"/>
          <w:color w:val="000000"/>
          <w:spacing w:val="-2"/>
        </w:rPr>
        <w:t>Санитарные разрывы от объектов по обслуживанию автомобилей</w:t>
      </w:r>
      <w:bookmarkEnd w:id="28"/>
    </w:p>
    <w:tbl>
      <w:tblPr>
        <w:tblW w:w="0" w:type="auto"/>
        <w:jc w:val="center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14"/>
        <w:gridCol w:w="2759"/>
      </w:tblGrid>
      <w:tr w:rsidR="0053501A" w:rsidRPr="006614A7">
        <w:trPr>
          <w:trHeight w:val="284"/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Объекты по обслуживанию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b/>
                <w:color w:val="000000"/>
              </w:rPr>
            </w:pPr>
            <w:r w:rsidRPr="006614A7">
              <w:rPr>
                <w:rFonts w:cs="Arial"/>
                <w:b/>
                <w:color w:val="000000"/>
              </w:rPr>
              <w:t>Расстояние, м, не менее</w:t>
            </w:r>
          </w:p>
        </w:tc>
      </w:tr>
      <w:tr w:rsidR="0053501A" w:rsidRPr="006614A7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Легковых автомобилей до 5 постов (без малярно-жестяных работ)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</w:t>
            </w:r>
          </w:p>
        </w:tc>
      </w:tr>
      <w:tr w:rsidR="0053501A" w:rsidRPr="006614A7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Легковых, грузовых автомобилей, не более 10 постов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100</w:t>
            </w:r>
          </w:p>
        </w:tc>
      </w:tr>
      <w:tr w:rsidR="0053501A" w:rsidRPr="006614A7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Грузовых автомобилей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</w:t>
            </w:r>
          </w:p>
        </w:tc>
      </w:tr>
      <w:tr w:rsidR="0053501A" w:rsidRPr="006614A7">
        <w:trPr>
          <w:jc w:val="center"/>
        </w:trPr>
        <w:tc>
          <w:tcPr>
            <w:tcW w:w="7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Грузовых автомобилей и сельскохозяйственной техники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1A" w:rsidRPr="006614A7" w:rsidRDefault="0053501A" w:rsidP="006614A7">
            <w:pPr>
              <w:widowControl w:val="0"/>
              <w:spacing w:line="235" w:lineRule="auto"/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</w:t>
            </w:r>
          </w:p>
        </w:tc>
      </w:tr>
    </w:tbl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Противопожарные расстояния от объектов по обслуживанию автомобилей до соседних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5.2.8</w:t>
      </w:r>
      <w:r w:rsidRPr="006614A7">
        <w:rPr>
          <w:rFonts w:cs="Arial"/>
          <w:color w:val="000000"/>
        </w:rPr>
        <w:t xml:space="preserve">. </w:t>
      </w:r>
      <w:r w:rsidRPr="006614A7">
        <w:rPr>
          <w:rFonts w:cs="Arial"/>
          <w:b/>
          <w:color w:val="000000"/>
        </w:rPr>
        <w:t>Автозаправочные станции</w:t>
      </w:r>
      <w:r w:rsidRPr="006614A7">
        <w:rPr>
          <w:rFonts w:cs="Arial"/>
          <w:color w:val="000000"/>
        </w:rPr>
        <w:t xml:space="preserve"> (АЗС) следует проектировать из расчета одна топливораздаточная колонка на 1200 легковых автомобилей, принимая размеры их земельных участков, га, для станций: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2 колонки – 0,1;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5 колонок – 0,2;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на 7 колонок – 0,3.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Санитарно-защитные зоны для автозаправочных станций устанавливаются в соответствии с требованиями СанПиН 2.2.1/2.1.1.1200-03, в том числе ориентировочные размеры санитарно-защитных зон составляют, м, для: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автозаправочных станций для заправки грузового и легкового автотранспорта жидким и газовым топливом – 100;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- </w:t>
      </w:r>
      <w:r w:rsidRPr="006614A7">
        <w:rPr>
          <w:rFonts w:cs="Arial"/>
          <w:color w:val="000000"/>
          <w:spacing w:val="-2"/>
        </w:rPr>
        <w:t xml:space="preserve">автозаправочных станций </w:t>
      </w:r>
      <w:r w:rsidRPr="006614A7">
        <w:rPr>
          <w:rFonts w:cs="Arial"/>
          <w:color w:val="000000"/>
        </w:rPr>
        <w:t>не более 3 топливораздаточных колонок только для заправки легкового автотранспорта жидким топливом, в том числе с объектами обслуживания (магазины, кафе) – 50.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Противопожарные расстояния от АЗС до других объектов следует принимать в соответствии с требованиями Федерального закона от 22.07.2008 г. № 123-ФЗ «Технический регламент о требованиях пожарной безопасности».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5.2.9.</w:t>
      </w:r>
      <w:r w:rsidRPr="006614A7">
        <w:rPr>
          <w:rFonts w:cs="Arial"/>
          <w:color w:val="000000"/>
        </w:rPr>
        <w:t xml:space="preserve"> </w:t>
      </w:r>
      <w:r w:rsidRPr="006614A7">
        <w:rPr>
          <w:rFonts w:cs="Arial"/>
          <w:b/>
          <w:color w:val="000000"/>
        </w:rPr>
        <w:t>Моечные пункты</w:t>
      </w:r>
      <w:r w:rsidRPr="006614A7">
        <w:rPr>
          <w:rFonts w:cs="Arial"/>
          <w:color w:val="000000"/>
        </w:rPr>
        <w:t xml:space="preserve"> автотранспорта размещаются в составе предприятий по обслуживанию автомобилей (технического обслуживания и текущего ремонта подвижного состава: автотранспортные предприятия, их производственные и эксплуатационные филиалы, базы централизованного технического обслуживания, станции технического обслуживания легковых автомобилей, открытые площадки для хранения подвижного состава, гаражи-стоянки для хранения подвижного состава, топливозаправочные пункты). 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Санитарно-защитные зоны для моечных пунктов устанавливаются в соответствии с требованиями СанПиН 2.2.1/2.1.1.1200-03, в том числе ориентировочные размеры санитарно-защитных зон составляют, м: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для моек грузовых автомобилей портального типа – 100 (размещаются в границах промышленных и коммунально-складских зон, на магистралях на въезде, на территории автотранспортных предприятий);</w:t>
      </w:r>
    </w:p>
    <w:p w:rsidR="0053501A" w:rsidRPr="006614A7" w:rsidRDefault="0053501A" w:rsidP="006614A7">
      <w:pPr>
        <w:widowControl w:val="0"/>
        <w:tabs>
          <w:tab w:val="left" w:pos="708"/>
        </w:tabs>
        <w:spacing w:line="235" w:lineRule="auto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- для моек автомобилей с количеством постов от 2 до 5 – 100;</w:t>
      </w:r>
    </w:p>
    <w:p w:rsidR="0053501A" w:rsidRPr="006614A7" w:rsidRDefault="0053501A" w:rsidP="006614A7">
      <w:pPr>
        <w:widowControl w:val="0"/>
        <w:tabs>
          <w:tab w:val="left" w:pos="708"/>
        </w:tabs>
        <w:autoSpaceDE w:val="0"/>
        <w:autoSpaceDN w:val="0"/>
        <w:adjustRightInd w:val="0"/>
        <w:spacing w:line="235" w:lineRule="auto"/>
        <w:ind w:firstLine="709"/>
        <w:rPr>
          <w:rFonts w:cs="Arial"/>
          <w:b/>
          <w:color w:val="000000"/>
        </w:rPr>
      </w:pPr>
      <w:r w:rsidRPr="006614A7">
        <w:rPr>
          <w:rFonts w:cs="Arial"/>
          <w:color w:val="000000"/>
        </w:rPr>
        <w:t>- для моек автомобилей до двух постов – 50.</w:t>
      </w:r>
    </w:p>
    <w:p w:rsidR="0053501A" w:rsidRPr="006614A7" w:rsidRDefault="0053501A" w:rsidP="006614A7">
      <w:pPr>
        <w:tabs>
          <w:tab w:val="left" w:pos="708"/>
        </w:tabs>
        <w:ind w:firstLine="709"/>
        <w:rPr>
          <w:rFonts w:cs="Arial"/>
          <w:color w:val="000000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F67D4D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  <w:r w:rsidRPr="006614A7">
        <w:rPr>
          <w:b/>
          <w:iCs/>
          <w:color w:val="000000"/>
          <w:sz w:val="24"/>
          <w:szCs w:val="24"/>
        </w:rPr>
        <w:t xml:space="preserve">6. </w:t>
      </w:r>
      <w:r w:rsidRPr="006614A7">
        <w:rPr>
          <w:b/>
          <w:color w:val="000000"/>
          <w:sz w:val="24"/>
          <w:szCs w:val="24"/>
        </w:rPr>
        <w:t>ИНЖЕНЕРН</w:t>
      </w:r>
      <w:r w:rsidR="008D17F2" w:rsidRPr="006614A7">
        <w:rPr>
          <w:b/>
          <w:color w:val="000000"/>
          <w:sz w:val="24"/>
          <w:szCs w:val="24"/>
        </w:rPr>
        <w:t>АЯ</w:t>
      </w:r>
      <w:r w:rsidRPr="006614A7">
        <w:rPr>
          <w:b/>
          <w:color w:val="000000"/>
          <w:sz w:val="24"/>
          <w:szCs w:val="24"/>
        </w:rPr>
        <w:t xml:space="preserve"> </w:t>
      </w:r>
      <w:r w:rsidR="008D17F2" w:rsidRPr="006614A7">
        <w:rPr>
          <w:b/>
          <w:color w:val="000000"/>
          <w:sz w:val="24"/>
          <w:szCs w:val="24"/>
        </w:rPr>
        <w:t>ИНФРАСТРУКТУРА</w:t>
      </w: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F67D4D" w:rsidRPr="006614A7" w:rsidRDefault="008D17F2" w:rsidP="006614A7">
      <w:pPr>
        <w:ind w:firstLine="709"/>
        <w:rPr>
          <w:rFonts w:cs="Arial"/>
          <w:b/>
          <w:bCs/>
          <w:color w:val="000000"/>
        </w:rPr>
      </w:pPr>
      <w:r w:rsidRPr="006614A7">
        <w:rPr>
          <w:rFonts w:cs="Arial"/>
          <w:b/>
          <w:bCs/>
          <w:color w:val="000000"/>
        </w:rPr>
        <w:t xml:space="preserve">6.1. </w:t>
      </w:r>
      <w:r w:rsidR="00F67D4D" w:rsidRPr="006614A7">
        <w:rPr>
          <w:rFonts w:cs="Arial"/>
          <w:b/>
          <w:bCs/>
          <w:color w:val="000000"/>
        </w:rPr>
        <w:t>Общие требования</w:t>
      </w:r>
    </w:p>
    <w:p w:rsidR="00F67D4D" w:rsidRPr="006614A7" w:rsidRDefault="008D17F2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6.1</w:t>
      </w:r>
      <w:r w:rsidR="00F67D4D" w:rsidRPr="006614A7">
        <w:rPr>
          <w:rFonts w:cs="Arial"/>
          <w:b/>
          <w:color w:val="000000"/>
        </w:rPr>
        <w:t>.</w:t>
      </w:r>
      <w:r w:rsidRPr="006614A7">
        <w:rPr>
          <w:rFonts w:cs="Arial"/>
          <w:b/>
          <w:color w:val="000000"/>
        </w:rPr>
        <w:t>1.</w:t>
      </w:r>
      <w:r w:rsidR="00F67D4D" w:rsidRPr="006614A7">
        <w:rPr>
          <w:rFonts w:cs="Arial"/>
          <w:color w:val="000000"/>
        </w:rPr>
        <w:t xml:space="preserve"> Зона инженерной инфраструктуры предназначена для размещения объектов, с</w:t>
      </w:r>
      <w:r w:rsidR="00F67D4D" w:rsidRPr="006614A7">
        <w:rPr>
          <w:rFonts w:cs="Arial"/>
          <w:color w:val="000000"/>
        </w:rPr>
        <w:t>о</w:t>
      </w:r>
      <w:r w:rsidR="00F67D4D" w:rsidRPr="006614A7">
        <w:rPr>
          <w:rFonts w:cs="Arial"/>
          <w:color w:val="000000"/>
        </w:rPr>
        <w:t>оружений и коммуникаций инженерной инфраструктуры, в том числе водоснабжения, канал</w:t>
      </w:r>
      <w:r w:rsidR="00F67D4D" w:rsidRPr="006614A7">
        <w:rPr>
          <w:rFonts w:cs="Arial"/>
          <w:color w:val="000000"/>
        </w:rPr>
        <w:t>и</w:t>
      </w:r>
      <w:r w:rsidR="00F67D4D" w:rsidRPr="006614A7">
        <w:rPr>
          <w:rFonts w:cs="Arial"/>
          <w:color w:val="000000"/>
        </w:rPr>
        <w:t>зации, санитарной очистки, тепло-, газо- и электроснабжения, связи, радиовещания и телев</w:t>
      </w:r>
      <w:r w:rsidR="00F67D4D" w:rsidRPr="006614A7">
        <w:rPr>
          <w:rFonts w:cs="Arial"/>
          <w:color w:val="000000"/>
        </w:rPr>
        <w:t>и</w:t>
      </w:r>
      <w:r w:rsidR="00F67D4D" w:rsidRPr="006614A7">
        <w:rPr>
          <w:rFonts w:cs="Arial"/>
          <w:color w:val="000000"/>
        </w:rPr>
        <w:t>дения, пожарной и охранной сигнализации, диспетчеризации систем инженерного оборудов</w:t>
      </w:r>
      <w:r w:rsidR="00F67D4D" w:rsidRPr="006614A7">
        <w:rPr>
          <w:rFonts w:cs="Arial"/>
          <w:color w:val="000000"/>
        </w:rPr>
        <w:t>а</w:t>
      </w:r>
      <w:r w:rsidR="00F67D4D" w:rsidRPr="006614A7">
        <w:rPr>
          <w:rFonts w:cs="Arial"/>
          <w:color w:val="000000"/>
        </w:rPr>
        <w:t>ния, а также для установления санитарно-защитных зон и зон санитарной охраны данных объектов, сооруж</w:t>
      </w:r>
      <w:r w:rsidR="00F67D4D" w:rsidRPr="006614A7">
        <w:rPr>
          <w:rFonts w:cs="Arial"/>
          <w:color w:val="000000"/>
        </w:rPr>
        <w:t>е</w:t>
      </w:r>
      <w:r w:rsidR="00F67D4D" w:rsidRPr="006614A7">
        <w:rPr>
          <w:rFonts w:cs="Arial"/>
          <w:color w:val="000000"/>
        </w:rPr>
        <w:t>ний и коммуникаций.</w:t>
      </w:r>
    </w:p>
    <w:p w:rsidR="00F67D4D" w:rsidRPr="006614A7" w:rsidRDefault="008D17F2" w:rsidP="006614A7">
      <w:pPr>
        <w:pStyle w:val="23"/>
        <w:tabs>
          <w:tab w:val="left" w:pos="7200"/>
        </w:tabs>
        <w:spacing w:line="240" w:lineRule="auto"/>
        <w:ind w:firstLine="709"/>
        <w:rPr>
          <w:rFonts w:cs="Arial"/>
          <w:color w:val="000000"/>
          <w:sz w:val="24"/>
          <w:szCs w:val="24"/>
        </w:rPr>
      </w:pPr>
      <w:r w:rsidRPr="006614A7">
        <w:rPr>
          <w:rFonts w:cs="Arial"/>
          <w:b/>
          <w:color w:val="000000"/>
          <w:sz w:val="24"/>
          <w:szCs w:val="24"/>
        </w:rPr>
        <w:t>6.1.2</w:t>
      </w:r>
      <w:r w:rsidR="00F67D4D" w:rsidRPr="006614A7">
        <w:rPr>
          <w:rFonts w:cs="Arial"/>
          <w:b/>
          <w:color w:val="000000"/>
          <w:sz w:val="24"/>
          <w:szCs w:val="24"/>
        </w:rPr>
        <w:t>.</w:t>
      </w:r>
      <w:r w:rsidR="00F67D4D" w:rsidRPr="006614A7">
        <w:rPr>
          <w:rFonts w:cs="Arial"/>
          <w:color w:val="000000"/>
          <w:sz w:val="24"/>
          <w:szCs w:val="24"/>
        </w:rPr>
        <w:t xml:space="preserve"> При размещении объектов, сооружений и коммуникаций инженерной инфр</w:t>
      </w:r>
      <w:r w:rsidR="00F67D4D" w:rsidRPr="006614A7">
        <w:rPr>
          <w:rFonts w:cs="Arial"/>
          <w:color w:val="000000"/>
          <w:sz w:val="24"/>
          <w:szCs w:val="24"/>
        </w:rPr>
        <w:t>а</w:t>
      </w:r>
      <w:r w:rsidR="00F67D4D" w:rsidRPr="006614A7">
        <w:rPr>
          <w:rFonts w:cs="Arial"/>
          <w:color w:val="000000"/>
          <w:sz w:val="24"/>
          <w:szCs w:val="24"/>
        </w:rPr>
        <w:t>структуры в целях предотвращения вредного воздействия перечисленных объектов на жилую, общес</w:t>
      </w:r>
      <w:r w:rsidR="00F67D4D" w:rsidRPr="006614A7">
        <w:rPr>
          <w:rFonts w:cs="Arial"/>
          <w:color w:val="000000"/>
          <w:sz w:val="24"/>
          <w:szCs w:val="24"/>
        </w:rPr>
        <w:t>т</w:t>
      </w:r>
      <w:r w:rsidR="00F67D4D" w:rsidRPr="006614A7">
        <w:rPr>
          <w:rFonts w:cs="Arial"/>
          <w:color w:val="000000"/>
          <w:sz w:val="24"/>
          <w:szCs w:val="24"/>
        </w:rPr>
        <w:t>венную застройку и рекреационные зоны устанавливаются санитарно-защитные зоны в соответствии с требованиями действующего законодательства и настоящих норм</w:t>
      </w:r>
      <w:r w:rsidR="00F67D4D" w:rsidRPr="006614A7">
        <w:rPr>
          <w:rFonts w:cs="Arial"/>
          <w:color w:val="000000"/>
          <w:sz w:val="24"/>
          <w:szCs w:val="24"/>
        </w:rPr>
        <w:t>а</w:t>
      </w:r>
      <w:r w:rsidR="00F67D4D" w:rsidRPr="006614A7">
        <w:rPr>
          <w:rFonts w:cs="Arial"/>
          <w:color w:val="000000"/>
          <w:sz w:val="24"/>
          <w:szCs w:val="24"/>
        </w:rPr>
        <w:t>тивов.</w:t>
      </w:r>
    </w:p>
    <w:p w:rsidR="00F67D4D" w:rsidRPr="006614A7" w:rsidRDefault="00F67D4D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Для санитарной охраны источников водоснабжения, водопроводных сооружений и те</w:t>
      </w:r>
      <w:r w:rsidRPr="006614A7">
        <w:rPr>
          <w:rFonts w:cs="Arial"/>
          <w:color w:val="000000"/>
        </w:rPr>
        <w:t>р</w:t>
      </w:r>
      <w:r w:rsidRPr="006614A7">
        <w:rPr>
          <w:rFonts w:cs="Arial"/>
          <w:color w:val="000000"/>
        </w:rPr>
        <w:t>риторий, на которых они расположены, от возможного загрязнения устанавливаются зоны санита</w:t>
      </w:r>
      <w:r w:rsidRPr="006614A7">
        <w:rPr>
          <w:rFonts w:cs="Arial"/>
          <w:color w:val="000000"/>
        </w:rPr>
        <w:t>р</w:t>
      </w:r>
      <w:r w:rsidRPr="006614A7">
        <w:rPr>
          <w:rFonts w:cs="Arial"/>
          <w:color w:val="000000"/>
        </w:rPr>
        <w:t>ной охраны.</w:t>
      </w:r>
    </w:p>
    <w:p w:rsidR="00F67D4D" w:rsidRPr="006614A7" w:rsidRDefault="008D17F2" w:rsidP="006614A7">
      <w:pPr>
        <w:pStyle w:val="25"/>
        <w:widowControl w:val="0"/>
        <w:ind w:left="0" w:firstLine="709"/>
        <w:rPr>
          <w:rFonts w:cs="Arial"/>
          <w:color w:val="000000"/>
          <w:sz w:val="24"/>
          <w:szCs w:val="24"/>
        </w:rPr>
      </w:pPr>
      <w:r w:rsidRPr="006614A7">
        <w:rPr>
          <w:rFonts w:cs="Arial"/>
          <w:b/>
          <w:color w:val="000000"/>
          <w:sz w:val="24"/>
          <w:szCs w:val="24"/>
        </w:rPr>
        <w:t>6.1.3</w:t>
      </w:r>
      <w:r w:rsidR="00F67D4D" w:rsidRPr="006614A7">
        <w:rPr>
          <w:rFonts w:cs="Arial"/>
          <w:b/>
          <w:color w:val="000000"/>
          <w:sz w:val="24"/>
          <w:szCs w:val="24"/>
        </w:rPr>
        <w:t>.</w:t>
      </w:r>
      <w:r w:rsidR="00F67D4D" w:rsidRPr="006614A7">
        <w:rPr>
          <w:rFonts w:cs="Arial"/>
          <w:color w:val="000000"/>
          <w:sz w:val="24"/>
          <w:szCs w:val="24"/>
        </w:rPr>
        <w:t xml:space="preserve"> </w:t>
      </w:r>
      <w:r w:rsidR="00F67D4D" w:rsidRPr="006614A7">
        <w:rPr>
          <w:rFonts w:cs="Arial"/>
          <w:color w:val="000000"/>
          <w:spacing w:val="-2"/>
          <w:sz w:val="24"/>
          <w:szCs w:val="24"/>
        </w:rPr>
        <w:t>Проектирование инженерных систем водоснабжения, канализации, теплоснабж</w:t>
      </w:r>
      <w:r w:rsidR="00F67D4D" w:rsidRPr="006614A7">
        <w:rPr>
          <w:rFonts w:cs="Arial"/>
          <w:color w:val="000000"/>
          <w:spacing w:val="-2"/>
          <w:sz w:val="24"/>
          <w:szCs w:val="24"/>
        </w:rPr>
        <w:t>е</w:t>
      </w:r>
      <w:r w:rsidR="00F67D4D" w:rsidRPr="006614A7">
        <w:rPr>
          <w:rFonts w:cs="Arial"/>
          <w:color w:val="000000"/>
          <w:spacing w:val="-2"/>
          <w:sz w:val="24"/>
          <w:szCs w:val="24"/>
        </w:rPr>
        <w:t>ния,</w:t>
      </w:r>
      <w:r w:rsidR="00F67D4D" w:rsidRPr="006614A7">
        <w:rPr>
          <w:rFonts w:cs="Arial"/>
          <w:color w:val="000000"/>
          <w:sz w:val="24"/>
          <w:szCs w:val="24"/>
        </w:rPr>
        <w:t xml:space="preserve"> газоснабжения, электроснабжения и связи следует осуществлять на основе </w:t>
      </w:r>
      <w:r w:rsidR="00F67D4D" w:rsidRPr="006614A7">
        <w:rPr>
          <w:rFonts w:cs="Arial"/>
          <w:color w:val="000000"/>
          <w:spacing w:val="-3"/>
          <w:sz w:val="24"/>
          <w:szCs w:val="24"/>
        </w:rPr>
        <w:t>схем водосна</w:t>
      </w:r>
      <w:r w:rsidR="00F67D4D" w:rsidRPr="006614A7">
        <w:rPr>
          <w:rFonts w:cs="Arial"/>
          <w:color w:val="000000"/>
          <w:spacing w:val="-3"/>
          <w:sz w:val="24"/>
          <w:szCs w:val="24"/>
        </w:rPr>
        <w:t>б</w:t>
      </w:r>
      <w:r w:rsidR="00F67D4D" w:rsidRPr="006614A7">
        <w:rPr>
          <w:rFonts w:cs="Arial"/>
          <w:color w:val="000000"/>
          <w:spacing w:val="-3"/>
          <w:sz w:val="24"/>
          <w:szCs w:val="24"/>
        </w:rPr>
        <w:t xml:space="preserve">жения, канализации, теплоснабжения, </w:t>
      </w:r>
      <w:r w:rsidR="00F67D4D" w:rsidRPr="006614A7">
        <w:rPr>
          <w:rFonts w:cs="Arial"/>
          <w:color w:val="000000"/>
          <w:sz w:val="24"/>
          <w:szCs w:val="24"/>
        </w:rPr>
        <w:t>газоснабжения</w:t>
      </w:r>
      <w:r w:rsidR="00F67D4D" w:rsidRPr="006614A7">
        <w:rPr>
          <w:rFonts w:cs="Arial"/>
          <w:color w:val="000000"/>
          <w:spacing w:val="-3"/>
          <w:sz w:val="24"/>
          <w:szCs w:val="24"/>
        </w:rPr>
        <w:t xml:space="preserve"> и энергоснабжения, разработанных и утвержденных</w:t>
      </w:r>
      <w:r w:rsidR="00F67D4D" w:rsidRPr="006614A7">
        <w:rPr>
          <w:rFonts w:cs="Arial"/>
          <w:color w:val="000000"/>
          <w:sz w:val="24"/>
          <w:szCs w:val="24"/>
        </w:rPr>
        <w:t xml:space="preserve"> в установле</w:t>
      </w:r>
      <w:r w:rsidR="00F67D4D" w:rsidRPr="006614A7">
        <w:rPr>
          <w:rFonts w:cs="Arial"/>
          <w:color w:val="000000"/>
          <w:sz w:val="24"/>
          <w:szCs w:val="24"/>
        </w:rPr>
        <w:t>н</w:t>
      </w:r>
      <w:r w:rsidR="00F67D4D" w:rsidRPr="006614A7">
        <w:rPr>
          <w:rFonts w:cs="Arial"/>
          <w:color w:val="000000"/>
          <w:sz w:val="24"/>
          <w:szCs w:val="24"/>
        </w:rPr>
        <w:t>ном порядке.</w:t>
      </w:r>
    </w:p>
    <w:p w:rsidR="00F67D4D" w:rsidRPr="006614A7" w:rsidRDefault="00F67D4D" w:rsidP="006614A7">
      <w:pPr>
        <w:pStyle w:val="25"/>
        <w:widowControl w:val="0"/>
        <w:ind w:left="0" w:firstLine="709"/>
        <w:rPr>
          <w:rFonts w:cs="Arial"/>
          <w:color w:val="000000"/>
          <w:sz w:val="24"/>
          <w:szCs w:val="24"/>
        </w:rPr>
      </w:pPr>
      <w:r w:rsidRPr="006614A7">
        <w:rPr>
          <w:rFonts w:cs="Arial"/>
          <w:color w:val="000000"/>
          <w:sz w:val="24"/>
          <w:szCs w:val="24"/>
        </w:rPr>
        <w:t>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</w:t>
      </w:r>
      <w:r w:rsidRPr="006614A7">
        <w:rPr>
          <w:rFonts w:cs="Arial"/>
          <w:color w:val="000000"/>
          <w:sz w:val="24"/>
          <w:szCs w:val="24"/>
        </w:rPr>
        <w:t>а</w:t>
      </w:r>
      <w:r w:rsidRPr="006614A7">
        <w:rPr>
          <w:rFonts w:cs="Arial"/>
          <w:color w:val="000000"/>
          <w:sz w:val="24"/>
          <w:szCs w:val="24"/>
        </w:rPr>
        <w:t>стройки, определяемой документацией.</w:t>
      </w:r>
    </w:p>
    <w:p w:rsidR="00F67D4D" w:rsidRPr="006614A7" w:rsidRDefault="00F67D4D" w:rsidP="006614A7">
      <w:pPr>
        <w:ind w:firstLine="709"/>
        <w:rPr>
          <w:rFonts w:cs="Arial"/>
          <w:color w:val="000000"/>
        </w:rPr>
      </w:pPr>
    </w:p>
    <w:p w:rsidR="00F67D4D" w:rsidRPr="006614A7" w:rsidRDefault="008D17F2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6.2. </w:t>
      </w:r>
      <w:r w:rsidR="00F67D4D" w:rsidRPr="006614A7">
        <w:rPr>
          <w:rFonts w:cs="Arial"/>
          <w:b/>
          <w:color w:val="000000"/>
        </w:rPr>
        <w:t>Нормативы обеспеченности объектами водоснабжения и водоотведения</w:t>
      </w:r>
    </w:p>
    <w:p w:rsidR="00F67D4D" w:rsidRPr="006614A7" w:rsidRDefault="008D17F2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6.2.1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Норматив обеспеченности объектами водоснабжения и водоотведения следует принимать не менее 109,5 кубических метров на 1 человека в год.</w:t>
      </w:r>
    </w:p>
    <w:p w:rsidR="00F67D4D" w:rsidRPr="006614A7" w:rsidRDefault="008D17F2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6.2.2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9" w:history="1">
        <w:r w:rsidR="00F67D4D" w:rsidRPr="006614A7">
          <w:rPr>
            <w:rFonts w:cs="Arial"/>
            <w:color w:val="000000"/>
          </w:rPr>
          <w:t>законом</w:t>
        </w:r>
      </w:hyperlink>
      <w:r w:rsidR="00F67D4D" w:rsidRPr="006614A7">
        <w:rPr>
          <w:rFonts w:cs="Arial"/>
          <w:color w:val="000000"/>
        </w:rPr>
        <w:t xml:space="preserve"> от 30 декабря </w:t>
      </w:r>
      <w:smartTag w:uri="urn:schemas-microsoft-com:office:smarttags" w:element="metricconverter">
        <w:smartTagPr>
          <w:attr w:name="ProductID" w:val="2004 г"/>
        </w:smartTagPr>
        <w:r w:rsidR="00F67D4D" w:rsidRPr="006614A7">
          <w:rPr>
            <w:rFonts w:cs="Arial"/>
            <w:color w:val="000000"/>
          </w:rPr>
          <w:t>2004 г</w:t>
        </w:r>
      </w:smartTag>
      <w:r w:rsidR="00F67D4D" w:rsidRPr="006614A7">
        <w:rPr>
          <w:rFonts w:cs="Arial"/>
          <w:color w:val="000000"/>
        </w:rPr>
        <w:t>. № 210-ФЗ.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6.2.3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Проектирование систем хозяйственно-питьевого водоснабжения и канализации населенных пунктов следует производить в соответствии с требованиями </w:t>
      </w:r>
      <w:hyperlink r:id="rId10" w:history="1">
        <w:r w:rsidR="00F67D4D" w:rsidRPr="006614A7">
          <w:rPr>
            <w:rFonts w:cs="Arial"/>
            <w:color w:val="000000"/>
          </w:rPr>
          <w:t>СП 31.13330</w:t>
        </w:r>
      </w:hyperlink>
      <w:r w:rsidR="00F67D4D" w:rsidRPr="006614A7">
        <w:rPr>
          <w:rFonts w:cs="Arial"/>
          <w:color w:val="000000"/>
        </w:rPr>
        <w:t xml:space="preserve">, </w:t>
      </w:r>
      <w:hyperlink r:id="rId11" w:history="1">
        <w:r w:rsidR="00F67D4D" w:rsidRPr="006614A7">
          <w:rPr>
            <w:rFonts w:cs="Arial"/>
            <w:color w:val="000000"/>
          </w:rPr>
          <w:t>СП 32.13330</w:t>
        </w:r>
      </w:hyperlink>
      <w:r w:rsidR="00F67D4D" w:rsidRPr="006614A7">
        <w:rPr>
          <w:rFonts w:cs="Arial"/>
          <w:color w:val="000000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быть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6.2.4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Выбор источников хозяйственно-питьевого водоснабжения необходимо осуществлять в соответствии с требованиями </w:t>
      </w:r>
      <w:hyperlink r:id="rId12" w:history="1">
        <w:r w:rsidR="00F67D4D" w:rsidRPr="006614A7">
          <w:rPr>
            <w:rFonts w:cs="Arial"/>
            <w:color w:val="000000"/>
          </w:rPr>
          <w:t>ГОСТ 2761</w:t>
        </w:r>
      </w:hyperlink>
      <w:r w:rsidR="00F67D4D" w:rsidRPr="006614A7">
        <w:rPr>
          <w:rFonts w:cs="Arial"/>
          <w:color w:val="000000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lastRenderedPageBreak/>
        <w:t>6.2.5</w:t>
      </w:r>
      <w:r w:rsidR="00F67D4D" w:rsidRPr="006614A7">
        <w:rPr>
          <w:rFonts w:eastAsia="ArialMT" w:cs="Arial"/>
          <w:b/>
          <w:color w:val="000000"/>
        </w:rPr>
        <w:t>.</w:t>
      </w:r>
      <w:r w:rsidR="00F67D4D" w:rsidRPr="006614A7">
        <w:rPr>
          <w:rFonts w:eastAsia="ArialMT" w:cs="Arial"/>
          <w:color w:val="000000"/>
        </w:rPr>
        <w:t xml:space="preserve"> Размеры земельных участков для станций водоочистки в зависимости от их производительности, тыс. куб. метров/сутки, следует принимать по проекту, но не более: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 xml:space="preserve">до 0,8 – </w:t>
      </w:r>
      <w:smartTag w:uri="urn:schemas-microsoft-com:office:smarttags" w:element="metricconverter">
        <w:smartTagPr>
          <w:attr w:name="ProductID" w:val="1 гектар"/>
        </w:smartTagPr>
        <w:r w:rsidRPr="006614A7">
          <w:rPr>
            <w:rFonts w:eastAsia="ArialMT" w:cs="Arial"/>
            <w:color w:val="000000"/>
          </w:rPr>
          <w:t>1 гектар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0,8 до 12 – 2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12 до 32 – 3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32 до 80 – 4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6614A7">
          <w:rPr>
            <w:rFonts w:eastAsia="ArialMT" w:cs="Arial"/>
            <w:color w:val="000000"/>
          </w:rPr>
          <w:t>6 гектаров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6.2.6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Размеры земельных участков для очистных сооружений канализации следует принимать не более указанных в таблице 1</w:t>
      </w:r>
      <w:r w:rsidR="000A29E0" w:rsidRPr="006614A7">
        <w:rPr>
          <w:rFonts w:cs="Arial"/>
          <w:color w:val="000000"/>
        </w:rPr>
        <w:t>9</w:t>
      </w:r>
      <w:r w:rsidR="00F67D4D" w:rsidRPr="006614A7">
        <w:rPr>
          <w:rFonts w:cs="Arial"/>
          <w:color w:val="000000"/>
        </w:rPr>
        <w:t>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1</w:t>
      </w:r>
      <w:r w:rsidR="000A29E0" w:rsidRPr="006614A7">
        <w:rPr>
          <w:rFonts w:cs="Arial"/>
          <w:color w:val="000000"/>
        </w:rPr>
        <w:t>9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90"/>
        <w:gridCol w:w="2010"/>
        <w:gridCol w:w="2040"/>
        <w:gridCol w:w="2280"/>
      </w:tblGrid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Производительность очистных сооружений канализации, тыс. куб.метров/сутки</w:t>
            </w:r>
          </w:p>
        </w:tc>
        <w:tc>
          <w:tcPr>
            <w:tcW w:w="63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Размеры земельных участков, гектары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очистных сооружений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иловых площадок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биологических прудов глубокой очистки сточных вод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до 0,7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0,5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0,2</w:t>
            </w: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свыше 0,7 до 17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свыше 17 до 40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9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6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3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свыше 40 до 130</w:t>
            </w:r>
          </w:p>
        </w:tc>
        <w:tc>
          <w:tcPr>
            <w:tcW w:w="20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12</w:t>
            </w:r>
          </w:p>
        </w:tc>
        <w:tc>
          <w:tcPr>
            <w:tcW w:w="2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25</w:t>
            </w:r>
          </w:p>
        </w:tc>
        <w:tc>
          <w:tcPr>
            <w:tcW w:w="22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20</w:t>
            </w:r>
          </w:p>
        </w:tc>
      </w:tr>
    </w:tbl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6.2.7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Размеры земельных участков очистных сооружений локальных систем канализации и их санитарно-защитных зон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ектаров"/>
        </w:smartTagPr>
        <w:r w:rsidR="00F67D4D" w:rsidRPr="006614A7">
          <w:rPr>
            <w:rFonts w:cs="Arial"/>
            <w:color w:val="000000"/>
          </w:rPr>
          <w:t>0,25 гектаров</w:t>
        </w:r>
      </w:smartTag>
      <w:r w:rsidR="00F67D4D" w:rsidRPr="006614A7">
        <w:rPr>
          <w:rFonts w:cs="Arial"/>
          <w:color w:val="000000"/>
        </w:rPr>
        <w:t xml:space="preserve">, в соответствии с требованиями </w:t>
      </w:r>
      <w:hyperlink r:id="rId13" w:history="1">
        <w:r w:rsidR="00F67D4D" w:rsidRPr="006614A7">
          <w:rPr>
            <w:rFonts w:cs="Arial"/>
            <w:color w:val="000000"/>
          </w:rPr>
          <w:t>СП 32.13330</w:t>
        </w:r>
      </w:hyperlink>
      <w:r w:rsidR="00F67D4D" w:rsidRPr="006614A7">
        <w:rPr>
          <w:rFonts w:cs="Arial"/>
          <w:color w:val="000000"/>
        </w:rPr>
        <w:t>. Размеры земельных участков для станций очистки воды в зависимости от их производительности, тыс. куб. метров/сутки, следует принимать по проекту, но не более: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0,8 до 12 – 2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12 до 32 – 3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>свыше 32 до 80 – 4 гектара;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 xml:space="preserve">свыше 80 до 125 – </w:t>
      </w:r>
      <w:smartTag w:uri="urn:schemas-microsoft-com:office:smarttags" w:element="metricconverter">
        <w:smartTagPr>
          <w:attr w:name="ProductID" w:val="6 гектаров"/>
        </w:smartTagPr>
        <w:r w:rsidRPr="006614A7">
          <w:rPr>
            <w:rFonts w:eastAsia="ArialMT" w:cs="Arial"/>
            <w:color w:val="000000"/>
          </w:rPr>
          <w:t>6 гектаров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 xml:space="preserve">свыше 125 до 250 – </w:t>
      </w:r>
      <w:smartTag w:uri="urn:schemas-microsoft-com:office:smarttags" w:element="metricconverter">
        <w:smartTagPr>
          <w:attr w:name="ProductID" w:val="12 гектаров"/>
        </w:smartTagPr>
        <w:r w:rsidRPr="006614A7">
          <w:rPr>
            <w:rFonts w:eastAsia="ArialMT" w:cs="Arial"/>
            <w:color w:val="000000"/>
          </w:rPr>
          <w:t>12 гектаров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6.2.8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отсутствии централизованной системы канализации следует предусматривать по согласованию с местными органами санитарно-эпидемиологической службы сливные станции. Размеры земельных участков, отводимых под сливные станции и их санитарно-защитные зоны, следует принимать по </w:t>
      </w:r>
      <w:hyperlink w:anchor="Par1252" w:history="1">
        <w:r w:rsidR="00F67D4D" w:rsidRPr="006614A7">
          <w:rPr>
            <w:rFonts w:cs="Arial"/>
            <w:color w:val="000000"/>
          </w:rPr>
          <w:t>таблице 12</w:t>
        </w:r>
      </w:hyperlink>
      <w:r w:rsidR="00F67D4D" w:rsidRPr="006614A7">
        <w:rPr>
          <w:rFonts w:cs="Arial"/>
          <w:color w:val="000000"/>
        </w:rPr>
        <w:t xml:space="preserve"> и в соответствии с </w:t>
      </w:r>
      <w:hyperlink r:id="rId14" w:history="1">
        <w:r w:rsidR="00F67D4D" w:rsidRPr="006614A7">
          <w:rPr>
            <w:rFonts w:cs="Arial"/>
            <w:color w:val="000000"/>
          </w:rPr>
          <w:t>СП 32.13330</w:t>
        </w:r>
      </w:hyperlink>
      <w:r w:rsidR="00F67D4D" w:rsidRPr="006614A7">
        <w:rPr>
          <w:rFonts w:cs="Arial"/>
          <w:color w:val="000000"/>
        </w:rPr>
        <w:t>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6.2.9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отсутствии централизованной системы канализации следует предусматривать сливные станции по согласованию с органами Минздрава России. Размеры земельных участков, отводимых под сливные станции и их санитарно-защитные зоны, следует принимать по </w:t>
      </w:r>
      <w:hyperlink w:anchor="Par1310" w:history="1">
        <w:r w:rsidR="00F67D4D" w:rsidRPr="006614A7">
          <w:rPr>
            <w:rFonts w:cs="Arial"/>
            <w:color w:val="000000"/>
          </w:rPr>
          <w:t>таблице 13</w:t>
        </w:r>
      </w:hyperlink>
      <w:r w:rsidR="00F67D4D" w:rsidRPr="006614A7">
        <w:rPr>
          <w:rFonts w:cs="Arial"/>
          <w:color w:val="000000"/>
        </w:rPr>
        <w:t xml:space="preserve"> и в соответствии с </w:t>
      </w:r>
      <w:hyperlink r:id="rId15" w:history="1">
        <w:r w:rsidR="00F67D4D" w:rsidRPr="006614A7">
          <w:rPr>
            <w:rFonts w:cs="Arial"/>
            <w:color w:val="000000"/>
          </w:rPr>
          <w:t>СП 32.13330</w:t>
        </w:r>
      </w:hyperlink>
      <w:r w:rsidR="00F67D4D" w:rsidRPr="006614A7">
        <w:rPr>
          <w:rFonts w:cs="Arial"/>
          <w:color w:val="000000"/>
        </w:rPr>
        <w:t>.</w:t>
      </w:r>
    </w:p>
    <w:p w:rsidR="00F67D4D" w:rsidRPr="006614A7" w:rsidRDefault="00F67D4D" w:rsidP="006614A7">
      <w:pPr>
        <w:ind w:firstLine="709"/>
        <w:rPr>
          <w:rFonts w:cs="Arial"/>
          <w:color w:val="000000"/>
        </w:rPr>
      </w:pPr>
    </w:p>
    <w:p w:rsidR="00F67D4D" w:rsidRPr="006614A7" w:rsidRDefault="008D17F2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6.3. </w:t>
      </w:r>
      <w:r w:rsidR="00F67D4D" w:rsidRPr="006614A7">
        <w:rPr>
          <w:rFonts w:cs="Arial"/>
          <w:b/>
          <w:color w:val="000000"/>
        </w:rPr>
        <w:t>Нормативы обеспеченности объектами теплоснабжения</w:t>
      </w:r>
    </w:p>
    <w:p w:rsidR="00F67D4D" w:rsidRPr="006614A7" w:rsidRDefault="008D17F2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6.3.1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Нормативы обеспеченности объектами теплоснабжения следует принимать не менее 0,5 килокалорий на отопление 1 квадратного метра площади в год.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lastRenderedPageBreak/>
        <w:t>6.3.2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6.3.3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Воздушные линии электропередачи (ВЛ) напряжением 110 киловатт и выше допускается размещать только за пределами жилых и общественно-деловых зон.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Транзитные линии электропередачи напряжением до 220 кВ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6.3.4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6.3.5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F67D4D" w:rsidRPr="006614A7" w:rsidRDefault="008D17F2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6.3.6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6.3.7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размещении отдельно стоящих распределительных пунктов и трансформаторных подстанций напряжением 10 (6) - 20 киловатт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етров"/>
        </w:smartTagPr>
        <w:r w:rsidR="00F67D4D" w:rsidRPr="006614A7">
          <w:rPr>
            <w:rFonts w:cs="Arial"/>
            <w:color w:val="000000"/>
          </w:rPr>
          <w:t>10 метров</w:t>
        </w:r>
      </w:smartTag>
      <w:r w:rsidR="00F67D4D" w:rsidRPr="006614A7">
        <w:rPr>
          <w:rFonts w:cs="Arial"/>
          <w:color w:val="000000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"/>
        </w:smartTagPr>
        <w:r w:rsidR="00F67D4D" w:rsidRPr="006614A7">
          <w:rPr>
            <w:rFonts w:cs="Arial"/>
            <w:color w:val="000000"/>
          </w:rPr>
          <w:t>15 м</w:t>
        </w:r>
      </w:smartTag>
      <w:r w:rsidR="00F67D4D" w:rsidRPr="006614A7">
        <w:rPr>
          <w:rFonts w:cs="Arial"/>
          <w:color w:val="000000"/>
        </w:rPr>
        <w:t>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6.3.8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Теплоснабжение поселений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Энергогенерирующие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 районах многоквартирной жилой застройки малой этажности, а также одно-, двухквартирной жилой застройки с приусадебными (приквартирными)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 Размеры земельных участков для отдельно стоящих отопительных котельных, располагаемых в жилых зонах</w:t>
      </w:r>
      <w:r w:rsidR="000A29E0" w:rsidRPr="006614A7">
        <w:rPr>
          <w:rFonts w:cs="Arial"/>
          <w:color w:val="000000"/>
        </w:rPr>
        <w:t>, следует принимать по таблице 20</w:t>
      </w:r>
      <w:r w:rsidRPr="006614A7">
        <w:rPr>
          <w:rFonts w:cs="Arial"/>
          <w:color w:val="000000"/>
        </w:rPr>
        <w:t>.</w:t>
      </w:r>
    </w:p>
    <w:p w:rsidR="00F67D4D" w:rsidRPr="006614A7" w:rsidRDefault="000A29E0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20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930"/>
        <w:gridCol w:w="2235"/>
        <w:gridCol w:w="3555"/>
      </w:tblGrid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Теплопроизводительность котельных, гигакалория в час (Мегаватт)</w:t>
            </w:r>
          </w:p>
        </w:tc>
        <w:tc>
          <w:tcPr>
            <w:tcW w:w="5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Размеры земельных участков, гектаров, котельных, работающих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lastRenderedPageBreak/>
              <w:t xml:space="preserve">  </w:t>
            </w: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на твердом топливе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на газомазутном топливе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До 5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0,7 </w:t>
            </w:r>
          </w:p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0,7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от 5 до 10 (от 6 до 12)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1,0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1,0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от 10 до 50 (от 12 до 58)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2,0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1,5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от 50 до 100 (от 58 до 116)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3,0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2,5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от 100 до 200 (от 116 233)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3,7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3,0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3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eastAsia="ArialMT" w:cs="Arial"/>
                <w:color w:val="000000"/>
              </w:rPr>
              <w:t>от 200 до 400 (от 233 466)</w:t>
            </w:r>
          </w:p>
        </w:tc>
        <w:tc>
          <w:tcPr>
            <w:tcW w:w="22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4,3 </w:t>
            </w:r>
          </w:p>
        </w:tc>
        <w:tc>
          <w:tcPr>
            <w:tcW w:w="35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3,5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Примечания: 1. Размеры земельных участков отопительных котельных, обеспечивающих потребителей горячей водой с непосредственным водоразбором, а также котельных, доставка топлива которым предусматривается по железной дороге, следует увеличивать на 20процентов.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2. Размещение золошлакоотвалов следует предусматривать вне территорий жилых, общественно-деловых и рекреационных зон. Условия размещения золошлакоотвалов и определение размеров площадок для них необходимо предусматривать по СНиП 2.04.07-86.</w:t>
            </w:r>
          </w:p>
          <w:p w:rsidR="00F67D4D" w:rsidRPr="006614A7" w:rsidRDefault="00F67D4D" w:rsidP="006614A7">
            <w:pPr>
              <w:rPr>
                <w:rFonts w:cs="Arial"/>
                <w:i/>
                <w:color w:val="000000"/>
              </w:rPr>
            </w:pPr>
            <w:r w:rsidRPr="006614A7">
              <w:rPr>
                <w:rFonts w:cs="Arial"/>
                <w:color w:val="000000"/>
              </w:rPr>
              <w:t>3. Размеры санитарно-защитных зон от котельных определяются в соответствии с действующими санитарными нормами.</w:t>
            </w:r>
          </w:p>
        </w:tc>
      </w:tr>
    </w:tbl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F67D4D" w:rsidRPr="006614A7" w:rsidRDefault="000A29E0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6.4. </w:t>
      </w:r>
      <w:r w:rsidR="00F67D4D" w:rsidRPr="006614A7">
        <w:rPr>
          <w:rFonts w:cs="Arial"/>
          <w:b/>
          <w:color w:val="000000"/>
        </w:rPr>
        <w:t>Нормативы обеспеченности объектами газоснабжения</w:t>
      </w:r>
    </w:p>
    <w:p w:rsidR="00F67D4D" w:rsidRPr="006614A7" w:rsidRDefault="000A29E0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6.4.1.</w:t>
      </w:r>
      <w:r w:rsidRPr="006614A7">
        <w:rPr>
          <w:rFonts w:cs="Arial"/>
          <w:color w:val="000000"/>
        </w:rPr>
        <w:t xml:space="preserve"> </w:t>
      </w:r>
      <w:r w:rsidR="00F67D4D" w:rsidRPr="006614A7">
        <w:rPr>
          <w:rFonts w:cs="Arial"/>
          <w:color w:val="000000"/>
        </w:rPr>
        <w:t>Норматив обеспеченности объектами газоснабжения (индивидуально-бытовые нужды населения) следует принимать следует принимать не менее 120 кубических метров на 1 человека в год.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6.4.2.</w:t>
      </w:r>
      <w:r w:rsidR="00F67D4D" w:rsidRPr="006614A7">
        <w:rPr>
          <w:rFonts w:cs="Arial"/>
          <w:color w:val="000000"/>
        </w:rPr>
        <w:t xml:space="preserve"> Газораспределительные станции магистральных газопроводов следует размещать за пределами поселений в соответствии с требованиями </w:t>
      </w:r>
      <w:hyperlink r:id="rId16" w:history="1">
        <w:r w:rsidR="00F67D4D" w:rsidRPr="006614A7">
          <w:rPr>
            <w:rFonts w:cs="Arial"/>
            <w:color w:val="000000"/>
          </w:rPr>
          <w:t>СП 36.13330</w:t>
        </w:r>
      </w:hyperlink>
      <w:r w:rsidR="00F67D4D" w:rsidRPr="006614A7">
        <w:rPr>
          <w:rFonts w:cs="Arial"/>
          <w:color w:val="000000"/>
        </w:rPr>
        <w:t>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6.4.3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Размеры земельных участков газонаполнительных станций (ГНС) в зависимости от их производительности следует принимать по проекту, но не более, га, для станций производительностью: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eastAsia="ArialMT" w:cs="Arial"/>
          <w:color w:val="000000"/>
        </w:rPr>
        <w:t xml:space="preserve">10 тыс. тонн/год – </w:t>
      </w:r>
      <w:smartTag w:uri="urn:schemas-microsoft-com:office:smarttags" w:element="metricconverter">
        <w:smartTagPr>
          <w:attr w:name="ProductID" w:val="6 гектаров"/>
        </w:smartTagPr>
        <w:r w:rsidRPr="006614A7">
          <w:rPr>
            <w:rFonts w:eastAsia="ArialMT" w:cs="Arial"/>
            <w:color w:val="000000"/>
          </w:rPr>
          <w:t>6 гектаров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eastAsia="ArialMT" w:cs="Arial"/>
          <w:color w:val="000000"/>
        </w:rPr>
      </w:pPr>
      <w:r w:rsidRPr="006614A7">
        <w:rPr>
          <w:rFonts w:eastAsia="ArialMT" w:cs="Arial"/>
          <w:color w:val="000000"/>
        </w:rPr>
        <w:t xml:space="preserve">20 тыс. тонн/год – </w:t>
      </w:r>
      <w:smartTag w:uri="urn:schemas-microsoft-com:office:smarttags" w:element="metricconverter">
        <w:smartTagPr>
          <w:attr w:name="ProductID" w:val="7 гектаров"/>
        </w:smartTagPr>
        <w:r w:rsidRPr="006614A7">
          <w:rPr>
            <w:rFonts w:eastAsia="ArialMT" w:cs="Arial"/>
            <w:color w:val="000000"/>
          </w:rPr>
          <w:t>7 гектаров</w:t>
        </w:r>
      </w:smartTag>
      <w:r w:rsidRPr="006614A7">
        <w:rPr>
          <w:rFonts w:eastAsia="ArialMT" w:cs="Arial"/>
          <w:color w:val="000000"/>
        </w:rPr>
        <w:t>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eastAsia="ArialMT" w:cs="Arial"/>
          <w:color w:val="000000"/>
        </w:rPr>
        <w:t xml:space="preserve">40 тыс. т/год – </w:t>
      </w:r>
      <w:smartTag w:uri="urn:schemas-microsoft-com:office:smarttags" w:element="metricconverter">
        <w:smartTagPr>
          <w:attr w:name="ProductID" w:val="8 гектаров"/>
        </w:smartTagPr>
        <w:r w:rsidRPr="006614A7">
          <w:rPr>
            <w:rFonts w:eastAsia="ArialMT" w:cs="Arial"/>
            <w:color w:val="000000"/>
          </w:rPr>
          <w:t>8 гектаров</w:t>
        </w:r>
      </w:smartTag>
      <w:r w:rsidRPr="006614A7">
        <w:rPr>
          <w:rFonts w:eastAsia="ArialMT" w:cs="Arial"/>
          <w:color w:val="000000"/>
        </w:rPr>
        <w:t>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107.  Размеры земельных участков газонаполнительных пунктов (ГНП) и промежуточных складов баллонов (ПСБ) следует принимать не более </w:t>
      </w:r>
      <w:smartTag w:uri="urn:schemas-microsoft-com:office:smarttags" w:element="metricconverter">
        <w:smartTagPr>
          <w:attr w:name="ProductID" w:val="0,6 га"/>
        </w:smartTagPr>
        <w:r w:rsidRPr="006614A7">
          <w:rPr>
            <w:rFonts w:cs="Arial"/>
            <w:color w:val="000000"/>
          </w:rPr>
          <w:t>0,6 га</w:t>
        </w:r>
      </w:smartTag>
      <w:r w:rsidRPr="006614A7">
        <w:rPr>
          <w:rFonts w:cs="Arial"/>
          <w:color w:val="000000"/>
        </w:rPr>
        <w:t xml:space="preserve">. Расстояния от них до зданий и сооружений различного назначения следует принимать согласно </w:t>
      </w:r>
      <w:hyperlink r:id="rId17" w:history="1">
        <w:r w:rsidRPr="006614A7">
          <w:rPr>
            <w:rFonts w:cs="Arial"/>
            <w:color w:val="000000"/>
          </w:rPr>
          <w:t>СП 62.13330</w:t>
        </w:r>
      </w:hyperlink>
      <w:r w:rsidRPr="006614A7">
        <w:rPr>
          <w:rFonts w:cs="Arial"/>
          <w:color w:val="000000"/>
        </w:rPr>
        <w:t>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6.4.4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нормативных документов, утвержденных в установленном порядке.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6.4.5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 Расстояние от газонаполнительных станций,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технических регламентов.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F67D4D" w:rsidRPr="006614A7" w:rsidRDefault="000A29E0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6.5. </w:t>
      </w:r>
      <w:r w:rsidR="00F67D4D" w:rsidRPr="006614A7">
        <w:rPr>
          <w:rFonts w:cs="Arial"/>
          <w:b/>
          <w:color w:val="000000"/>
        </w:rPr>
        <w:t>Нормативы обеспеченности объектами электроснабжения</w:t>
      </w:r>
    </w:p>
    <w:p w:rsidR="00F67D4D" w:rsidRPr="006614A7" w:rsidRDefault="000A29E0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6.5.1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Нормативы обеспеченности объектами электрос</w:t>
      </w:r>
      <w:r w:rsidRPr="006614A7">
        <w:rPr>
          <w:rFonts w:cs="Arial"/>
          <w:color w:val="000000"/>
        </w:rPr>
        <w:t>набжения принимать по таблице 21</w:t>
      </w:r>
      <w:r w:rsidR="00F67D4D" w:rsidRPr="006614A7">
        <w:rPr>
          <w:rFonts w:cs="Arial"/>
          <w:color w:val="000000"/>
        </w:rPr>
        <w:t>.</w:t>
      </w:r>
    </w:p>
    <w:p w:rsidR="00F67D4D" w:rsidRPr="006614A7" w:rsidRDefault="000A29E0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Таблица 21</w:t>
      </w:r>
    </w:p>
    <w:tbl>
      <w:tblPr>
        <w:tblW w:w="5046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"/>
        <w:gridCol w:w="2348"/>
        <w:gridCol w:w="3166"/>
        <w:gridCol w:w="3005"/>
      </w:tblGrid>
      <w:tr w:rsidR="00F67D4D" w:rsidRPr="006614A7" w:rsidTr="006614A7">
        <w:trPr>
          <w:jc w:val="center"/>
        </w:trPr>
        <w:tc>
          <w:tcPr>
            <w:tcW w:w="55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№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Категория (группа) </w:t>
            </w:r>
            <w:r w:rsidRPr="006614A7">
              <w:rPr>
                <w:rFonts w:cs="Arial"/>
                <w:color w:val="000000"/>
              </w:rPr>
              <w:lastRenderedPageBreak/>
              <w:t>населенного пункта</w:t>
            </w:r>
          </w:p>
        </w:tc>
        <w:tc>
          <w:tcPr>
            <w:tcW w:w="3220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lastRenderedPageBreak/>
              <w:t>Населенные пункты</w:t>
            </w:r>
          </w:p>
        </w:tc>
      </w:tr>
      <w:tr w:rsidR="00F67D4D" w:rsidRPr="006614A7" w:rsidTr="006614A7">
        <w:trPr>
          <w:jc w:val="center"/>
        </w:trPr>
        <w:tc>
          <w:tcPr>
            <w:tcW w:w="55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без стационарных </w:t>
            </w:r>
            <w:r w:rsidRPr="006614A7">
              <w:rPr>
                <w:rFonts w:cs="Arial"/>
                <w:color w:val="000000"/>
              </w:rPr>
              <w:lastRenderedPageBreak/>
              <w:t>электроплит, киловатт-часах/человек в год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lastRenderedPageBreak/>
              <w:t xml:space="preserve">со стационарными </w:t>
            </w:r>
            <w:r w:rsidRPr="006614A7">
              <w:rPr>
                <w:rFonts w:cs="Arial"/>
                <w:color w:val="000000"/>
              </w:rPr>
              <w:lastRenderedPageBreak/>
              <w:t>электроплитами, киловатт-часах/человек в год</w:t>
            </w:r>
          </w:p>
        </w:tc>
      </w:tr>
      <w:tr w:rsidR="00F67D4D" w:rsidRPr="006614A7" w:rsidTr="006614A7">
        <w:trPr>
          <w:jc w:val="center"/>
        </w:trPr>
        <w:tc>
          <w:tcPr>
            <w:tcW w:w="5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Крупный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1870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2310</w:t>
            </w:r>
          </w:p>
        </w:tc>
      </w:tr>
      <w:tr w:rsidR="00F67D4D" w:rsidRPr="006614A7" w:rsidTr="006614A7">
        <w:trPr>
          <w:jc w:val="center"/>
        </w:trPr>
        <w:tc>
          <w:tcPr>
            <w:tcW w:w="5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Большой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1700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2100</w:t>
            </w:r>
          </w:p>
        </w:tc>
      </w:tr>
      <w:tr w:rsidR="00F67D4D" w:rsidRPr="006614A7" w:rsidTr="006614A7">
        <w:trPr>
          <w:jc w:val="center"/>
        </w:trPr>
        <w:tc>
          <w:tcPr>
            <w:tcW w:w="5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1530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1890</w:t>
            </w:r>
          </w:p>
        </w:tc>
      </w:tr>
      <w:tr w:rsidR="00F67D4D" w:rsidRPr="006614A7" w:rsidTr="006614A7">
        <w:trPr>
          <w:jc w:val="center"/>
        </w:trPr>
        <w:tc>
          <w:tcPr>
            <w:tcW w:w="5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Малый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1360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1680</w:t>
            </w:r>
          </w:p>
        </w:tc>
      </w:tr>
    </w:tbl>
    <w:p w:rsidR="00F67D4D" w:rsidRPr="006614A7" w:rsidRDefault="00F67D4D" w:rsidP="006614A7">
      <w:pPr>
        <w:shd w:val="clear" w:color="auto" w:fill="FFFFFF"/>
        <w:spacing w:before="12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  <w:spacing w:val="40"/>
        </w:rPr>
        <w:t>Примечания</w:t>
      </w:r>
      <w:r w:rsidRPr="006614A7">
        <w:rPr>
          <w:rFonts w:cs="Arial"/>
          <w:color w:val="000000"/>
        </w:rPr>
        <w:t>:</w:t>
      </w:r>
    </w:p>
    <w:p w:rsidR="00F67D4D" w:rsidRPr="006614A7" w:rsidRDefault="00F67D4D" w:rsidP="006614A7">
      <w:pPr>
        <w:shd w:val="clear" w:color="auto" w:fill="FFFFFF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F67D4D" w:rsidRPr="006614A7" w:rsidRDefault="00F67D4D" w:rsidP="006614A7">
      <w:pPr>
        <w:shd w:val="clear" w:color="auto" w:fill="FFFFFF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2. При использовании в жилом фонде бытовых кондиционеров воздуха к показателям таблицы вводится  коэффициент - 1,14.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6.5.2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Расход энергоносителей и потребность в мощности источников следует определять: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для промышленных и сельскохозяйственных предприятий по заявкам действующих предприятий, проектам новых, реконструируемых или аналогичных предприятий, а также по укрупненным отраслевым показателям с учетом местных особенностей;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для хозяйственно-бытовых и коммунальных нужд в соответствии с действующими отраслевыми нормами по электро-, тепло- и газоснабжению.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Укрупненные показатели электропотребления допускается принимать в соответствии с </w:t>
      </w:r>
      <w:hyperlink w:anchor="Par3309" w:history="1">
        <w:r w:rsidRPr="006614A7">
          <w:rPr>
            <w:rFonts w:cs="Arial"/>
            <w:color w:val="000000"/>
          </w:rPr>
          <w:t>таблицей</w:t>
        </w:r>
      </w:hyperlink>
      <w:r w:rsidRPr="006614A7">
        <w:rPr>
          <w:rFonts w:cs="Arial"/>
          <w:color w:val="000000"/>
        </w:rPr>
        <w:t xml:space="preserve"> </w:t>
      </w:r>
      <w:r w:rsidR="000A29E0" w:rsidRPr="006614A7">
        <w:rPr>
          <w:rFonts w:cs="Arial"/>
          <w:color w:val="000000"/>
        </w:rPr>
        <w:t>22</w:t>
      </w:r>
      <w:r w:rsidRPr="006614A7">
        <w:rPr>
          <w:rFonts w:cs="Arial"/>
          <w:color w:val="000000"/>
        </w:rPr>
        <w:t>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Таблица </w:t>
      </w:r>
      <w:r w:rsidR="000A29E0" w:rsidRPr="006614A7">
        <w:rPr>
          <w:rFonts w:cs="Arial"/>
          <w:color w:val="000000"/>
        </w:rPr>
        <w:t>22</w:t>
      </w:r>
    </w:p>
    <w:tbl>
      <w:tblPr>
        <w:tblW w:w="972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220"/>
        <w:gridCol w:w="2340"/>
        <w:gridCol w:w="2160"/>
      </w:tblGrid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197BB9" w:rsidRDefault="00F67D4D" w:rsidP="006614A7">
            <w:pPr>
              <w:pStyle w:val="6"/>
              <w:rPr>
                <w:rFonts w:ascii="Arial" w:hAnsi="Arial" w:cs="Arial"/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197BB9">
              <w:rPr>
                <w:rFonts w:ascii="Arial" w:hAnsi="Arial" w:cs="Arial"/>
                <w:b w:val="0"/>
                <w:color w:val="000000"/>
                <w:sz w:val="24"/>
                <w:szCs w:val="24"/>
                <w:lang w:val="ru-RU" w:eastAsia="ru-RU"/>
              </w:rPr>
              <w:t xml:space="preserve">Степень благоустройства поселений 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Электропотребление,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Киловатт в час /год на 1 чел.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Использование максимума электрической нагрузки, ч/год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Населенные пункты, не оборудованные стационарными электроплитами: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 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  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без кондиционеров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1700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5200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с кондиционерами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2000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5700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Населенные пункты, оборудованные стационарными электроплитами (100 процентов охвата):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без кондиционеров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2100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5300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с кондиционерами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2400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5800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Поселки и сельские поселения (без кондиционеров):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не оборудованные стационарными электроплитами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950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4100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lastRenderedPageBreak/>
              <w:t>оборудованные стационарными электроплитами (100% охвата)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1350</w:t>
            </w:r>
          </w:p>
        </w:tc>
        <w:tc>
          <w:tcPr>
            <w:tcW w:w="21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4400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Примечания: 1. Укрупненные показатели следует принимать с коэффициентами для населенных пунктов: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средних                   0,9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 xml:space="preserve">малых                      0,8 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городским электротранспортом (без метрополитена), системами водоснабжения, водоотведения и теплоснабжения.</w:t>
            </w:r>
          </w:p>
          <w:p w:rsidR="00F67D4D" w:rsidRPr="006614A7" w:rsidRDefault="00F67D4D" w:rsidP="006614A7">
            <w:pPr>
              <w:rPr>
                <w:rFonts w:cs="Arial"/>
                <w:bCs/>
                <w:color w:val="000000"/>
              </w:rPr>
            </w:pPr>
            <w:r w:rsidRPr="006614A7">
              <w:rPr>
                <w:rFonts w:cs="Arial"/>
                <w:bCs/>
                <w:color w:val="000000"/>
              </w:rPr>
              <w:t>2. Условия применения стационарных электроплит в жилой застройке, а также районы применения населением бытовых кондиционеров принимать в соответствии со СНиП 2.08.01-89.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7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7D4D" w:rsidRPr="006614A7" w:rsidRDefault="00F67D4D" w:rsidP="006614A7">
            <w:pPr>
              <w:ind w:firstLine="709"/>
              <w:rPr>
                <w:rFonts w:cs="Arial"/>
                <w:b/>
                <w:bCs/>
                <w:color w:val="000000"/>
              </w:rPr>
            </w:pPr>
          </w:p>
        </w:tc>
      </w:tr>
    </w:tbl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6.5.3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Электроснабжение сельских населенных пунктов следует предусматривать от районной энергетической системы.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Электроснабжение населенных пунктов, как правило, должно осуществляться не менее чем от двух независимых источников электроэнергии.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6.5.4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Воздушные линии электропередачи (далее именуется ВЛ) напряжением 110 киловатт и выше допускается размещать только за пределами жилых и общественно-деловых зон.</w:t>
      </w: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Транзитные линии электропередачи напряжением до 220 киловатт и выше не допускается размещать в пределах границ поселений, за исключением резервных территорий. 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6.5.5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Прокладку электрических сетей напряжением 110 киловатт и выше к понизительным подстанциям глубокого ввода в пределах жилых и общественно-деловых, а также курортных зон следует предусматривать кабельными линиями.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6.5.6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реконструкции населенных пунктов следует предусматривать вынос за пределы жилых и общественно-деловых зон существующих ВЛ электропередачи напряжением 35 - 110 киловатт и выше или замену ВЛ кабельными.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6.5.7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Во всех территориальных зонах населенных пунктов при застройке зданиями в 4 этажа и выше электрические сети напряжением до 20 кВ включительно (на территории курортных зон сети всех напряжений) следует предусматривать кабельными линиями.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6.5.8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При размещении отдельно стоящих распределительных пунктов и трансформаторных подстанций напряжением 10 (6) - 20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вибрации, но не менее </w:t>
      </w:r>
      <w:smartTag w:uri="urn:schemas-microsoft-com:office:smarttags" w:element="metricconverter">
        <w:smartTagPr>
          <w:attr w:name="ProductID" w:val="10 м"/>
        </w:smartTagPr>
        <w:r w:rsidR="00F67D4D" w:rsidRPr="006614A7">
          <w:rPr>
            <w:rFonts w:cs="Arial"/>
            <w:color w:val="000000"/>
          </w:rPr>
          <w:t>10 м</w:t>
        </w:r>
      </w:smartTag>
      <w:r w:rsidR="00F67D4D" w:rsidRPr="006614A7">
        <w:rPr>
          <w:rFonts w:cs="Arial"/>
          <w:color w:val="000000"/>
        </w:rPr>
        <w:t xml:space="preserve">, а до зданий лечебно-профилактических учреждений - не менее </w:t>
      </w:r>
      <w:smartTag w:uri="urn:schemas-microsoft-com:office:smarttags" w:element="metricconverter">
        <w:smartTagPr>
          <w:attr w:name="ProductID" w:val="15 метров"/>
        </w:smartTagPr>
        <w:r w:rsidR="00F67D4D" w:rsidRPr="006614A7">
          <w:rPr>
            <w:rFonts w:cs="Arial"/>
            <w:color w:val="000000"/>
          </w:rPr>
          <w:t>15 метров</w:t>
        </w:r>
      </w:smartTag>
      <w:r w:rsidR="00F67D4D" w:rsidRPr="006614A7">
        <w:rPr>
          <w:rFonts w:cs="Arial"/>
          <w:color w:val="000000"/>
        </w:rPr>
        <w:t>.</w:t>
      </w:r>
    </w:p>
    <w:p w:rsidR="00F67D4D" w:rsidRPr="006614A7" w:rsidRDefault="00F67D4D" w:rsidP="006614A7">
      <w:pPr>
        <w:ind w:firstLine="709"/>
        <w:rPr>
          <w:rFonts w:cs="Arial"/>
          <w:color w:val="000000"/>
        </w:rPr>
      </w:pPr>
    </w:p>
    <w:p w:rsidR="00F67D4D" w:rsidRPr="006614A7" w:rsidRDefault="000A29E0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 xml:space="preserve">6.6. </w:t>
      </w:r>
      <w:r w:rsidR="00F67D4D" w:rsidRPr="006614A7">
        <w:rPr>
          <w:rFonts w:cs="Arial"/>
          <w:b/>
          <w:color w:val="000000"/>
        </w:rPr>
        <w:t>Нормативы обеспеченности объектами санитарной очистки</w:t>
      </w: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6.6.1</w:t>
      </w:r>
      <w:r w:rsidR="00F67D4D" w:rsidRPr="006614A7">
        <w:rPr>
          <w:rFonts w:cs="Arial"/>
          <w:b/>
          <w:color w:val="000000"/>
        </w:rPr>
        <w:t>.</w:t>
      </w:r>
      <w:r w:rsidR="00F67D4D" w:rsidRPr="006614A7">
        <w:rPr>
          <w:rFonts w:cs="Arial"/>
          <w:color w:val="000000"/>
        </w:rPr>
        <w:t xml:space="preserve"> Санитарная очистка территории Поселения должна обеспечивать во взаимосвязи с системой канализации сбор и утилизацию (удаление, </w:t>
      </w:r>
      <w:r w:rsidR="00F67D4D" w:rsidRPr="006614A7">
        <w:rPr>
          <w:rFonts w:cs="Arial"/>
          <w:color w:val="000000"/>
        </w:rPr>
        <w:lastRenderedPageBreak/>
        <w:t>обезвреживание) бытовых и производственных отходов с учетом экологических и ресурсосберегающих требований.</w:t>
      </w:r>
    </w:p>
    <w:p w:rsidR="00F67D4D" w:rsidRPr="006614A7" w:rsidRDefault="000A29E0" w:rsidP="006614A7">
      <w:pPr>
        <w:autoSpaceDE w:val="0"/>
        <w:autoSpaceDN w:val="0"/>
        <w:adjustRightInd w:val="0"/>
        <w:spacing w:line="239" w:lineRule="auto"/>
        <w:ind w:right="-16" w:firstLine="709"/>
        <w:rPr>
          <w:rStyle w:val="afe"/>
          <w:rFonts w:cs="Arial"/>
          <w:b w:val="0"/>
          <w:color w:val="000000"/>
        </w:rPr>
      </w:pPr>
      <w:r w:rsidRPr="006614A7">
        <w:rPr>
          <w:rStyle w:val="afe"/>
          <w:rFonts w:cs="Arial"/>
          <w:b w:val="0"/>
          <w:color w:val="000000"/>
        </w:rPr>
        <w:t>6.6.2</w:t>
      </w:r>
      <w:r w:rsidR="00F67D4D" w:rsidRPr="006614A7">
        <w:rPr>
          <w:rStyle w:val="afe"/>
          <w:rFonts w:cs="Arial"/>
          <w:b w:val="0"/>
          <w:color w:val="000000"/>
        </w:rPr>
        <w:t>. Нормы накопления бытовых отходов принимаются в соответствии с территориальными нормативами накопления твердых бытовых отходов, действующими в населённых пунктах, а в случае отсутствия утвержденных нормативов – по таблице 2</w:t>
      </w:r>
      <w:r w:rsidRPr="006614A7">
        <w:rPr>
          <w:rStyle w:val="afe"/>
          <w:rFonts w:cs="Arial"/>
          <w:b w:val="0"/>
          <w:color w:val="000000"/>
        </w:rPr>
        <w:t>3</w:t>
      </w:r>
      <w:r w:rsidR="00F67D4D" w:rsidRPr="006614A7">
        <w:rPr>
          <w:rStyle w:val="afe"/>
          <w:rFonts w:cs="Arial"/>
          <w:b w:val="0"/>
          <w:color w:val="000000"/>
        </w:rPr>
        <w:t>.</w:t>
      </w:r>
    </w:p>
    <w:p w:rsidR="00F67D4D" w:rsidRPr="006614A7" w:rsidRDefault="00F67D4D" w:rsidP="006614A7">
      <w:pPr>
        <w:autoSpaceDE w:val="0"/>
        <w:autoSpaceDN w:val="0"/>
        <w:adjustRightInd w:val="0"/>
        <w:spacing w:line="239" w:lineRule="auto"/>
        <w:ind w:right="-16" w:firstLine="709"/>
        <w:rPr>
          <w:rStyle w:val="afe"/>
          <w:rFonts w:cs="Arial"/>
          <w:b w:val="0"/>
          <w:color w:val="000000"/>
        </w:rPr>
      </w:pPr>
    </w:p>
    <w:p w:rsidR="00F67D4D" w:rsidRPr="006614A7" w:rsidRDefault="00F67D4D" w:rsidP="006614A7">
      <w:pPr>
        <w:autoSpaceDE w:val="0"/>
        <w:autoSpaceDN w:val="0"/>
        <w:adjustRightInd w:val="0"/>
        <w:ind w:firstLine="709"/>
        <w:rPr>
          <w:rStyle w:val="afe"/>
          <w:rFonts w:cs="Arial"/>
          <w:b w:val="0"/>
          <w:color w:val="000000"/>
        </w:rPr>
      </w:pPr>
      <w:r w:rsidRPr="006614A7">
        <w:rPr>
          <w:rStyle w:val="afe"/>
          <w:rFonts w:cs="Arial"/>
          <w:b w:val="0"/>
          <w:color w:val="000000"/>
        </w:rPr>
        <w:t>Таблица 2</w:t>
      </w:r>
      <w:r w:rsidR="000A29E0" w:rsidRPr="006614A7">
        <w:rPr>
          <w:rStyle w:val="afe"/>
          <w:rFonts w:cs="Arial"/>
          <w:b w:val="0"/>
          <w:color w:val="000000"/>
        </w:rPr>
        <w:t>3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3"/>
        <w:gridCol w:w="1710"/>
        <w:gridCol w:w="1445"/>
      </w:tblGrid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after="17" w:line="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ind w:right="-2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Бытовые отходы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53" w:lineRule="auto"/>
              <w:ind w:right="-12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Количество бытовых отходов на 1 человека в год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3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килограмм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3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л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63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39" w:lineRule="auto"/>
              <w:ind w:right="-2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Твердые: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ind w:right="916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от жилых зданий, оборудованных водопроводом, канализацией, центральным отоплением и газом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от прочих жилых зданий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after="7" w:line="2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190-225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after="13" w:line="2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300-450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after="7" w:line="2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900-1000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after="13" w:line="240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1100-1500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6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5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31" w:lineRule="auto"/>
              <w:ind w:right="628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Общее количество по поселению с учетом общественных зданий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280-300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1400-1500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2" w:lineRule="auto"/>
              <w:ind w:right="-2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Жидкие из выгребов (при отсутствии канализации)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2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-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2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2000-3500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  <w:tr w:rsidR="00F67D4D" w:rsidRPr="006614A7" w:rsidTr="000A2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1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ind w:right="-20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Смет с 1 квадратного метра твердых покрытий улиц, площадей и парков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5-15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15" w:lineRule="exact"/>
              <w:rPr>
                <w:rStyle w:val="afe"/>
                <w:rFonts w:cs="Arial"/>
                <w:b w:val="0"/>
                <w:color w:val="000000"/>
              </w:rPr>
            </w:pP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spacing w:line="224" w:lineRule="auto"/>
              <w:rPr>
                <w:rStyle w:val="afe"/>
                <w:rFonts w:cs="Arial"/>
                <w:b w:val="0"/>
                <w:color w:val="000000"/>
              </w:rPr>
            </w:pPr>
            <w:r w:rsidRPr="006614A7">
              <w:rPr>
                <w:rStyle w:val="afe"/>
                <w:rFonts w:cs="Arial"/>
                <w:b w:val="0"/>
                <w:color w:val="000000"/>
              </w:rPr>
              <w:t>8-20</w:t>
            </w:r>
          </w:p>
          <w:p w:rsidR="00F67D4D" w:rsidRPr="006614A7" w:rsidRDefault="00F67D4D" w:rsidP="006614A7">
            <w:pPr>
              <w:autoSpaceDE w:val="0"/>
              <w:autoSpaceDN w:val="0"/>
              <w:adjustRightInd w:val="0"/>
              <w:rPr>
                <w:rStyle w:val="afe"/>
                <w:rFonts w:cs="Arial"/>
                <w:b w:val="0"/>
                <w:color w:val="000000"/>
              </w:rPr>
            </w:pPr>
          </w:p>
        </w:tc>
      </w:tr>
    </w:tbl>
    <w:p w:rsidR="00F67D4D" w:rsidRPr="006614A7" w:rsidRDefault="00F67D4D" w:rsidP="006614A7">
      <w:pPr>
        <w:autoSpaceDE w:val="0"/>
        <w:autoSpaceDN w:val="0"/>
        <w:adjustRightInd w:val="0"/>
        <w:spacing w:line="15" w:lineRule="exact"/>
        <w:ind w:firstLine="709"/>
        <w:rPr>
          <w:rStyle w:val="afe"/>
          <w:rFonts w:cs="Arial"/>
          <w:b w:val="0"/>
          <w:color w:val="000000"/>
        </w:rPr>
      </w:pPr>
    </w:p>
    <w:p w:rsidR="00F67D4D" w:rsidRPr="006614A7" w:rsidRDefault="00F67D4D" w:rsidP="006614A7">
      <w:pPr>
        <w:autoSpaceDE w:val="0"/>
        <w:autoSpaceDN w:val="0"/>
        <w:adjustRightInd w:val="0"/>
        <w:ind w:right="-20" w:firstLine="709"/>
        <w:rPr>
          <w:rStyle w:val="afe"/>
          <w:rFonts w:cs="Arial"/>
          <w:b w:val="0"/>
          <w:color w:val="000000"/>
        </w:rPr>
      </w:pPr>
      <w:r w:rsidRPr="006614A7">
        <w:rPr>
          <w:rStyle w:val="afe"/>
          <w:rFonts w:cs="Arial"/>
          <w:b w:val="0"/>
          <w:color w:val="000000"/>
        </w:rPr>
        <w:t>Примечание:</w:t>
      </w:r>
    </w:p>
    <w:p w:rsidR="00F67D4D" w:rsidRPr="006614A7" w:rsidRDefault="00F67D4D" w:rsidP="006614A7">
      <w:pPr>
        <w:autoSpaceDE w:val="0"/>
        <w:autoSpaceDN w:val="0"/>
        <w:adjustRightInd w:val="0"/>
        <w:ind w:right="-20" w:firstLine="709"/>
        <w:rPr>
          <w:rStyle w:val="afe"/>
          <w:rFonts w:cs="Arial"/>
          <w:b w:val="0"/>
          <w:color w:val="000000"/>
        </w:rPr>
      </w:pPr>
      <w:r w:rsidRPr="006614A7">
        <w:rPr>
          <w:rStyle w:val="afe"/>
          <w:rFonts w:cs="Arial"/>
          <w:b w:val="0"/>
          <w:color w:val="000000"/>
        </w:rPr>
        <w:t xml:space="preserve"> Нормы накопления крупногабаритных бытовых отходов следует принимать в размере 5% в составе приведенных значений твёрдых бытовых отходов.</w:t>
      </w:r>
    </w:p>
    <w:p w:rsidR="00F67D4D" w:rsidRPr="006614A7" w:rsidRDefault="00F67D4D" w:rsidP="006614A7">
      <w:pPr>
        <w:autoSpaceDE w:val="0"/>
        <w:autoSpaceDN w:val="0"/>
        <w:adjustRightInd w:val="0"/>
        <w:spacing w:line="240" w:lineRule="exact"/>
        <w:ind w:firstLine="709"/>
        <w:rPr>
          <w:rFonts w:cs="Arial"/>
          <w:color w:val="000000"/>
        </w:rPr>
      </w:pPr>
    </w:p>
    <w:p w:rsidR="00F67D4D" w:rsidRPr="006614A7" w:rsidRDefault="000A29E0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b/>
          <w:color w:val="000000"/>
        </w:rPr>
        <w:t>6.6.3</w:t>
      </w:r>
      <w:r w:rsidR="00F67D4D" w:rsidRPr="006614A7">
        <w:rPr>
          <w:rFonts w:cs="Arial"/>
          <w:color w:val="000000"/>
        </w:rPr>
        <w:t>. Размеры земельных участков и санитарно-защитных зон * предприятий и сооружений по обезвреживанию, транспортировке и переработке бытовых отходов следует принимать по таблице 2</w:t>
      </w:r>
      <w:r w:rsidRPr="006614A7">
        <w:rPr>
          <w:rFonts w:cs="Arial"/>
          <w:color w:val="000000"/>
        </w:rPr>
        <w:t>4</w:t>
      </w:r>
      <w:r w:rsidR="00F67D4D" w:rsidRPr="006614A7">
        <w:rPr>
          <w:rFonts w:cs="Arial"/>
          <w:color w:val="000000"/>
        </w:rPr>
        <w:t>.</w:t>
      </w:r>
    </w:p>
    <w:p w:rsidR="00F67D4D" w:rsidRPr="006614A7" w:rsidRDefault="00F67D4D" w:rsidP="006614A7">
      <w:pPr>
        <w:pStyle w:val="80"/>
        <w:ind w:firstLine="709"/>
        <w:outlineLvl w:val="7"/>
        <w:rPr>
          <w:rFonts w:ascii="Arial" w:hAnsi="Arial" w:cs="Arial"/>
          <w:bCs/>
          <w:i w:val="0"/>
          <w:iCs w:val="0"/>
          <w:color w:val="000000"/>
        </w:rPr>
      </w:pPr>
      <w:r w:rsidRPr="006614A7">
        <w:rPr>
          <w:rFonts w:ascii="Arial" w:hAnsi="Arial" w:cs="Arial"/>
          <w:bCs/>
          <w:i w:val="0"/>
          <w:iCs w:val="0"/>
          <w:color w:val="000000"/>
        </w:rPr>
        <w:t>Таблица 2</w:t>
      </w:r>
      <w:r w:rsidR="000A29E0" w:rsidRPr="006614A7">
        <w:rPr>
          <w:rFonts w:ascii="Arial" w:hAnsi="Arial" w:cs="Arial"/>
          <w:bCs/>
          <w:i w:val="0"/>
          <w:iCs w:val="0"/>
          <w:color w:val="000000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2280"/>
        <w:gridCol w:w="2160"/>
      </w:tblGrid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Предприятия и 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сооружения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Площади земельных участков на 1000 тонн бытовых отходов, гектаров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Размеры санитарно-защитных зон, метров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Мусороперерабатывающие и мусоросжигательные предприятия, мощностью, тыс. тонн в год: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до 100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- св. 100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0,05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</w:t>
            </w:r>
          </w:p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Склады компоста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Полигоны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0,02 – 0,05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Поля компостирования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 xml:space="preserve">0,5 – 1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500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Мусороперегрузочные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Сливные станции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300</w:t>
            </w:r>
          </w:p>
        </w:tc>
      </w:tr>
      <w:tr w:rsidR="00F67D4D" w:rsidRPr="006614A7" w:rsidTr="0095136C">
        <w:tblPrEx>
          <w:tblCellMar>
            <w:top w:w="0" w:type="dxa"/>
            <w:bottom w:w="0" w:type="dxa"/>
          </w:tblCellMar>
        </w:tblPrEx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0,3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D4D" w:rsidRPr="006614A7" w:rsidRDefault="00F67D4D" w:rsidP="006614A7">
            <w:pPr>
              <w:rPr>
                <w:rFonts w:cs="Arial"/>
                <w:color w:val="000000"/>
              </w:rPr>
            </w:pPr>
            <w:r w:rsidRPr="006614A7">
              <w:rPr>
                <w:rFonts w:cs="Arial"/>
                <w:color w:val="000000"/>
              </w:rPr>
              <w:t>1000</w:t>
            </w:r>
          </w:p>
        </w:tc>
      </w:tr>
    </w:tbl>
    <w:p w:rsidR="00F67D4D" w:rsidRPr="006614A7" w:rsidRDefault="00F67D4D" w:rsidP="006614A7">
      <w:pPr>
        <w:pStyle w:val="80"/>
        <w:ind w:right="0" w:firstLine="709"/>
        <w:outlineLvl w:val="7"/>
        <w:rPr>
          <w:rFonts w:ascii="Arial" w:hAnsi="Arial" w:cs="Arial"/>
          <w:bCs/>
          <w:i w:val="0"/>
          <w:iCs w:val="0"/>
          <w:color w:val="000000"/>
        </w:rPr>
      </w:pPr>
      <w:r w:rsidRPr="006614A7">
        <w:rPr>
          <w:rStyle w:val="10"/>
          <w:i w:val="0"/>
          <w:color w:val="000000"/>
        </w:rPr>
        <w:t>Примечания: 1. Наименьшие размеры площадей полигонов отно</w:t>
      </w:r>
      <w:r w:rsidRPr="006614A7">
        <w:rPr>
          <w:rStyle w:val="10"/>
          <w:i w:val="0"/>
          <w:color w:val="000000"/>
        </w:rPr>
        <w:softHyphen/>
        <w:t>сятся</w:t>
      </w:r>
      <w:r w:rsidRPr="006614A7">
        <w:rPr>
          <w:rFonts w:ascii="Arial" w:hAnsi="Arial" w:cs="Arial"/>
          <w:bCs/>
          <w:i w:val="0"/>
          <w:iCs w:val="0"/>
          <w:color w:val="000000"/>
        </w:rPr>
        <w:t xml:space="preserve"> к сооружениям, размещаемым на песчаных грунтах.</w:t>
      </w:r>
    </w:p>
    <w:p w:rsidR="00F67D4D" w:rsidRPr="006614A7" w:rsidRDefault="00F67D4D" w:rsidP="006614A7">
      <w:pPr>
        <w:pStyle w:val="ConsPlusNormal"/>
        <w:widowControl/>
        <w:tabs>
          <w:tab w:val="left" w:pos="708"/>
        </w:tabs>
        <w:ind w:firstLine="709"/>
        <w:jc w:val="both"/>
        <w:rPr>
          <w:b/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*Санитарно-защитную зону (СЗЗ) от очистных сооружений поверхностного стока открытого типа до жилой территории следует принимать </w:t>
      </w:r>
      <w:smartTag w:uri="urn:schemas-microsoft-com:office:smarttags" w:element="metricconverter">
        <w:smartTagPr>
          <w:attr w:name="ProductID" w:val="100 метров"/>
        </w:smartTagPr>
        <w:r w:rsidRPr="006614A7">
          <w:rPr>
            <w:color w:val="000000"/>
            <w:sz w:val="24"/>
            <w:szCs w:val="24"/>
          </w:rPr>
          <w:t>100 метров</w:t>
        </w:r>
      </w:smartTag>
      <w:r w:rsidRPr="006614A7">
        <w:rPr>
          <w:color w:val="000000"/>
          <w:sz w:val="24"/>
          <w:szCs w:val="24"/>
        </w:rPr>
        <w:t xml:space="preserve">, закрытого типа - </w:t>
      </w:r>
      <w:smartTag w:uri="urn:schemas-microsoft-com:office:smarttags" w:element="metricconverter">
        <w:smartTagPr>
          <w:attr w:name="ProductID" w:val="50 метров"/>
        </w:smartTagPr>
        <w:r w:rsidRPr="006614A7">
          <w:rPr>
            <w:color w:val="000000"/>
            <w:sz w:val="24"/>
            <w:szCs w:val="24"/>
          </w:rPr>
          <w:t>50 метров</w:t>
        </w:r>
      </w:smartTag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53501A" w:rsidRPr="006614A7" w:rsidRDefault="0053501A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</w:p>
    <w:p w:rsidR="00C57301" w:rsidRPr="006614A7" w:rsidRDefault="00C57301" w:rsidP="006614A7">
      <w:pPr>
        <w:pageBreakBefore/>
        <w:tabs>
          <w:tab w:val="left" w:pos="6480"/>
        </w:tabs>
        <w:ind w:left="4253"/>
        <w:outlineLvl w:val="0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 xml:space="preserve">                                                                                                                        Приложение 1</w:t>
      </w:r>
    </w:p>
    <w:p w:rsidR="00C57301" w:rsidRPr="006614A7" w:rsidRDefault="00C57301" w:rsidP="006614A7">
      <w:pPr>
        <w:ind w:left="4253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к местным нормативам </w:t>
      </w:r>
    </w:p>
    <w:p w:rsidR="006614A7" w:rsidRDefault="00C57301" w:rsidP="006614A7">
      <w:pPr>
        <w:ind w:left="4253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градостроительного проектирования </w:t>
      </w:r>
    </w:p>
    <w:p w:rsidR="00C57301" w:rsidRPr="006614A7" w:rsidRDefault="00C57301" w:rsidP="006614A7">
      <w:pPr>
        <w:ind w:left="4253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Березовского сельского поселения               </w:t>
      </w:r>
    </w:p>
    <w:p w:rsidR="00C57301" w:rsidRPr="006614A7" w:rsidRDefault="00C57301" w:rsidP="006614A7">
      <w:pPr>
        <w:ind w:left="4253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Подгоренского муниципального района                </w:t>
      </w:r>
    </w:p>
    <w:p w:rsidR="00C57301" w:rsidRPr="006614A7" w:rsidRDefault="00C57301" w:rsidP="006614A7">
      <w:pPr>
        <w:ind w:left="4253"/>
        <w:rPr>
          <w:rFonts w:cs="Arial"/>
          <w:color w:val="000000"/>
        </w:rPr>
      </w:pPr>
      <w:r w:rsidRPr="006614A7">
        <w:rPr>
          <w:rFonts w:cs="Arial"/>
          <w:color w:val="000000"/>
        </w:rPr>
        <w:t>Воронежской области</w:t>
      </w:r>
    </w:p>
    <w:p w:rsidR="00C57301" w:rsidRPr="006614A7" w:rsidRDefault="00C57301" w:rsidP="006614A7">
      <w:pPr>
        <w:ind w:firstLine="709"/>
        <w:rPr>
          <w:rFonts w:cs="Arial"/>
          <w:color w:val="000000"/>
        </w:rPr>
      </w:pPr>
    </w:p>
    <w:p w:rsidR="00C57301" w:rsidRPr="006614A7" w:rsidRDefault="00C57301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bookmarkStart w:id="29" w:name="Par1812"/>
      <w:bookmarkEnd w:id="29"/>
      <w:r w:rsidRPr="006614A7">
        <w:rPr>
          <w:rFonts w:cs="Arial"/>
          <w:color w:val="000000"/>
        </w:rPr>
        <w:t>Термины и определения</w:t>
      </w:r>
    </w:p>
    <w:p w:rsidR="00C57301" w:rsidRPr="006614A7" w:rsidRDefault="00C57301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C57301" w:rsidRPr="006614A7" w:rsidRDefault="00C57301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 настоящем документе применены следующие термины и их определения: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Генеральный план</w:t>
      </w:r>
      <w:r w:rsidRPr="006614A7">
        <w:rPr>
          <w:color w:val="000000"/>
          <w:sz w:val="24"/>
          <w:szCs w:val="24"/>
        </w:rPr>
        <w:t xml:space="preserve"> городского поселения - вид документа территориального планирования, определяющий цели, задачи и направления территориального планирования поселения и этапы их реализации, разрабатываемый для обеспечения устойчивого развития территории.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Градостроительная деятельность</w:t>
      </w:r>
      <w:r w:rsidRPr="006614A7">
        <w:rPr>
          <w:color w:val="000000"/>
          <w:sz w:val="24"/>
          <w:szCs w:val="24"/>
        </w:rPr>
        <w:t xml:space="preserve"> - деятельность по развитию территорий,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Устойчивое развитие территорий</w:t>
      </w:r>
      <w:r w:rsidRPr="006614A7">
        <w:rPr>
          <w:color w:val="000000"/>
          <w:sz w:val="24"/>
          <w:szCs w:val="24"/>
        </w:rPr>
        <w:t xml:space="preserve">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Правила землепользования и застройки</w:t>
      </w:r>
      <w:r w:rsidRPr="006614A7">
        <w:rPr>
          <w:color w:val="000000"/>
          <w:sz w:val="24"/>
          <w:szCs w:val="24"/>
        </w:rPr>
        <w:t xml:space="preserve"> -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Территориальное планирование</w:t>
      </w:r>
      <w:r w:rsidRPr="006614A7">
        <w:rPr>
          <w:color w:val="000000"/>
          <w:sz w:val="24"/>
          <w:szCs w:val="24"/>
        </w:rPr>
        <w:t xml:space="preserve"> - планирование развития территорий, в том числе для установления функциональных зон, зон планируемого размещения объектов капитального строительства для государственных или муниципальных нужд, зон с особыми условиями использования территорий.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Функциональное зонирование территории</w:t>
      </w:r>
      <w:r w:rsidRPr="006614A7">
        <w:rPr>
          <w:color w:val="000000"/>
          <w:sz w:val="24"/>
          <w:szCs w:val="24"/>
        </w:rPr>
        <w:t xml:space="preserve"> -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Функциональные зоны</w:t>
      </w:r>
      <w:r w:rsidRPr="006614A7">
        <w:rPr>
          <w:color w:val="000000"/>
          <w:sz w:val="24"/>
          <w:szCs w:val="24"/>
        </w:rPr>
        <w:t xml:space="preserve"> - зоны, для которых документами территориального планирования определены границы и функциональное назначение.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b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Зоны с особыми условиями использования территорий</w:t>
      </w:r>
      <w:r w:rsidRPr="006614A7">
        <w:rPr>
          <w:color w:val="000000"/>
          <w:sz w:val="24"/>
          <w:szCs w:val="24"/>
        </w:rPr>
        <w:t xml:space="preserve"> - охранные, санитарно-защитные зоны, зоны охраны объектов культурного наследия,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</w:t>
      </w:r>
      <w:r w:rsidRPr="006614A7">
        <w:rPr>
          <w:b/>
          <w:color w:val="000000"/>
          <w:sz w:val="24"/>
          <w:szCs w:val="24"/>
        </w:rPr>
        <w:t>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Градостроительное</w:t>
      </w: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b/>
          <w:color w:val="000000"/>
          <w:sz w:val="24"/>
          <w:szCs w:val="24"/>
        </w:rPr>
        <w:t>зонирование</w:t>
      </w:r>
      <w:r w:rsidRPr="006614A7">
        <w:rPr>
          <w:color w:val="000000"/>
          <w:sz w:val="24"/>
          <w:szCs w:val="24"/>
        </w:rPr>
        <w:t xml:space="preserve"> - зонирование территории поселения в целях определения территориальных зон и установления градостроительных регламентов.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Территориальные зоны</w:t>
      </w:r>
      <w:r w:rsidRPr="006614A7">
        <w:rPr>
          <w:color w:val="000000"/>
          <w:sz w:val="24"/>
          <w:szCs w:val="24"/>
        </w:rPr>
        <w:t xml:space="preserve"> - зоны, выделенные в составе территории, обладающие едиными функциональными, средовыми и пространственно-</w:t>
      </w:r>
      <w:r w:rsidRPr="006614A7">
        <w:rPr>
          <w:color w:val="000000"/>
          <w:sz w:val="24"/>
          <w:szCs w:val="24"/>
        </w:rPr>
        <w:lastRenderedPageBreak/>
        <w:t>планировочными характеристиками, для которых в правилах землепользования и застройки определены границы и установлены градостроительные регламенты.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Градостроительный регламент</w:t>
      </w:r>
      <w:r w:rsidRPr="006614A7">
        <w:rPr>
          <w:color w:val="000000"/>
          <w:sz w:val="24"/>
          <w:szCs w:val="24"/>
        </w:rPr>
        <w:t xml:space="preserve">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Территории общего пользования</w:t>
      </w:r>
      <w:r w:rsidRPr="006614A7">
        <w:rPr>
          <w:color w:val="000000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Строительство</w:t>
      </w:r>
      <w:r w:rsidRPr="006614A7">
        <w:rPr>
          <w:color w:val="000000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Реконструкция </w:t>
      </w:r>
      <w:r w:rsidRPr="006614A7">
        <w:rPr>
          <w:color w:val="000000"/>
          <w:sz w:val="24"/>
          <w:szCs w:val="24"/>
        </w:rPr>
        <w:t>- изменение параметров объектов капитального строительства, их частей (высоты, количества этажей, площади, показателей производственной мощности, объема) и качества инженерно-технического обеспечения.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Инженерные изыскания</w:t>
      </w:r>
      <w:r w:rsidRPr="006614A7">
        <w:rPr>
          <w:color w:val="000000"/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Градостроительная емкость (интенсивность использования) территории</w:t>
      </w:r>
      <w:r w:rsidRPr="006614A7">
        <w:rPr>
          <w:color w:val="000000"/>
          <w:sz w:val="24"/>
          <w:szCs w:val="24"/>
        </w:rPr>
        <w:t xml:space="preserve"> - объем застройки, который соответствует роли и месту территории в планировочной структуре населенного пункта. Определяется нормативной плотностью застройки и величиной застраиваемой территории в соответствии с видом объекта градостроительного нормирования, проектируемого на данной территории.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Социально гарантированные условия жизнедеятельности</w:t>
      </w:r>
      <w:r w:rsidRPr="006614A7">
        <w:rPr>
          <w:color w:val="000000"/>
          <w:sz w:val="24"/>
          <w:szCs w:val="24"/>
        </w:rPr>
        <w:t xml:space="preserve"> - состояние среды территорий населенных пунктов, отвечающее современным социальным, гигиеническим и градостроительным требованиям, достигаемое соблюдением при проектировании (реконструкции) территории нормативных параметров функционально-планировочной организации объектов градостроительного нормирования.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Земельный участок</w:t>
      </w:r>
      <w:r w:rsidRPr="006614A7">
        <w:rPr>
          <w:color w:val="000000"/>
          <w:sz w:val="24"/>
          <w:szCs w:val="24"/>
        </w:rPr>
        <w:t xml:space="preserve"> - часть поверхности земли (в том числе почвенный слой), границы которой описаны и удостоверены в установленном порядке.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Элемент планировочной структуры</w:t>
      </w:r>
      <w:r w:rsidRPr="006614A7">
        <w:rPr>
          <w:color w:val="000000"/>
          <w:sz w:val="24"/>
          <w:szCs w:val="24"/>
        </w:rPr>
        <w:t xml:space="preserve"> - часть территории населенного пункта, представляющая собой целостное градостроительное образование, для которого установлены территориальные границы и градостроительные регламенты, обеспечивающие комплекс социально гарантированных условий жизнедеятельности в зависимости от функционального назначения территорий.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Улица </w:t>
      </w:r>
      <w:r w:rsidRPr="006614A7">
        <w:rPr>
          <w:color w:val="000000"/>
          <w:sz w:val="24"/>
          <w:szCs w:val="24"/>
        </w:rPr>
        <w:t>- 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Дорога (городская)</w:t>
      </w:r>
      <w:r w:rsidRPr="006614A7">
        <w:rPr>
          <w:color w:val="000000"/>
          <w:sz w:val="24"/>
          <w:szCs w:val="24"/>
        </w:rPr>
        <w:t xml:space="preserve"> - путь сообщения на территории населенного пункта,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6614A7">
        <w:rPr>
          <w:color w:val="000000"/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Пешеходная зона</w:t>
      </w:r>
      <w:r w:rsidRPr="006614A7">
        <w:rPr>
          <w:color w:val="000000"/>
          <w:sz w:val="24"/>
          <w:szCs w:val="24"/>
        </w:rPr>
        <w:t xml:space="preserve"> - территория, предназначенная для передвижения пешеходов, на ней не допускается движение транспорта, за исключением специального, обслуживающего эту территорию.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Интенсивность использования территории (интенсивность застройки)</w:t>
      </w:r>
      <w:r w:rsidRPr="006614A7">
        <w:rPr>
          <w:color w:val="000000"/>
          <w:sz w:val="24"/>
          <w:szCs w:val="24"/>
        </w:rPr>
        <w:t xml:space="preserve"> населенного пункта характеризуется показателями плотности застройки, коэффициентом (в процентах) застройки территории.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Плотность застройки</w:t>
      </w:r>
      <w:r w:rsidRPr="006614A7">
        <w:rPr>
          <w:color w:val="000000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Суммарная поэтажная площадь</w:t>
      </w:r>
      <w:r w:rsidRPr="006614A7">
        <w:rPr>
          <w:color w:val="000000"/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Коэффициент застройки (Кз)</w:t>
      </w:r>
      <w:r w:rsidRPr="006614A7">
        <w:rPr>
          <w:color w:val="000000"/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Коэффициент плотности застройки (Кпз) </w:t>
      </w:r>
      <w:r w:rsidRPr="006614A7">
        <w:rPr>
          <w:color w:val="000000"/>
          <w:sz w:val="24"/>
          <w:szCs w:val="24"/>
        </w:rPr>
        <w:t>- отношение площади всех этажей зданий и сооружений к площади участка.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Озелененные территории</w:t>
      </w:r>
      <w:r w:rsidRPr="006614A7">
        <w:rPr>
          <w:color w:val="000000"/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Коэффициент озеленения</w:t>
      </w:r>
      <w:r w:rsidRPr="006614A7">
        <w:rPr>
          <w:color w:val="000000"/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Квартал</w:t>
      </w:r>
      <w:r w:rsidRPr="006614A7">
        <w:rPr>
          <w:color w:val="000000"/>
          <w:sz w:val="24"/>
          <w:szCs w:val="24"/>
        </w:rPr>
        <w:t xml:space="preserve"> сохраняемой застройки - квартал, на территории которого при проектировании планировки и застройки замена и (или) новое строительство составляют не более 25% фонда существующей застройки.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Стоянка для автомобилей (автостоянка)</w:t>
      </w:r>
      <w:r w:rsidRPr="006614A7">
        <w:rPr>
          <w:color w:val="000000"/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Надземная автостоянка закрытого типа </w:t>
      </w:r>
      <w:r w:rsidRPr="006614A7">
        <w:rPr>
          <w:color w:val="000000"/>
          <w:sz w:val="24"/>
          <w:szCs w:val="24"/>
        </w:rPr>
        <w:t>- автостоянка с наружными стеновыми ограждениями (гаражи, гаражи-стоянки, гаражные комплексы).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Автостоянка открытого типа</w:t>
      </w:r>
      <w:r w:rsidRPr="006614A7">
        <w:rPr>
          <w:color w:val="000000"/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50% наружной поверхности этой стороны в каждом ярусе (этаже).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Гостевые стоянки</w:t>
      </w:r>
      <w:r w:rsidRPr="006614A7">
        <w:rPr>
          <w:color w:val="000000"/>
          <w:sz w:val="24"/>
          <w:szCs w:val="24"/>
        </w:rPr>
        <w:t xml:space="preserve"> - открытые площадки, предназначенные для кратковременного хранения (стоянки) легковых автомобилей.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outlineLvl w:val="2"/>
        <w:rPr>
          <w:b/>
          <w:color w:val="000000"/>
          <w:sz w:val="24"/>
          <w:szCs w:val="24"/>
        </w:rPr>
      </w:pPr>
      <w:bookmarkStart w:id="30" w:name="_Toc277842805"/>
      <w:bookmarkStart w:id="31" w:name="_Toc277843043"/>
      <w:bookmarkStart w:id="32" w:name="_Toc297163354"/>
      <w:r w:rsidRPr="006614A7">
        <w:rPr>
          <w:b/>
          <w:color w:val="000000"/>
          <w:sz w:val="24"/>
          <w:szCs w:val="24"/>
        </w:rPr>
        <w:t>Перечень линий градостроительного регулирования</w:t>
      </w:r>
      <w:bookmarkEnd w:id="30"/>
      <w:bookmarkEnd w:id="31"/>
      <w:bookmarkEnd w:id="32"/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Красные линии</w:t>
      </w:r>
      <w:r w:rsidRPr="006614A7">
        <w:rPr>
          <w:color w:val="000000"/>
          <w:sz w:val="24"/>
          <w:szCs w:val="24"/>
        </w:rPr>
        <w:t xml:space="preserve"> -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сети инженерно-технического обеспечения,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За пределы красных линий в сторону улицы или площади не должны выступать здания и сооружения. В пределах красных линий допускается </w:t>
      </w:r>
      <w:r w:rsidRPr="006614A7">
        <w:rPr>
          <w:color w:val="000000"/>
          <w:sz w:val="24"/>
          <w:szCs w:val="24"/>
        </w:rPr>
        <w:lastRenderedPageBreak/>
        <w:t>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отдельных нестационарных объектов автосервиса для попутного обслуживания (АЗС, мини-мойки, посты проверки СО);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отдельных нестационарных объектов для попутного обслуживания пешеходов (мелкорозничная торговля и бытовое обслуживание).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Линии застройки</w:t>
      </w:r>
      <w:r w:rsidRPr="006614A7">
        <w:rPr>
          <w:color w:val="000000"/>
          <w:sz w:val="24"/>
          <w:szCs w:val="24"/>
        </w:rPr>
        <w:t xml:space="preserve"> -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Отступ застройки</w:t>
      </w:r>
      <w:r w:rsidRPr="006614A7">
        <w:rPr>
          <w:color w:val="000000"/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полосы отвода железных дорог</w:t>
      </w:r>
      <w:r w:rsidRPr="006614A7">
        <w:rPr>
          <w:color w:val="000000"/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полосы отвода автомобильных дорог</w:t>
      </w:r>
      <w:r w:rsidRPr="006614A7">
        <w:rPr>
          <w:color w:val="000000"/>
          <w:sz w:val="24"/>
          <w:szCs w:val="24"/>
        </w:rPr>
        <w:t xml:space="preserve"> -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 xml:space="preserve">Границы технических (охранных) зон инженерных сооружений и коммуникаций </w:t>
      </w:r>
      <w:r w:rsidRPr="006614A7">
        <w:rPr>
          <w:color w:val="000000"/>
          <w:sz w:val="24"/>
          <w:szCs w:val="24"/>
        </w:rPr>
        <w:t>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озелененных территорий, не входящих в природный комплекс</w:t>
      </w:r>
      <w:r w:rsidRPr="006614A7">
        <w:rPr>
          <w:color w:val="000000"/>
          <w:sz w:val="24"/>
          <w:szCs w:val="24"/>
        </w:rPr>
        <w:t>, - границы участков внутриквартального озеленения общего пользования и трасс внутриквартальных транспортных коммуникаций.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водоохранных зон</w:t>
      </w:r>
      <w:r w:rsidRPr="006614A7">
        <w:rPr>
          <w:color w:val="000000"/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прибрежных зон (полос)</w:t>
      </w:r>
      <w:r w:rsidRPr="006614A7">
        <w:rPr>
          <w:color w:val="000000"/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зон санитарной охраны</w:t>
      </w:r>
      <w:r w:rsidRPr="006614A7">
        <w:rPr>
          <w:color w:val="000000"/>
          <w:sz w:val="24"/>
          <w:szCs w:val="24"/>
        </w:rPr>
        <w:t xml:space="preserve"> источников питьевого водоснабжения - границы зон I и II пояса, а также жесткой зоны II пояса: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-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-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C76B09" w:rsidRPr="006614A7" w:rsidRDefault="00C76B09" w:rsidP="006614A7">
      <w:pPr>
        <w:pStyle w:val="ConsPlusNormal"/>
        <w:widowControl/>
        <w:tabs>
          <w:tab w:val="left" w:pos="708"/>
        </w:tabs>
        <w:ind w:firstLine="709"/>
        <w:jc w:val="both"/>
        <w:rPr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Границы санитарно-защитных зон</w:t>
      </w:r>
      <w:r w:rsidRPr="006614A7">
        <w:rPr>
          <w:color w:val="000000"/>
          <w:sz w:val="24"/>
          <w:szCs w:val="24"/>
        </w:rPr>
        <w:t xml:space="preserve"> 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устанавливаются в соответствии с законодательством о санитарно-эпидемиологическом благополучии населения.</w:t>
      </w:r>
    </w:p>
    <w:p w:rsidR="00C57301" w:rsidRPr="006614A7" w:rsidRDefault="00C76B09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городской инфраструктуры в соответствии с санитарными нормами и СНиП.</w:t>
      </w:r>
    </w:p>
    <w:p w:rsidR="00C57301" w:rsidRPr="006614A7" w:rsidRDefault="00C57301" w:rsidP="006614A7">
      <w:pPr>
        <w:autoSpaceDE w:val="0"/>
        <w:autoSpaceDN w:val="0"/>
        <w:adjustRightInd w:val="0"/>
        <w:ind w:firstLine="709"/>
        <w:outlineLvl w:val="0"/>
        <w:rPr>
          <w:rFonts w:cs="Arial"/>
          <w:color w:val="000000"/>
        </w:rPr>
      </w:pPr>
    </w:p>
    <w:p w:rsidR="00C57301" w:rsidRPr="006614A7" w:rsidRDefault="00C57301" w:rsidP="006614A7">
      <w:pPr>
        <w:pageBreakBefore/>
        <w:tabs>
          <w:tab w:val="left" w:pos="6480"/>
        </w:tabs>
        <w:ind w:left="4820"/>
        <w:outlineLvl w:val="0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Приложение 2</w:t>
      </w:r>
    </w:p>
    <w:p w:rsidR="00C57301" w:rsidRPr="006614A7" w:rsidRDefault="00C57301" w:rsidP="006614A7">
      <w:pPr>
        <w:ind w:left="4820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к местным нормативам </w:t>
      </w:r>
    </w:p>
    <w:p w:rsidR="006614A7" w:rsidRDefault="00C57301" w:rsidP="006614A7">
      <w:pPr>
        <w:ind w:left="4820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градостроительного проектирования </w:t>
      </w:r>
    </w:p>
    <w:p w:rsidR="00C57301" w:rsidRPr="006614A7" w:rsidRDefault="00C57301" w:rsidP="006614A7">
      <w:pPr>
        <w:ind w:left="4820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Березовского сельского поселения               </w:t>
      </w:r>
    </w:p>
    <w:p w:rsidR="00C57301" w:rsidRPr="006614A7" w:rsidRDefault="00C57301" w:rsidP="006614A7">
      <w:pPr>
        <w:ind w:left="4820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Подгоренского муниципального района                </w:t>
      </w:r>
    </w:p>
    <w:p w:rsidR="00C57301" w:rsidRPr="006614A7" w:rsidRDefault="00C57301" w:rsidP="006614A7">
      <w:pPr>
        <w:ind w:left="4820"/>
        <w:rPr>
          <w:rFonts w:cs="Arial"/>
          <w:color w:val="000000"/>
        </w:rPr>
      </w:pPr>
      <w:r w:rsidRPr="006614A7">
        <w:rPr>
          <w:rFonts w:cs="Arial"/>
          <w:color w:val="000000"/>
        </w:rPr>
        <w:t>Воронежской области</w:t>
      </w:r>
    </w:p>
    <w:p w:rsidR="00C57301" w:rsidRPr="006614A7" w:rsidRDefault="00C57301" w:rsidP="006614A7">
      <w:pPr>
        <w:ind w:firstLine="709"/>
        <w:rPr>
          <w:rFonts w:cs="Arial"/>
          <w:color w:val="000000"/>
        </w:rPr>
      </w:pPr>
    </w:p>
    <w:p w:rsidR="00C57301" w:rsidRPr="006614A7" w:rsidRDefault="00C57301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Перечень законодательных и нормативных документов</w:t>
      </w:r>
    </w:p>
    <w:p w:rsidR="00C57301" w:rsidRPr="006614A7" w:rsidRDefault="00C57301" w:rsidP="006614A7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>Федеральные законы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6 октября 2003 г. № 131-ФЗ «Об общих принципах организации местного самоуправления в Российской Федер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 xml:space="preserve">ции» 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Водный кодекс Российской Федерации от 3 июня 2006 года N 74-ФЗ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Градостроительный кодекс Российской Федерации от 29 декабря 2004 года N 190-ФЗ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Жилищный кодекс Российской Федерации от 29 декабря 2004 г. № 188-ФЗ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Земельный кодекс Российской Федерации от 25 октября 2001 года N 136-ФЗ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Лесной кодекс Российской Федерации от 4 декабря 2006 года N 200-ФЗ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Федеральный закон от 30 декабря 2009 года N 384-ФЗ «Технический регл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мент о безопасности зданий и сооружений»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Федеральный закон от 27 декабря 2002 года N 184-ФЗ «О техническом рег</w:t>
      </w:r>
      <w:r w:rsidRPr="006614A7">
        <w:rPr>
          <w:color w:val="000000"/>
          <w:sz w:val="24"/>
          <w:szCs w:val="24"/>
        </w:rPr>
        <w:t>у</w:t>
      </w:r>
      <w:r w:rsidRPr="006614A7">
        <w:rPr>
          <w:color w:val="000000"/>
          <w:sz w:val="24"/>
          <w:szCs w:val="24"/>
        </w:rPr>
        <w:t>лировании»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Федеральный закон от 21 июля 1997 года N 116-ФЗ «О промышленной безопасности опасных производственных объектов»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Федеральный закон  от 7 июля 2003 года N 112-ФЗ «О личном подсобном хозяйстве»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Федеральный закон от 15 апреля 1998 года N 66-ФЗ «О садоводческих, огороднических и дачных некоммерческих объединениях гра</w:t>
      </w:r>
      <w:r w:rsidRPr="006614A7">
        <w:rPr>
          <w:b w:val="0"/>
          <w:color w:val="000000"/>
          <w:sz w:val="24"/>
          <w:szCs w:val="24"/>
        </w:rPr>
        <w:t>ж</w:t>
      </w:r>
      <w:r w:rsidRPr="006614A7">
        <w:rPr>
          <w:b w:val="0"/>
          <w:color w:val="000000"/>
          <w:sz w:val="24"/>
          <w:szCs w:val="24"/>
        </w:rPr>
        <w:t>дан»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Федеральный закон от 28 декабря 2009 года N 381-ФЗ «Об основах государственного регулирования торговой деятельности в Росси</w:t>
      </w:r>
      <w:r w:rsidRPr="006614A7">
        <w:rPr>
          <w:b w:val="0"/>
          <w:color w:val="000000"/>
          <w:sz w:val="24"/>
          <w:szCs w:val="24"/>
        </w:rPr>
        <w:t>й</w:t>
      </w:r>
      <w:r w:rsidRPr="006614A7">
        <w:rPr>
          <w:b w:val="0"/>
          <w:color w:val="000000"/>
          <w:sz w:val="24"/>
          <w:szCs w:val="24"/>
        </w:rPr>
        <w:t>ской Федерации»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Федеральный закон от 30 марта 1999 года N 52-ФЗ «О санита</w:t>
      </w:r>
      <w:r w:rsidRPr="006614A7">
        <w:rPr>
          <w:b w:val="0"/>
          <w:color w:val="000000"/>
          <w:sz w:val="24"/>
          <w:szCs w:val="24"/>
        </w:rPr>
        <w:t>р</w:t>
      </w:r>
      <w:r w:rsidRPr="006614A7">
        <w:rPr>
          <w:b w:val="0"/>
          <w:color w:val="000000"/>
          <w:sz w:val="24"/>
          <w:szCs w:val="24"/>
        </w:rPr>
        <w:t>но-эпидемиологическом благополучии населения»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Федеральный закон от 10 января 2002 года N 7-ФЗ «Об охране окружающей среды»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4 мая 1999 г. № 96-Ф3 «Об охране атмосферного во</w:t>
      </w:r>
      <w:r w:rsidRPr="006614A7">
        <w:rPr>
          <w:rFonts w:cs="Arial"/>
          <w:color w:val="000000"/>
        </w:rPr>
        <w:t>з</w:t>
      </w:r>
      <w:r w:rsidRPr="006614A7">
        <w:rPr>
          <w:rFonts w:cs="Arial"/>
          <w:color w:val="000000"/>
        </w:rPr>
        <w:t xml:space="preserve">духа»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Закон Российской Федерации от 21 февраля 1992 г. № 2395-1 «О н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драх» 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Федеральный закон от 14 марта 1995 года N 33-ФЗ «Об особо охраняемых природных территориях»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Федеральный закон от 23 февраля 1995 г. № 26-ФЗ «О природных лечебных ресурсах, лечебно-оздоровительных местностях и курортах»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24 апреля 1995 г. № 52-ФЗ «О животном м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 xml:space="preserve">ре»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Федеральный закон от 23 ноября 1995 г. № 174-ФЗ «Об экологической эк</w:t>
      </w:r>
      <w:r w:rsidRPr="006614A7">
        <w:rPr>
          <w:rFonts w:cs="Arial"/>
          <w:color w:val="000000"/>
        </w:rPr>
        <w:t>с</w:t>
      </w:r>
      <w:r w:rsidRPr="006614A7">
        <w:rPr>
          <w:rFonts w:cs="Arial"/>
          <w:color w:val="000000"/>
        </w:rPr>
        <w:t xml:space="preserve">пертизе» 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10 января 2003 г. № 17-ФЗ «О железнодорожном транспорте в Российской Федер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ции»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рации»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2 августа 1995 г. № 122-ФЗ «О социальном обслуж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 xml:space="preserve">вании граждан пожилого возраста и инвалидов» 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Федеральный закон от 24 ноября 1995 г. № 181-ФЗ «О социальной защите инвалидов в Российской Федерации»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 xml:space="preserve">Федеральный закон от 12 декабря 1998 г. № 28-ФЗ «О гражданской обороне»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21 декабря 1994 г. № 68-ФЗ «О защите населения и территорий от чрезвычайных ситуаций природного и техногенного хара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 xml:space="preserve">тера» 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hyperlink r:id="rId18" w:tgtFrame="_blank" w:history="1">
        <w:r w:rsidRPr="006614A7">
          <w:rPr>
            <w:b w:val="0"/>
            <w:color w:val="000000"/>
            <w:sz w:val="24"/>
            <w:szCs w:val="24"/>
          </w:rPr>
          <w:t>Федеральный закон от 22 июля 2008 г. N 123-ФЗ "Технический регламент о требов</w:t>
        </w:r>
        <w:r w:rsidRPr="006614A7">
          <w:rPr>
            <w:b w:val="0"/>
            <w:color w:val="000000"/>
            <w:sz w:val="24"/>
            <w:szCs w:val="24"/>
          </w:rPr>
          <w:t>а</w:t>
        </w:r>
        <w:r w:rsidRPr="006614A7">
          <w:rPr>
            <w:b w:val="0"/>
            <w:color w:val="000000"/>
            <w:sz w:val="24"/>
            <w:szCs w:val="24"/>
          </w:rPr>
          <w:t>ниях пожарной безопасности"</w:t>
        </w:r>
      </w:hyperlink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10 декабря 1995 г. № 196-ФЗ «О безопасности дорожного движ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ния»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9 января 1996 г. № 3-ФЗ «О радиационной безопасн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 xml:space="preserve">сти населения»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24 июня 1998 г. № 89-ФЗ «Об отходах прои</w:t>
      </w:r>
      <w:r w:rsidRPr="006614A7">
        <w:rPr>
          <w:rFonts w:cs="Arial"/>
          <w:color w:val="000000"/>
        </w:rPr>
        <w:t>з</w:t>
      </w:r>
      <w:r w:rsidRPr="006614A7">
        <w:rPr>
          <w:rFonts w:cs="Arial"/>
          <w:color w:val="000000"/>
        </w:rPr>
        <w:t xml:space="preserve">водства и потребления» 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12 декабря 1996 г. № 8-ФЗ «О погребении и похоро</w:t>
      </w:r>
      <w:r w:rsidRPr="006614A7">
        <w:rPr>
          <w:rFonts w:cs="Arial"/>
          <w:color w:val="000000"/>
        </w:rPr>
        <w:t>н</w:t>
      </w:r>
      <w:r w:rsidRPr="006614A7">
        <w:rPr>
          <w:rFonts w:cs="Arial"/>
          <w:color w:val="000000"/>
        </w:rPr>
        <w:t xml:space="preserve">ном деле» </w:t>
      </w:r>
    </w:p>
    <w:p w:rsidR="00ED1449" w:rsidRPr="006614A7" w:rsidRDefault="00ED1449" w:rsidP="006614A7">
      <w:pPr>
        <w:pStyle w:val="a8"/>
        <w:widowControl w:val="0"/>
        <w:numPr>
          <w:ilvl w:val="0"/>
          <w:numId w:val="16"/>
        </w:numPr>
        <w:spacing w:before="0" w:beforeAutospacing="0" w:after="0" w:afterAutospacing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Федеральный закон от 31 марта 1999 г. № 69-ФЗ «О газоснабжении в Российской Федер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ции»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Федеральный закон от 25 июня 2002 года N 73-ФЗ «Об объектах культурн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го наследия (памятниках истории и культуры) народов Российской Федерации»</w:t>
      </w:r>
    </w:p>
    <w:p w:rsidR="00ED1449" w:rsidRPr="006614A7" w:rsidRDefault="00ED1449" w:rsidP="006614A7">
      <w:pPr>
        <w:pStyle w:val="ConsPlusNormal"/>
        <w:widowControl/>
        <w:ind w:firstLine="709"/>
        <w:jc w:val="both"/>
        <w:rPr>
          <w:b/>
          <w:color w:val="000000"/>
          <w:sz w:val="24"/>
          <w:szCs w:val="24"/>
        </w:rPr>
      </w:pPr>
      <w:r w:rsidRPr="006614A7">
        <w:rPr>
          <w:b/>
          <w:color w:val="000000"/>
          <w:sz w:val="24"/>
          <w:szCs w:val="24"/>
        </w:rPr>
        <w:t>Нормативные правовые акты Российской Федерации</w:t>
      </w:r>
    </w:p>
    <w:p w:rsidR="00ED1449" w:rsidRPr="006614A7" w:rsidRDefault="00ED1449" w:rsidP="006614A7">
      <w:pPr>
        <w:widowControl w:val="0"/>
        <w:numPr>
          <w:ilvl w:val="0"/>
          <w:numId w:val="16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Указ Президента Российской Федерации от 2 октября 1992 г. № 1156 «О мерах по формированию доступной для инвалидов среды жизнедеятел</w:t>
      </w:r>
      <w:r w:rsidRPr="006614A7">
        <w:rPr>
          <w:rFonts w:cs="Arial"/>
          <w:color w:val="000000"/>
        </w:rPr>
        <w:t>ь</w:t>
      </w:r>
      <w:r w:rsidRPr="006614A7">
        <w:rPr>
          <w:rFonts w:cs="Arial"/>
          <w:color w:val="000000"/>
        </w:rPr>
        <w:t xml:space="preserve">ности» </w:t>
      </w:r>
    </w:p>
    <w:p w:rsidR="00ED1449" w:rsidRPr="006614A7" w:rsidRDefault="00ED1449" w:rsidP="006614A7">
      <w:pPr>
        <w:widowControl w:val="0"/>
        <w:numPr>
          <w:ilvl w:val="0"/>
          <w:numId w:val="30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Постановление Правительства Российской Федерации от 7 декабря 1996 г. № 1449 «О мерах по обеспечению беспрепятственного дост</w:t>
      </w:r>
      <w:r w:rsidRPr="006614A7">
        <w:rPr>
          <w:rFonts w:cs="Arial"/>
          <w:color w:val="000000"/>
        </w:rPr>
        <w:t>у</w:t>
      </w:r>
      <w:r w:rsidRPr="006614A7">
        <w:rPr>
          <w:rFonts w:cs="Arial"/>
          <w:color w:val="000000"/>
        </w:rPr>
        <w:t xml:space="preserve">па инвалидов к информации и объектам социальной инфраструктуры» </w:t>
      </w:r>
    </w:p>
    <w:p w:rsidR="00ED1449" w:rsidRPr="006614A7" w:rsidRDefault="00ED1449" w:rsidP="006614A7">
      <w:pPr>
        <w:widowControl w:val="0"/>
        <w:numPr>
          <w:ilvl w:val="0"/>
          <w:numId w:val="30"/>
        </w:numPr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Постановление Министерства строительства Российской Федерации и Министерства социальной защиты населения Российской Федерации от 11 н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ября 1994 г. № 18-27/1-4403-15 «О дополнительных мерах по обеспечению жизнедеятельности престар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лых и инвалидов при проектировании, строительстве и реконструкции зданий и сооруж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ний» 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Постановление Правительства Российской Федерации от 26 а</w:t>
      </w:r>
      <w:r w:rsidRPr="006614A7">
        <w:rPr>
          <w:color w:val="000000"/>
          <w:sz w:val="24"/>
          <w:szCs w:val="24"/>
        </w:rPr>
        <w:t>п</w:t>
      </w:r>
      <w:r w:rsidRPr="006614A7">
        <w:rPr>
          <w:color w:val="000000"/>
          <w:sz w:val="24"/>
          <w:szCs w:val="24"/>
        </w:rPr>
        <w:t>реля 2008 г. N 315 «</w:t>
      </w:r>
      <w:r w:rsidRPr="006614A7">
        <w:rPr>
          <w:bCs/>
          <w:color w:val="000000"/>
          <w:sz w:val="24"/>
          <w:szCs w:val="24"/>
        </w:rPr>
        <w:t>Об утверждении положения о зонах охраны объектов культурного наследия (памя</w:t>
      </w:r>
      <w:r w:rsidRPr="006614A7">
        <w:rPr>
          <w:bCs/>
          <w:color w:val="000000"/>
          <w:sz w:val="24"/>
          <w:szCs w:val="24"/>
        </w:rPr>
        <w:t>т</w:t>
      </w:r>
      <w:r w:rsidRPr="006614A7">
        <w:rPr>
          <w:bCs/>
          <w:color w:val="000000"/>
          <w:sz w:val="24"/>
          <w:szCs w:val="24"/>
        </w:rPr>
        <w:t>ников истории и культуры) народов Российской Федерации</w:t>
      </w:r>
      <w:r w:rsidRPr="006614A7">
        <w:rPr>
          <w:b/>
          <w:bCs/>
          <w:color w:val="000000"/>
          <w:sz w:val="24"/>
          <w:szCs w:val="24"/>
        </w:rPr>
        <w:t>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Постановление Правительства Российской Федерации от 19 я</w:t>
      </w:r>
      <w:r w:rsidRPr="006614A7">
        <w:rPr>
          <w:b w:val="0"/>
          <w:color w:val="000000"/>
          <w:sz w:val="24"/>
          <w:szCs w:val="24"/>
        </w:rPr>
        <w:t>н</w:t>
      </w:r>
      <w:r w:rsidRPr="006614A7">
        <w:rPr>
          <w:b w:val="0"/>
          <w:color w:val="000000"/>
          <w:sz w:val="24"/>
          <w:szCs w:val="24"/>
        </w:rPr>
        <w:t>варя 2006 г. N 20 «Об инженерных изысканиях для подготовки проектной документации, строительства, реконструкции объектов капитального стро</w:t>
      </w:r>
      <w:r w:rsidRPr="006614A7">
        <w:rPr>
          <w:b w:val="0"/>
          <w:color w:val="000000"/>
          <w:sz w:val="24"/>
          <w:szCs w:val="24"/>
        </w:rPr>
        <w:t>и</w:t>
      </w:r>
      <w:r w:rsidRPr="006614A7">
        <w:rPr>
          <w:b w:val="0"/>
          <w:color w:val="000000"/>
          <w:sz w:val="24"/>
          <w:szCs w:val="24"/>
        </w:rPr>
        <w:t>тельства»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lastRenderedPageBreak/>
        <w:t>Постановление Правительства Российской Федерации от 20 июня 2006 г. N 384 «Об утверждении правил определения границ зон охраняемых объектов и согласования градостроительных регламентов для т</w:t>
      </w:r>
      <w:r w:rsidRPr="006614A7">
        <w:rPr>
          <w:b w:val="0"/>
          <w:color w:val="000000"/>
          <w:sz w:val="24"/>
          <w:szCs w:val="24"/>
        </w:rPr>
        <w:t>а</w:t>
      </w:r>
      <w:r w:rsidRPr="006614A7">
        <w:rPr>
          <w:b w:val="0"/>
          <w:color w:val="000000"/>
          <w:sz w:val="24"/>
          <w:szCs w:val="24"/>
        </w:rPr>
        <w:t>ких зон»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Постановление Правительства Российской Федерации от 12 о</w:t>
      </w:r>
      <w:r w:rsidRPr="006614A7">
        <w:rPr>
          <w:b w:val="0"/>
          <w:color w:val="000000"/>
          <w:sz w:val="24"/>
          <w:szCs w:val="24"/>
        </w:rPr>
        <w:t>к</w:t>
      </w:r>
      <w:r w:rsidRPr="006614A7">
        <w:rPr>
          <w:b w:val="0"/>
          <w:color w:val="000000"/>
          <w:sz w:val="24"/>
          <w:szCs w:val="24"/>
        </w:rPr>
        <w:t>тября 2006 г. N 611 «О порядке установления и использования полос отвода и охранных зон железных д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рог»</w:t>
      </w:r>
    </w:p>
    <w:p w:rsidR="00ED1449" w:rsidRPr="006614A7" w:rsidRDefault="00ED1449" w:rsidP="006614A7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«Социальные нормативы и нормы», одобрены распоряжением Правительс</w:t>
      </w:r>
      <w:r w:rsidRPr="006614A7">
        <w:rPr>
          <w:rFonts w:cs="Arial"/>
          <w:color w:val="000000"/>
        </w:rPr>
        <w:t>т</w:t>
      </w:r>
      <w:r w:rsidRPr="006614A7">
        <w:rPr>
          <w:rFonts w:cs="Arial"/>
          <w:color w:val="000000"/>
        </w:rPr>
        <w:t>ва Российской Федерации от 3 июля 1996 г. N 1063-р</w:t>
      </w:r>
    </w:p>
    <w:p w:rsidR="00ED1449" w:rsidRPr="006614A7" w:rsidRDefault="00ED1449" w:rsidP="006614A7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bCs/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Постановление Правительства Российской Федерации от 10 я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>варя 2009 г. N 17 «</w:t>
      </w:r>
      <w:r w:rsidRPr="006614A7">
        <w:rPr>
          <w:bCs/>
          <w:color w:val="000000"/>
          <w:sz w:val="24"/>
          <w:szCs w:val="24"/>
        </w:rPr>
        <w:t>Об утверждении правил установления на местности границ водоохранных зон и границ прибрежных защитных полос водных объе</w:t>
      </w:r>
      <w:r w:rsidRPr="006614A7">
        <w:rPr>
          <w:bCs/>
          <w:color w:val="000000"/>
          <w:sz w:val="24"/>
          <w:szCs w:val="24"/>
        </w:rPr>
        <w:t>к</w:t>
      </w:r>
      <w:r w:rsidRPr="006614A7">
        <w:rPr>
          <w:bCs/>
          <w:color w:val="000000"/>
          <w:sz w:val="24"/>
          <w:szCs w:val="24"/>
        </w:rPr>
        <w:t>тов»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Постановление Правительства Российской Федерации от 24 февраля 2009 г. N 160 «О порядке установления охранных зон объектов электросетевого хозяйства и особых условий использования земельных участков, распол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женных в границах таких зон»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Постановление Правительства Российской Федерации от 9 июня 1995 г. N 578 «Об утверждении правил охраны линий и сооружений связи Российской Федер</w:t>
      </w:r>
      <w:r w:rsidRPr="006614A7">
        <w:rPr>
          <w:b w:val="0"/>
          <w:color w:val="000000"/>
          <w:sz w:val="24"/>
          <w:szCs w:val="24"/>
        </w:rPr>
        <w:t>а</w:t>
      </w:r>
      <w:r w:rsidRPr="006614A7">
        <w:rPr>
          <w:b w:val="0"/>
          <w:color w:val="000000"/>
          <w:sz w:val="24"/>
          <w:szCs w:val="24"/>
        </w:rPr>
        <w:t>ции»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6"/>
        </w:numPr>
        <w:ind w:left="0" w:firstLine="709"/>
        <w:jc w:val="both"/>
        <w:outlineLvl w:val="0"/>
        <w:rPr>
          <w:b w:val="0"/>
          <w:color w:val="000000"/>
          <w:sz w:val="24"/>
          <w:szCs w:val="24"/>
        </w:rPr>
      </w:pPr>
      <w:bookmarkStart w:id="33" w:name="_Toc277842807"/>
      <w:bookmarkStart w:id="34" w:name="_Toc277843045"/>
      <w:bookmarkStart w:id="35" w:name="_Toc297163357"/>
      <w:r w:rsidRPr="006614A7">
        <w:rPr>
          <w:b w:val="0"/>
          <w:color w:val="000000"/>
          <w:sz w:val="24"/>
          <w:szCs w:val="24"/>
        </w:rPr>
        <w:t>Приказ Государственного Комитета Российской Федерации по строительс</w:t>
      </w:r>
      <w:r w:rsidRPr="006614A7">
        <w:rPr>
          <w:b w:val="0"/>
          <w:color w:val="000000"/>
          <w:sz w:val="24"/>
          <w:szCs w:val="24"/>
        </w:rPr>
        <w:t>т</w:t>
      </w:r>
      <w:r w:rsidRPr="006614A7">
        <w:rPr>
          <w:b w:val="0"/>
          <w:color w:val="000000"/>
          <w:sz w:val="24"/>
          <w:szCs w:val="24"/>
        </w:rPr>
        <w:t>ву и жилищно-коммунальному комплексу от 15 декабря 1999 г. N 153 «Об утверждении правил создания, охраны и содержания зеленых насаждений в городах Российской Фед</w:t>
      </w:r>
      <w:r w:rsidRPr="006614A7">
        <w:rPr>
          <w:b w:val="0"/>
          <w:color w:val="000000"/>
          <w:sz w:val="24"/>
          <w:szCs w:val="24"/>
        </w:rPr>
        <w:t>е</w:t>
      </w:r>
      <w:r w:rsidRPr="006614A7">
        <w:rPr>
          <w:b w:val="0"/>
          <w:color w:val="000000"/>
          <w:sz w:val="24"/>
          <w:szCs w:val="24"/>
        </w:rPr>
        <w:t>рации»</w:t>
      </w:r>
      <w:bookmarkEnd w:id="33"/>
      <w:bookmarkEnd w:id="34"/>
      <w:bookmarkEnd w:id="35"/>
    </w:p>
    <w:p w:rsidR="00ED1449" w:rsidRPr="006614A7" w:rsidRDefault="00ED1449" w:rsidP="006614A7">
      <w:pPr>
        <w:pStyle w:val="ConsPlusTitle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ЗАКОНОДАТЕЛЬСТВО ВОРОНЕЖСКОЙ ОБЛАСТИ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Закон Воронежской области от 30 июня 2010 года N 68-ОЗ «О государственном регулировании торговой деятельности на территории В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ронежской области»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Закон Воронежской области от 7 июля 2006 года N 61-ОЗ «О р</w:t>
      </w:r>
      <w:r w:rsidRPr="006614A7">
        <w:rPr>
          <w:b w:val="0"/>
          <w:color w:val="000000"/>
          <w:sz w:val="24"/>
          <w:szCs w:val="24"/>
        </w:rPr>
        <w:t>е</w:t>
      </w:r>
      <w:r w:rsidRPr="006614A7">
        <w:rPr>
          <w:b w:val="0"/>
          <w:color w:val="000000"/>
          <w:sz w:val="24"/>
          <w:szCs w:val="24"/>
        </w:rPr>
        <w:t>гулировании градостроительной деятельности в Воронежской области»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Закон Воронежской области от 4 октября 2005 года N 63-ОЗ «Об особенн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стях сохранения, использования, популяризации и государственной охраны объектов культурного наследия (памятников истории и культуры) регионального и местного значения на территории Воронежской обла</w:t>
      </w:r>
      <w:r w:rsidRPr="006614A7">
        <w:rPr>
          <w:b w:val="0"/>
          <w:color w:val="000000"/>
          <w:sz w:val="24"/>
          <w:szCs w:val="24"/>
        </w:rPr>
        <w:t>с</w:t>
      </w:r>
      <w:r w:rsidRPr="006614A7">
        <w:rPr>
          <w:b w:val="0"/>
          <w:color w:val="000000"/>
          <w:sz w:val="24"/>
          <w:szCs w:val="24"/>
        </w:rPr>
        <w:t>ти»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Закон Воронежской области от 6 февраля 2007 года N 18-ОЗ «Об особо о</w:t>
      </w:r>
      <w:r w:rsidRPr="006614A7">
        <w:rPr>
          <w:b w:val="0"/>
          <w:color w:val="000000"/>
          <w:sz w:val="24"/>
          <w:szCs w:val="24"/>
        </w:rPr>
        <w:t>х</w:t>
      </w:r>
      <w:r w:rsidRPr="006614A7">
        <w:rPr>
          <w:b w:val="0"/>
          <w:color w:val="000000"/>
          <w:sz w:val="24"/>
          <w:szCs w:val="24"/>
        </w:rPr>
        <w:t>раняемых природных территориях в Воронежской области»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Закон Воронежской области от 27 октября 2006 года N 87-ОЗ «Об админ</w:t>
      </w:r>
      <w:r w:rsidRPr="006614A7">
        <w:rPr>
          <w:b w:val="0"/>
          <w:color w:val="000000"/>
          <w:sz w:val="24"/>
          <w:szCs w:val="24"/>
        </w:rPr>
        <w:t>и</w:t>
      </w:r>
      <w:r w:rsidRPr="006614A7">
        <w:rPr>
          <w:b w:val="0"/>
          <w:color w:val="000000"/>
          <w:sz w:val="24"/>
          <w:szCs w:val="24"/>
        </w:rPr>
        <w:t>стративно-территориальном устройстве воронежской области и порядке его изменения»</w:t>
      </w:r>
    </w:p>
    <w:p w:rsidR="00ED1449" w:rsidRPr="006614A7" w:rsidRDefault="00ED1449" w:rsidP="006614A7">
      <w:pPr>
        <w:pStyle w:val="ConsPlusTitle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НОРМАТИВНЫЕ ДОКУМЕНТЫ ВОРОНЕЖСКОЙ ОБЛАСТИ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Постановление администрации Воронежской области от 18 а</w:t>
      </w:r>
      <w:r w:rsidRPr="006614A7">
        <w:rPr>
          <w:b w:val="0"/>
          <w:color w:val="000000"/>
          <w:sz w:val="24"/>
          <w:szCs w:val="24"/>
        </w:rPr>
        <w:t>п</w:t>
      </w:r>
      <w:r w:rsidRPr="006614A7">
        <w:rPr>
          <w:b w:val="0"/>
          <w:color w:val="000000"/>
          <w:sz w:val="24"/>
          <w:szCs w:val="24"/>
        </w:rPr>
        <w:t>реля 2007 г. N 338 «</w:t>
      </w:r>
      <w:r w:rsidRPr="006614A7">
        <w:rPr>
          <w:color w:val="000000"/>
          <w:sz w:val="24"/>
          <w:szCs w:val="24"/>
        </w:rPr>
        <w:t>Об утверждении основных требований к планировке, перепланировке и застройке рынков, реконструкции зданий, стро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ний и сооружений и находящихся в них помещений на территории В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ронежской области</w:t>
      </w:r>
      <w:r w:rsidRPr="006614A7">
        <w:rPr>
          <w:b w:val="0"/>
          <w:color w:val="000000"/>
          <w:sz w:val="24"/>
          <w:szCs w:val="24"/>
        </w:rPr>
        <w:t>»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Региональный норматив градостроительного проектирования </w:t>
      </w:r>
      <w:r w:rsidRPr="006614A7">
        <w:rPr>
          <w:bCs w:val="0"/>
          <w:color w:val="000000"/>
          <w:sz w:val="24"/>
          <w:szCs w:val="24"/>
        </w:rPr>
        <w:t>«Планировка жилых, общественно-деловых и рекреационных зон населенных пунктов Вороне</w:t>
      </w:r>
      <w:r w:rsidRPr="006614A7">
        <w:rPr>
          <w:bCs w:val="0"/>
          <w:color w:val="000000"/>
          <w:sz w:val="24"/>
          <w:szCs w:val="24"/>
        </w:rPr>
        <w:t>ж</w:t>
      </w:r>
      <w:r w:rsidRPr="006614A7">
        <w:rPr>
          <w:bCs w:val="0"/>
          <w:color w:val="000000"/>
          <w:sz w:val="24"/>
          <w:szCs w:val="24"/>
        </w:rPr>
        <w:t>ской области»</w:t>
      </w:r>
      <w:r w:rsidRPr="006614A7">
        <w:rPr>
          <w:b w:val="0"/>
          <w:bCs w:val="0"/>
          <w:color w:val="000000"/>
          <w:sz w:val="24"/>
          <w:szCs w:val="24"/>
        </w:rPr>
        <w:t xml:space="preserve">, утв. </w:t>
      </w:r>
      <w:r w:rsidRPr="006614A7">
        <w:rPr>
          <w:b w:val="0"/>
          <w:color w:val="000000"/>
          <w:sz w:val="24"/>
          <w:szCs w:val="24"/>
        </w:rPr>
        <w:t>приказом управления архитектуры и градостроительства Воронежской области от 17 а</w:t>
      </w:r>
      <w:r w:rsidRPr="006614A7">
        <w:rPr>
          <w:b w:val="0"/>
          <w:color w:val="000000"/>
          <w:sz w:val="24"/>
          <w:szCs w:val="24"/>
        </w:rPr>
        <w:t>п</w:t>
      </w:r>
      <w:r w:rsidRPr="006614A7">
        <w:rPr>
          <w:b w:val="0"/>
          <w:color w:val="000000"/>
          <w:sz w:val="24"/>
          <w:szCs w:val="24"/>
        </w:rPr>
        <w:t>реля 2008 г. N 9-п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Региональный норматив градостроительного проектирования </w:t>
      </w:r>
      <w:r w:rsidRPr="006614A7">
        <w:rPr>
          <w:color w:val="000000"/>
          <w:sz w:val="24"/>
          <w:szCs w:val="24"/>
        </w:rPr>
        <w:t>«Размещение и проектирование аптечных учреждений на территории населенных пунктов Вор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 xml:space="preserve">нежской области», </w:t>
      </w:r>
      <w:r w:rsidRPr="006614A7">
        <w:rPr>
          <w:b w:val="0"/>
          <w:bCs w:val="0"/>
          <w:color w:val="000000"/>
          <w:sz w:val="24"/>
          <w:szCs w:val="24"/>
        </w:rPr>
        <w:t xml:space="preserve">утв. </w:t>
      </w:r>
      <w:r w:rsidRPr="006614A7">
        <w:rPr>
          <w:b w:val="0"/>
          <w:color w:val="000000"/>
          <w:sz w:val="24"/>
          <w:szCs w:val="24"/>
        </w:rPr>
        <w:t xml:space="preserve">приказом управления </w:t>
      </w:r>
      <w:r w:rsidRPr="006614A7">
        <w:rPr>
          <w:b w:val="0"/>
          <w:color w:val="000000"/>
          <w:sz w:val="24"/>
          <w:szCs w:val="24"/>
        </w:rPr>
        <w:lastRenderedPageBreak/>
        <w:t>архитектуры и градостроительства Вор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нежской области от 29 декабря 2008 г. N 82-п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 Региональный норматив градостроительного проектирования </w:t>
      </w:r>
      <w:r w:rsidRPr="006614A7">
        <w:rPr>
          <w:color w:val="000000"/>
          <w:sz w:val="24"/>
          <w:szCs w:val="24"/>
        </w:rPr>
        <w:t>«Зоны специального назначения и защиты территории населенных пунктов Воронежской о</w:t>
      </w:r>
      <w:r w:rsidRPr="006614A7">
        <w:rPr>
          <w:color w:val="000000"/>
          <w:sz w:val="24"/>
          <w:szCs w:val="24"/>
        </w:rPr>
        <w:t>б</w:t>
      </w:r>
      <w:r w:rsidRPr="006614A7">
        <w:rPr>
          <w:color w:val="000000"/>
          <w:sz w:val="24"/>
          <w:szCs w:val="24"/>
        </w:rPr>
        <w:t xml:space="preserve">ласти», </w:t>
      </w:r>
      <w:r w:rsidRPr="006614A7">
        <w:rPr>
          <w:b w:val="0"/>
          <w:bCs w:val="0"/>
          <w:color w:val="000000"/>
          <w:sz w:val="24"/>
          <w:szCs w:val="24"/>
        </w:rPr>
        <w:t xml:space="preserve">утв. </w:t>
      </w:r>
      <w:r w:rsidRPr="006614A7">
        <w:rPr>
          <w:b w:val="0"/>
          <w:color w:val="000000"/>
          <w:sz w:val="24"/>
          <w:szCs w:val="24"/>
        </w:rPr>
        <w:t>приказом управления архитектуры и градостроительства Воронежской обла</w:t>
      </w:r>
      <w:r w:rsidRPr="006614A7">
        <w:rPr>
          <w:b w:val="0"/>
          <w:color w:val="000000"/>
          <w:sz w:val="24"/>
          <w:szCs w:val="24"/>
        </w:rPr>
        <w:t>с</w:t>
      </w:r>
      <w:r w:rsidRPr="006614A7">
        <w:rPr>
          <w:b w:val="0"/>
          <w:color w:val="000000"/>
          <w:sz w:val="24"/>
          <w:szCs w:val="24"/>
        </w:rPr>
        <w:t>ти от 5 июня 2008 г. N 25-п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 «</w:t>
      </w:r>
      <w:r w:rsidRPr="006614A7">
        <w:rPr>
          <w:color w:val="000000"/>
          <w:sz w:val="24"/>
          <w:szCs w:val="24"/>
        </w:rPr>
        <w:t>Производс</w:t>
      </w:r>
      <w:r w:rsidRPr="006614A7">
        <w:rPr>
          <w:color w:val="000000"/>
          <w:sz w:val="24"/>
          <w:szCs w:val="24"/>
        </w:rPr>
        <w:t>т</w:t>
      </w:r>
      <w:r w:rsidRPr="006614A7">
        <w:rPr>
          <w:color w:val="000000"/>
          <w:sz w:val="24"/>
          <w:szCs w:val="24"/>
        </w:rPr>
        <w:t xml:space="preserve">венные зоны населенных пунктов Воронежской области», </w:t>
      </w:r>
      <w:r w:rsidRPr="006614A7">
        <w:rPr>
          <w:b w:val="0"/>
          <w:bCs w:val="0"/>
          <w:color w:val="000000"/>
          <w:sz w:val="24"/>
          <w:szCs w:val="24"/>
        </w:rPr>
        <w:t xml:space="preserve">утв. </w:t>
      </w:r>
      <w:r w:rsidRPr="006614A7">
        <w:rPr>
          <w:b w:val="0"/>
          <w:color w:val="000000"/>
          <w:sz w:val="24"/>
          <w:szCs w:val="24"/>
        </w:rPr>
        <w:t>приказом управления архитектуры и градостроительства Воронежской о</w:t>
      </w:r>
      <w:r w:rsidRPr="006614A7">
        <w:rPr>
          <w:b w:val="0"/>
          <w:color w:val="000000"/>
          <w:sz w:val="24"/>
          <w:szCs w:val="24"/>
        </w:rPr>
        <w:t>б</w:t>
      </w:r>
      <w:r w:rsidRPr="006614A7">
        <w:rPr>
          <w:b w:val="0"/>
          <w:color w:val="000000"/>
          <w:sz w:val="24"/>
          <w:szCs w:val="24"/>
        </w:rPr>
        <w:t>ласти от 24 ноября 2008 г. N 66-п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</w:t>
      </w:r>
      <w:r w:rsidRPr="006614A7">
        <w:rPr>
          <w:color w:val="000000"/>
          <w:sz w:val="24"/>
          <w:szCs w:val="24"/>
        </w:rPr>
        <w:t xml:space="preserve"> «Зоны сел</w:t>
      </w:r>
      <w:r w:rsidRPr="006614A7">
        <w:rPr>
          <w:color w:val="000000"/>
          <w:sz w:val="24"/>
          <w:szCs w:val="24"/>
        </w:rPr>
        <w:t>ь</w:t>
      </w:r>
      <w:r w:rsidRPr="006614A7">
        <w:rPr>
          <w:color w:val="000000"/>
          <w:sz w:val="24"/>
          <w:szCs w:val="24"/>
        </w:rPr>
        <w:t xml:space="preserve">скохозяйственного использования населенных пунктов Воронежской области», </w:t>
      </w:r>
      <w:r w:rsidRPr="006614A7">
        <w:rPr>
          <w:b w:val="0"/>
          <w:bCs w:val="0"/>
          <w:color w:val="000000"/>
          <w:sz w:val="24"/>
          <w:szCs w:val="24"/>
        </w:rPr>
        <w:t xml:space="preserve">утв. </w:t>
      </w:r>
      <w:r w:rsidRPr="006614A7">
        <w:rPr>
          <w:b w:val="0"/>
          <w:color w:val="000000"/>
          <w:sz w:val="24"/>
          <w:szCs w:val="24"/>
        </w:rPr>
        <w:t>приказом управления архитектуры и градостроительства Воронежской области от 18 а</w:t>
      </w:r>
      <w:r w:rsidRPr="006614A7">
        <w:rPr>
          <w:b w:val="0"/>
          <w:color w:val="000000"/>
          <w:sz w:val="24"/>
          <w:szCs w:val="24"/>
        </w:rPr>
        <w:t>п</w:t>
      </w:r>
      <w:r w:rsidRPr="006614A7">
        <w:rPr>
          <w:b w:val="0"/>
          <w:color w:val="000000"/>
          <w:sz w:val="24"/>
          <w:szCs w:val="24"/>
        </w:rPr>
        <w:t>реля 2008 г. N 11-п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 xml:space="preserve">Региональный норматив градостроительного проектирования </w:t>
      </w:r>
      <w:r w:rsidRPr="006614A7">
        <w:rPr>
          <w:color w:val="000000"/>
          <w:sz w:val="24"/>
          <w:szCs w:val="24"/>
        </w:rPr>
        <w:t>«Расчетные показатели определения границ территорий объектов культурного наследия (памя</w:t>
      </w:r>
      <w:r w:rsidRPr="006614A7">
        <w:rPr>
          <w:color w:val="000000"/>
          <w:sz w:val="24"/>
          <w:szCs w:val="24"/>
        </w:rPr>
        <w:t>т</w:t>
      </w:r>
      <w:r w:rsidRPr="006614A7">
        <w:rPr>
          <w:color w:val="000000"/>
          <w:sz w:val="24"/>
          <w:szCs w:val="24"/>
        </w:rPr>
        <w:t>ников истории и культуры), границ зон охраны объектов культурного наследия (памятников истории и кул</w:t>
      </w:r>
      <w:r w:rsidRPr="006614A7">
        <w:rPr>
          <w:color w:val="000000"/>
          <w:sz w:val="24"/>
          <w:szCs w:val="24"/>
        </w:rPr>
        <w:t>ь</w:t>
      </w:r>
      <w:r w:rsidRPr="006614A7">
        <w:rPr>
          <w:color w:val="000000"/>
          <w:sz w:val="24"/>
          <w:szCs w:val="24"/>
        </w:rPr>
        <w:t>туры) регионального и местного значения для внесения их в документы территориального планирования и проекты планировки территорий</w:t>
      </w:r>
      <w:r w:rsidRPr="006614A7">
        <w:rPr>
          <w:b w:val="0"/>
          <w:color w:val="000000"/>
          <w:sz w:val="24"/>
          <w:szCs w:val="24"/>
        </w:rPr>
        <w:t xml:space="preserve">», </w:t>
      </w:r>
      <w:r w:rsidRPr="006614A7">
        <w:rPr>
          <w:b w:val="0"/>
          <w:bCs w:val="0"/>
          <w:color w:val="000000"/>
          <w:sz w:val="24"/>
          <w:szCs w:val="24"/>
        </w:rPr>
        <w:t xml:space="preserve">утв. </w:t>
      </w:r>
      <w:r w:rsidRPr="006614A7">
        <w:rPr>
          <w:b w:val="0"/>
          <w:color w:val="000000"/>
          <w:sz w:val="24"/>
          <w:szCs w:val="24"/>
        </w:rPr>
        <w:t>приказом управления архитектуры и градостроительства Вор</w:t>
      </w:r>
      <w:r w:rsidRPr="006614A7">
        <w:rPr>
          <w:b w:val="0"/>
          <w:color w:val="000000"/>
          <w:sz w:val="24"/>
          <w:szCs w:val="24"/>
        </w:rPr>
        <w:t>о</w:t>
      </w:r>
      <w:r w:rsidRPr="006614A7">
        <w:rPr>
          <w:b w:val="0"/>
          <w:color w:val="000000"/>
          <w:sz w:val="24"/>
          <w:szCs w:val="24"/>
        </w:rPr>
        <w:t>нежской области от 18 а</w:t>
      </w:r>
      <w:r w:rsidRPr="006614A7">
        <w:rPr>
          <w:b w:val="0"/>
          <w:color w:val="000000"/>
          <w:sz w:val="24"/>
          <w:szCs w:val="24"/>
        </w:rPr>
        <w:t>п</w:t>
      </w:r>
      <w:r w:rsidRPr="006614A7">
        <w:rPr>
          <w:b w:val="0"/>
          <w:color w:val="000000"/>
          <w:sz w:val="24"/>
          <w:szCs w:val="24"/>
        </w:rPr>
        <w:t>реля 2008 г. N 11-п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 «</w:t>
      </w:r>
      <w:r w:rsidRPr="006614A7">
        <w:rPr>
          <w:color w:val="000000"/>
          <w:sz w:val="24"/>
          <w:szCs w:val="24"/>
        </w:rPr>
        <w:t>Проектир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вание и размещение гаражей и стоянок легковых автомобилей на территории нас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ленных пунктов Воронежской области</w:t>
      </w:r>
      <w:r w:rsidRPr="006614A7">
        <w:rPr>
          <w:b w:val="0"/>
          <w:color w:val="000000"/>
          <w:sz w:val="24"/>
          <w:szCs w:val="24"/>
        </w:rPr>
        <w:t>», утв. приказом департамента архитектуры и строительной политики Воронежской о</w:t>
      </w:r>
      <w:r w:rsidRPr="006614A7">
        <w:rPr>
          <w:b w:val="0"/>
          <w:color w:val="000000"/>
          <w:sz w:val="24"/>
          <w:szCs w:val="24"/>
        </w:rPr>
        <w:t>б</w:t>
      </w:r>
      <w:r w:rsidRPr="006614A7">
        <w:rPr>
          <w:b w:val="0"/>
          <w:color w:val="000000"/>
          <w:sz w:val="24"/>
          <w:szCs w:val="24"/>
        </w:rPr>
        <w:t>ласти от 12 апреля 2010 г. N 132</w:t>
      </w:r>
    </w:p>
    <w:p w:rsidR="00ED1449" w:rsidRPr="006614A7" w:rsidRDefault="00ED1449" w:rsidP="006614A7">
      <w:pPr>
        <w:numPr>
          <w:ilvl w:val="0"/>
          <w:numId w:val="17"/>
        </w:numPr>
        <w:ind w:left="0" w:firstLine="709"/>
        <w:outlineLvl w:val="2"/>
        <w:rPr>
          <w:rFonts w:cs="Arial"/>
          <w:bCs/>
          <w:color w:val="000000"/>
        </w:rPr>
      </w:pPr>
      <w:bookmarkStart w:id="36" w:name="_Toc277842808"/>
      <w:bookmarkStart w:id="37" w:name="_Toc277843046"/>
      <w:bookmarkStart w:id="38" w:name="_Toc297163358"/>
      <w:r w:rsidRPr="006614A7">
        <w:rPr>
          <w:rFonts w:cs="Arial"/>
          <w:color w:val="000000"/>
        </w:rPr>
        <w:t xml:space="preserve">Региональный норматив градостроительного проектирования </w:t>
      </w:r>
      <w:r w:rsidRPr="006614A7">
        <w:rPr>
          <w:rFonts w:cs="Arial"/>
          <w:b/>
          <w:color w:val="000000"/>
        </w:rPr>
        <w:t>«Комплексное благоустройство и озеленение населенных пунктов В</w:t>
      </w:r>
      <w:r w:rsidRPr="006614A7">
        <w:rPr>
          <w:rFonts w:cs="Arial"/>
          <w:b/>
          <w:color w:val="000000"/>
        </w:rPr>
        <w:t>о</w:t>
      </w:r>
      <w:r w:rsidRPr="006614A7">
        <w:rPr>
          <w:rFonts w:cs="Arial"/>
          <w:b/>
          <w:color w:val="000000"/>
        </w:rPr>
        <w:t>ронежской области»</w:t>
      </w:r>
      <w:r w:rsidRPr="006614A7">
        <w:rPr>
          <w:rFonts w:cs="Arial"/>
          <w:color w:val="000000"/>
        </w:rPr>
        <w:t>, утв. приказом департамента архитектуры и строительной политики В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ронежской области от 12 апреля 2010 г. N 133</w:t>
      </w:r>
      <w:bookmarkEnd w:id="36"/>
      <w:bookmarkEnd w:id="37"/>
      <w:bookmarkEnd w:id="38"/>
    </w:p>
    <w:p w:rsidR="00ED1449" w:rsidRPr="006614A7" w:rsidRDefault="00ED1449" w:rsidP="006614A7">
      <w:pPr>
        <w:numPr>
          <w:ilvl w:val="0"/>
          <w:numId w:val="17"/>
        </w:numPr>
        <w:shd w:val="clear" w:color="auto" w:fill="FFFFFF"/>
        <w:ind w:left="0" w:firstLine="709"/>
        <w:rPr>
          <w:rFonts w:cs="Arial"/>
          <w:b/>
          <w:color w:val="000000"/>
        </w:rPr>
      </w:pPr>
      <w:r w:rsidRPr="006614A7">
        <w:rPr>
          <w:rFonts w:cs="Arial"/>
          <w:color w:val="000000"/>
        </w:rPr>
        <w:t>Региональный норматив градостроительного проектирования</w:t>
      </w:r>
      <w:r w:rsidRPr="006614A7">
        <w:rPr>
          <w:rFonts w:cs="Arial"/>
          <w:b/>
          <w:color w:val="000000"/>
        </w:rPr>
        <w:t xml:space="preserve"> </w:t>
      </w:r>
      <w:r w:rsidRPr="006614A7">
        <w:rPr>
          <w:rFonts w:cs="Arial"/>
          <w:b/>
          <w:bCs/>
          <w:color w:val="000000"/>
        </w:rPr>
        <w:t>«Проектир</w:t>
      </w:r>
      <w:r w:rsidRPr="006614A7">
        <w:rPr>
          <w:rFonts w:cs="Arial"/>
          <w:b/>
          <w:bCs/>
          <w:color w:val="000000"/>
        </w:rPr>
        <w:t>о</w:t>
      </w:r>
      <w:r w:rsidRPr="006614A7">
        <w:rPr>
          <w:rFonts w:cs="Arial"/>
          <w:b/>
          <w:bCs/>
          <w:color w:val="000000"/>
        </w:rPr>
        <w:t>вание, строительство и рекультивация сельских полигонов твердых бытовых отходов в Воронежской области»</w:t>
      </w:r>
      <w:r w:rsidRPr="006614A7">
        <w:rPr>
          <w:rFonts w:cs="Arial"/>
          <w:color w:val="000000"/>
        </w:rPr>
        <w:t xml:space="preserve">, утв. приказом департамента архитектуры и строительной </w:t>
      </w:r>
      <w:r w:rsidRPr="006614A7">
        <w:rPr>
          <w:rFonts w:cs="Arial"/>
          <w:b/>
          <w:color w:val="000000"/>
        </w:rPr>
        <w:t>политики Воронежской обла</w:t>
      </w:r>
      <w:r w:rsidRPr="006614A7">
        <w:rPr>
          <w:rFonts w:cs="Arial"/>
          <w:b/>
          <w:color w:val="000000"/>
        </w:rPr>
        <w:t>с</w:t>
      </w:r>
      <w:r w:rsidRPr="006614A7">
        <w:rPr>
          <w:rFonts w:cs="Arial"/>
          <w:b/>
          <w:color w:val="000000"/>
        </w:rPr>
        <w:t xml:space="preserve">ти от ___ 2010 г. 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</w:t>
      </w:r>
      <w:r w:rsidRPr="006614A7">
        <w:rPr>
          <w:color w:val="000000"/>
          <w:sz w:val="24"/>
          <w:szCs w:val="24"/>
        </w:rPr>
        <w:t xml:space="preserve">  «Размещение физкультурно-оздоровительных объектов на террит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рии Воронежской области</w:t>
      </w:r>
      <w:r w:rsidRPr="006614A7">
        <w:rPr>
          <w:bCs w:val="0"/>
          <w:color w:val="000000"/>
          <w:sz w:val="24"/>
          <w:szCs w:val="24"/>
        </w:rPr>
        <w:t>»</w:t>
      </w:r>
      <w:r w:rsidRPr="006614A7">
        <w:rPr>
          <w:color w:val="000000"/>
          <w:sz w:val="24"/>
          <w:szCs w:val="24"/>
        </w:rPr>
        <w:t xml:space="preserve">, </w:t>
      </w:r>
      <w:r w:rsidRPr="006614A7">
        <w:rPr>
          <w:b w:val="0"/>
          <w:color w:val="000000"/>
          <w:sz w:val="24"/>
          <w:szCs w:val="24"/>
        </w:rPr>
        <w:t>утв. приказом департамента архитектуры и строительной политики Воронежской области от 4 апр</w:t>
      </w:r>
      <w:r w:rsidRPr="006614A7">
        <w:rPr>
          <w:b w:val="0"/>
          <w:color w:val="000000"/>
          <w:sz w:val="24"/>
          <w:szCs w:val="24"/>
        </w:rPr>
        <w:t>е</w:t>
      </w:r>
      <w:r w:rsidRPr="006614A7">
        <w:rPr>
          <w:b w:val="0"/>
          <w:color w:val="000000"/>
          <w:sz w:val="24"/>
          <w:szCs w:val="24"/>
        </w:rPr>
        <w:t>ля 2011 г. N 99</w:t>
      </w:r>
    </w:p>
    <w:p w:rsidR="00ED1449" w:rsidRPr="006614A7" w:rsidRDefault="00ED1449" w:rsidP="006614A7">
      <w:pPr>
        <w:pStyle w:val="ConsPlusTitle"/>
        <w:widowControl/>
        <w:ind w:firstLine="709"/>
        <w:jc w:val="both"/>
        <w:rPr>
          <w:color w:val="000000"/>
          <w:sz w:val="24"/>
          <w:szCs w:val="24"/>
        </w:rPr>
      </w:pP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</w:t>
      </w:r>
      <w:r w:rsidRPr="006614A7">
        <w:rPr>
          <w:color w:val="000000"/>
          <w:sz w:val="24"/>
          <w:szCs w:val="24"/>
        </w:rPr>
        <w:t xml:space="preserve"> «Размещение и проектирование домов-интернатов для инвалидов на территории Воронежской области</w:t>
      </w:r>
      <w:r w:rsidRPr="006614A7">
        <w:rPr>
          <w:bCs w:val="0"/>
          <w:color w:val="000000"/>
          <w:sz w:val="24"/>
          <w:szCs w:val="24"/>
        </w:rPr>
        <w:t>»</w:t>
      </w:r>
      <w:r w:rsidRPr="006614A7">
        <w:rPr>
          <w:color w:val="000000"/>
          <w:sz w:val="24"/>
          <w:szCs w:val="24"/>
        </w:rPr>
        <w:t xml:space="preserve">, </w:t>
      </w:r>
      <w:r w:rsidRPr="006614A7">
        <w:rPr>
          <w:b w:val="0"/>
          <w:color w:val="000000"/>
          <w:sz w:val="24"/>
          <w:szCs w:val="24"/>
        </w:rPr>
        <w:t>утв. приказом департамента архитект</w:t>
      </w:r>
      <w:r w:rsidRPr="006614A7">
        <w:rPr>
          <w:b w:val="0"/>
          <w:color w:val="000000"/>
          <w:sz w:val="24"/>
          <w:szCs w:val="24"/>
        </w:rPr>
        <w:t>у</w:t>
      </w:r>
      <w:r w:rsidRPr="006614A7">
        <w:rPr>
          <w:b w:val="0"/>
          <w:color w:val="000000"/>
          <w:sz w:val="24"/>
          <w:szCs w:val="24"/>
        </w:rPr>
        <w:t xml:space="preserve">ры и строительной политики Воронежской области от </w:t>
      </w:r>
      <w:r w:rsidRPr="006614A7">
        <w:rPr>
          <w:color w:val="000000"/>
          <w:sz w:val="24"/>
          <w:szCs w:val="24"/>
        </w:rPr>
        <w:t>4 апр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ля 2011 г. N 98</w:t>
      </w:r>
    </w:p>
    <w:p w:rsidR="00ED1449" w:rsidRPr="006614A7" w:rsidRDefault="00ED1449" w:rsidP="006614A7">
      <w:pPr>
        <w:pStyle w:val="ConsPlusTitle"/>
        <w:widowControl/>
        <w:numPr>
          <w:ilvl w:val="0"/>
          <w:numId w:val="17"/>
        </w:numPr>
        <w:ind w:left="0" w:firstLine="709"/>
        <w:jc w:val="both"/>
        <w:rPr>
          <w:b w:val="0"/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 </w:t>
      </w:r>
      <w:r w:rsidRPr="006614A7">
        <w:rPr>
          <w:b w:val="0"/>
          <w:color w:val="000000"/>
          <w:sz w:val="24"/>
          <w:szCs w:val="24"/>
        </w:rPr>
        <w:t>Региональный норматив градостроительного проектирования</w:t>
      </w:r>
      <w:r w:rsidRPr="006614A7">
        <w:rPr>
          <w:color w:val="000000"/>
          <w:sz w:val="24"/>
          <w:szCs w:val="24"/>
        </w:rPr>
        <w:t xml:space="preserve">  «Обеспечение до</w:t>
      </w:r>
      <w:r w:rsidRPr="006614A7">
        <w:rPr>
          <w:color w:val="000000"/>
          <w:sz w:val="24"/>
          <w:szCs w:val="24"/>
        </w:rPr>
        <w:t>с</w:t>
      </w:r>
      <w:r w:rsidRPr="006614A7">
        <w:rPr>
          <w:color w:val="000000"/>
          <w:sz w:val="24"/>
          <w:szCs w:val="24"/>
        </w:rPr>
        <w:t>тупной среды жизнедеятельности для инвалидов и других маломобильных групп населения на территории Воронежской области</w:t>
      </w:r>
      <w:r w:rsidRPr="006614A7">
        <w:rPr>
          <w:bCs w:val="0"/>
          <w:color w:val="000000"/>
          <w:sz w:val="24"/>
          <w:szCs w:val="24"/>
        </w:rPr>
        <w:t>»</w:t>
      </w:r>
      <w:r w:rsidRPr="006614A7">
        <w:rPr>
          <w:color w:val="000000"/>
          <w:sz w:val="24"/>
          <w:szCs w:val="24"/>
        </w:rPr>
        <w:t xml:space="preserve">, </w:t>
      </w:r>
      <w:r w:rsidRPr="006614A7">
        <w:rPr>
          <w:b w:val="0"/>
          <w:color w:val="000000"/>
          <w:sz w:val="24"/>
          <w:szCs w:val="24"/>
        </w:rPr>
        <w:t>утв. приказом департамента архитектуры и строительной пол</w:t>
      </w:r>
      <w:r w:rsidRPr="006614A7">
        <w:rPr>
          <w:b w:val="0"/>
          <w:color w:val="000000"/>
          <w:sz w:val="24"/>
          <w:szCs w:val="24"/>
        </w:rPr>
        <w:t>и</w:t>
      </w:r>
      <w:r w:rsidRPr="006614A7">
        <w:rPr>
          <w:b w:val="0"/>
          <w:color w:val="000000"/>
          <w:sz w:val="24"/>
          <w:szCs w:val="24"/>
        </w:rPr>
        <w:t>тики Воронежской области от 4 апреля 2011 г. N 97</w:t>
      </w:r>
    </w:p>
    <w:p w:rsidR="00ED1449" w:rsidRPr="006614A7" w:rsidRDefault="00ED1449" w:rsidP="006614A7">
      <w:pPr>
        <w:pStyle w:val="ConsPlusNormal"/>
        <w:widowControl/>
        <w:ind w:firstLine="709"/>
        <w:jc w:val="both"/>
        <w:rPr>
          <w:b/>
          <w:bCs/>
          <w:color w:val="000000"/>
          <w:sz w:val="24"/>
          <w:szCs w:val="24"/>
        </w:rPr>
      </w:pPr>
    </w:p>
    <w:p w:rsidR="00ED1449" w:rsidRPr="006614A7" w:rsidRDefault="00ED1449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t>НАЦИОНАЛЬНЫЕ СТАНДАРТЫ И СВОДЫ ПРАВИЛ</w:t>
      </w:r>
    </w:p>
    <w:p w:rsidR="00ED1449" w:rsidRPr="006614A7" w:rsidRDefault="00ED1449" w:rsidP="006614A7">
      <w:pPr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</w:rPr>
        <w:lastRenderedPageBreak/>
        <w:t xml:space="preserve"> (частей таких стандартов и сводов правил), в результате прим</w:t>
      </w:r>
      <w:r w:rsidRPr="006614A7">
        <w:rPr>
          <w:rFonts w:cs="Arial"/>
          <w:b/>
          <w:color w:val="000000"/>
        </w:rPr>
        <w:t>е</w:t>
      </w:r>
      <w:r w:rsidRPr="006614A7">
        <w:rPr>
          <w:rFonts w:cs="Arial"/>
          <w:b/>
          <w:color w:val="000000"/>
        </w:rPr>
        <w:t>нения которых на обязательной основе обеспечивается соблюдение требований Федерального закона "Технический регламент о безопасности зданий и с</w:t>
      </w:r>
      <w:r w:rsidRPr="006614A7">
        <w:rPr>
          <w:rFonts w:cs="Arial"/>
          <w:b/>
          <w:color w:val="000000"/>
        </w:rPr>
        <w:t>о</w:t>
      </w:r>
      <w:r w:rsidRPr="006614A7">
        <w:rPr>
          <w:rFonts w:cs="Arial"/>
          <w:b/>
          <w:color w:val="000000"/>
        </w:rPr>
        <w:t>оружений"</w:t>
      </w:r>
    </w:p>
    <w:p w:rsidR="00ED1449" w:rsidRPr="006614A7" w:rsidRDefault="00ED1449" w:rsidP="006614A7">
      <w:pPr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(Перечень, утвержден распоряжением Правительства Российской Фед</w:t>
      </w:r>
      <w:r w:rsidRPr="006614A7">
        <w:rPr>
          <w:rFonts w:cs="Arial"/>
          <w:i/>
          <w:color w:val="000000"/>
        </w:rPr>
        <w:t>е</w:t>
      </w:r>
      <w:r w:rsidRPr="006614A7">
        <w:rPr>
          <w:rFonts w:cs="Arial"/>
          <w:i/>
          <w:color w:val="000000"/>
        </w:rPr>
        <w:t xml:space="preserve">рации от 21 июня 2010 г.  № 1047-р) </w:t>
      </w:r>
    </w:p>
    <w:p w:rsidR="00ED1449" w:rsidRPr="006614A7" w:rsidRDefault="00ED1449" w:rsidP="006614A7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2.07.01 - 89* "Градостроительство. Планировка и застройка горо</w:t>
      </w:r>
      <w:r w:rsidRPr="006614A7">
        <w:rPr>
          <w:rFonts w:cs="Arial"/>
          <w:color w:val="000000"/>
        </w:rPr>
        <w:t>д</w:t>
      </w:r>
      <w:r w:rsidRPr="006614A7">
        <w:rPr>
          <w:rFonts w:cs="Arial"/>
          <w:color w:val="000000"/>
        </w:rPr>
        <w:t>ских и сельских поселений". Разделы 1 - 5, 6 (пункты 6.1 - 6.41, таблица 10*), 7 - 9; прил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жение 2.</w:t>
      </w:r>
    </w:p>
    <w:p w:rsidR="00ED1449" w:rsidRPr="006614A7" w:rsidRDefault="00ED1449" w:rsidP="006614A7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31 - 02 - 2001 "Дома жилые одноквартирные". Разделы 4, 5, 7 - 9.</w:t>
      </w:r>
    </w:p>
    <w:p w:rsidR="00ED1449" w:rsidRPr="006614A7" w:rsidRDefault="00ED1449" w:rsidP="006614A7">
      <w:pPr>
        <w:numPr>
          <w:ilvl w:val="0"/>
          <w:numId w:val="24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31 - 01 - 2003 "Здания жилые многоквартирные". Разделы 4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4.1, 4.4 - 4.9, 4.16, 4.17), 5, 6, 8 (пункты 8.1 - 8.11, 8.13, 8.14), 9 - 11.</w:t>
      </w:r>
    </w:p>
    <w:p w:rsidR="00ED1449" w:rsidRPr="006614A7" w:rsidRDefault="00ED1449" w:rsidP="006614A7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31 - 06 - 2009 "Общественные здания и сооружения". Разделы 3 (пункты 3.1 - 3.13, 3.15 - 3.20, абзац первый пункта 3.21, пункты 3.22 - 3.25), 4, 5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5.1 - 5.19, 5.30 - 5.32, 5.34 - 5.40), 7 - 9.</w:t>
      </w:r>
    </w:p>
    <w:p w:rsidR="00ED1449" w:rsidRPr="006614A7" w:rsidRDefault="00ED1449" w:rsidP="006614A7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2.09.04 - 87* "Административные и бытовые здания". Разделы 1 (пункты 1.1*, 1.2, 1.4, 1.5, 1.8 - 1.11, 1.13), 2 (пункты 2.1* - 2.34, 2.37 - 2.52*), 3.</w:t>
      </w:r>
    </w:p>
    <w:p w:rsidR="00ED1449" w:rsidRPr="006614A7" w:rsidRDefault="00ED1449" w:rsidP="006614A7">
      <w:pPr>
        <w:numPr>
          <w:ilvl w:val="0"/>
          <w:numId w:val="25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31 - 05 - 2003 "Общественные здания административного назнач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ния". Разделы 4 (пункты 4.5 - 4.9, абзац второй пункта 4.10, абзац второй пункта 4.12, пункты 4.13 - 4.18), 5 (пункты 5.1 - 5.6, 5.8, абзацы первый и второй пункта 5.9, пункт 5.10), 7 (пункты 7.1, 7.3 - 7.14), 8, 9.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II - 97 - 76 "Генеральные планы сельскохозяйственных предприятий". Разделы 1, 2, 3 (пункты 3.1 - 3.19, 3.21 - 3.23, 3.25), 4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4.1 - 4.4, 4.6 - 4.12, 4.17), 5, 6.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2.10.02 - 84 "Здания и помещения для хранения и переработки сел</w:t>
      </w:r>
      <w:r w:rsidRPr="006614A7">
        <w:rPr>
          <w:rFonts w:cs="Arial"/>
          <w:color w:val="000000"/>
        </w:rPr>
        <w:t>ь</w:t>
      </w:r>
      <w:r w:rsidRPr="006614A7">
        <w:rPr>
          <w:rFonts w:cs="Arial"/>
          <w:color w:val="000000"/>
        </w:rPr>
        <w:t>скохозяйственной продукции". Разделы 1 (пункты 1.1, 1.3* - 1.8*), 2 (пункты 2.1 - 2.6, 2.9* - 2.18, 2.20* - 2.23), 3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3.2* - 3.13), 4.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2.10.05 - 85 "Предприятия, здания и сооружения по хранению и пер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работке зерна". Разделы 1 (пункты 1.2 - 1.5, 1.7), 2 </w:t>
      </w:r>
      <w:r w:rsidRPr="006614A7">
        <w:rPr>
          <w:rFonts w:cs="Arial"/>
          <w:color w:val="000000"/>
        </w:rPr>
        <w:br/>
        <w:t>(пункты 2.3 - 2.5, 2.7, 2.8), 3 (пункты 3.2 - 3.4, абзац первый пункта 3.5, пункты 3.5.1 - 3.6, 3.7, абзац первый пункта 3.7.1, абзац первый пункта 3.11, 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3.12, 3.13, 3.17 - 3.19, 3.21 - 3.23, 3.26 - 3.38, 3.40 - 3.46, 3.48 - 3.51, 3.53 -  3.56, 3.58 - 3.61, 3.61.2 - 3.62), 4, 5, 6 (пункты 6.2 - 6.4, 6.14 - 6.33), 7.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II - 108 - 78 "Склады сухих минеральных удобрений и химических средств защиты растений". Разделы 1 (пункты 1.1, 1.3 - 1.10), 2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2.1, 2.2, 2.5), 3 (пункты 3.1 - 3.4, 3.6 - 3.9, 3.11 - 3.16, 3.18 - 3.25), 4 (пункты 4.1, 4.2, 4.4 - 4.7), 5, 6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6.1, 6.2, 6.4 - 6.6).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 2.10.03 - 84 "Животноводческие, птицеводческие и звероводческие здания и помещения". Разделы 1 (пункты 1.1, 1.5), </w:t>
      </w:r>
      <w:r w:rsidRPr="006614A7">
        <w:rPr>
          <w:rFonts w:cs="Arial"/>
          <w:color w:val="000000"/>
          <w:spacing w:val="-4"/>
        </w:rPr>
        <w:t>2 (пункты 2.1 - 2.3, 2.9 - 2.16), 3 (пун</w:t>
      </w:r>
      <w:r w:rsidRPr="006614A7">
        <w:rPr>
          <w:rFonts w:cs="Arial"/>
          <w:color w:val="000000"/>
          <w:spacing w:val="-4"/>
        </w:rPr>
        <w:t>к</w:t>
      </w:r>
      <w:r w:rsidRPr="006614A7">
        <w:rPr>
          <w:rFonts w:cs="Arial"/>
          <w:color w:val="000000"/>
          <w:spacing w:val="-4"/>
        </w:rPr>
        <w:t>ты 3.2* - 3.20), 4 (пункты 4.2 - 4.13*), 5.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2.10.04 - 85 "Теплицы и парники". Разделы 1 (пункты 1.2 - 1.6), 2, 3, 4 (пункты 4.2 - 4.18), 5; приложения 1, 2.</w:t>
      </w:r>
    </w:p>
    <w:p w:rsidR="00ED1449" w:rsidRPr="006614A7" w:rsidRDefault="00ED1449" w:rsidP="006614A7">
      <w:pPr>
        <w:numPr>
          <w:ilvl w:val="0"/>
          <w:numId w:val="26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30 - 02 - 97* "Планировка и застройка территорий садоводческих (дачных) объединений граждан, здания и сооружения". Разделы 4 (пункты 4.1* - 4.6*, 4.9*), 5 (пункты 5.1* - 5.6*, 5.10* - 5.13*), 6 (пункты 6.1* - 6.4*, 6.6* - 6.13), 7 , 8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8.1* - 8.4*, 8.6 - 8.16*).</w:t>
      </w:r>
    </w:p>
    <w:p w:rsidR="00ED1449" w:rsidRPr="006614A7" w:rsidRDefault="00ED1449" w:rsidP="006614A7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31 - 03 - 2001 "Производственные здания". Разделы 4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4.2, 4.3, 4.5), 5 (пункты 5.2, 5.4, 5.6 - 5.8, 5.10 - 5.16).</w:t>
      </w:r>
    </w:p>
    <w:p w:rsidR="00ED1449" w:rsidRPr="006614A7" w:rsidRDefault="00ED1449" w:rsidP="006614A7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СНиП II - 89 - 80* "Генеральные планы промышленных предприятий". Ра</w:t>
      </w:r>
      <w:r w:rsidRPr="006614A7">
        <w:rPr>
          <w:rFonts w:cs="Arial"/>
          <w:color w:val="000000"/>
        </w:rPr>
        <w:t>з</w:t>
      </w:r>
      <w:r w:rsidRPr="006614A7">
        <w:rPr>
          <w:rFonts w:cs="Arial"/>
          <w:color w:val="000000"/>
        </w:rPr>
        <w:t>делы 2, 3 (пункты 3.1*, 3.3* - 3.31, 3.38 - 3.42, 3.45,</w:t>
      </w:r>
      <w:r w:rsidRPr="006614A7">
        <w:rPr>
          <w:rFonts w:cs="Arial"/>
          <w:color w:val="000000"/>
        </w:rPr>
        <w:br/>
        <w:t>3.48 - 3.51, 3.53 - 3.59, 3.62, 3.63, 3.65 - 3.86), 4 (пункты 4.1, 4.4, 4.7 - 4.9, абзац первый пункта 4.11*, пункты 4.12 - 4.14, 4.16 - 4.18, 4.20 - 4.22, 4.26, 4.27*).</w:t>
      </w:r>
    </w:p>
    <w:p w:rsidR="00ED1449" w:rsidRPr="006614A7" w:rsidRDefault="00ED1449" w:rsidP="006614A7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2.09.03 - 85 "Сооружения промышленных предприятий". Разделы 1 (пункты 1.2 - 1.4, 1.7, 1.9, 1.13 - 1.18, 1.21 - 1.25), 2, 3 (пункты 3.1, 3.3, 3.6 - 3.25), 4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4.1, 4.2, абзац первый пункта 4.3, пункты 4.4, 4.5 - 4.15, 4.21, 4.22, 4.26 - 4.28), 5, 6 (пункты 6.3, 6.4, 6.12 -6.15, абзац первый пункта 6.16, пункты 6.17 - 6.52), 7 - 9, 10 (пункты 10.1 -10.55, 10.57, 10.58, 10.60, 10.61), 11 (пункты 11.1 - 11.14, 11.16), 12 (пункты 12.1 - 12.9, абзацы первый и третий 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та 12.12, пункты 12.18, 12.19), 13, 14 (пункты 14.1 - 14.5, 14.8 - 14.28), 15 (пункты 15.1 - 15.11, 15.24, 15.28), 16, 17, 18 (пункты 18.1, 18.2, 18.5 - 18.20, 18.24 - 18.31), 19.</w:t>
      </w:r>
    </w:p>
    <w:p w:rsidR="00ED1449" w:rsidRPr="006614A7" w:rsidRDefault="00ED1449" w:rsidP="006614A7">
      <w:pPr>
        <w:numPr>
          <w:ilvl w:val="0"/>
          <w:numId w:val="27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31 - 04 - 2001 "Складские здания". Разделы 4 (пункты 4.5, 4.7), 5 (пункты 5.1 - 5.8, 5.10 - 5.20).</w:t>
      </w:r>
    </w:p>
    <w:p w:rsidR="00ED1449" w:rsidRPr="006614A7" w:rsidRDefault="00ED1449" w:rsidP="006614A7">
      <w:pPr>
        <w:ind w:firstLine="709"/>
        <w:rPr>
          <w:rFonts w:cs="Arial"/>
          <w:i/>
          <w:color w:val="000000"/>
        </w:rPr>
      </w:pPr>
      <w:r w:rsidRPr="006614A7">
        <w:rPr>
          <w:rFonts w:cs="Arial"/>
          <w:i/>
          <w:color w:val="000000"/>
        </w:rPr>
        <w:t>В отношении опасных производственных объектов наряду с соответс</w:t>
      </w:r>
      <w:r w:rsidRPr="006614A7">
        <w:rPr>
          <w:rFonts w:cs="Arial"/>
          <w:i/>
          <w:color w:val="000000"/>
        </w:rPr>
        <w:t>т</w:t>
      </w:r>
      <w:r w:rsidRPr="006614A7">
        <w:rPr>
          <w:rFonts w:cs="Arial"/>
          <w:i/>
          <w:color w:val="000000"/>
        </w:rPr>
        <w:t>вующими требованиями национальных стандартов и сводов правил, включенных в настоящий перечень, применяются требования но</w:t>
      </w:r>
      <w:r w:rsidRPr="006614A7">
        <w:rPr>
          <w:rFonts w:cs="Arial"/>
          <w:i/>
          <w:color w:val="000000"/>
        </w:rPr>
        <w:t>р</w:t>
      </w:r>
      <w:r w:rsidRPr="006614A7">
        <w:rPr>
          <w:rFonts w:cs="Arial"/>
          <w:i/>
          <w:color w:val="000000"/>
        </w:rPr>
        <w:t>мативных правовых актов Российской Федерации и нормативных технических документов в области промышленной безопа</w:t>
      </w:r>
      <w:r w:rsidRPr="006614A7">
        <w:rPr>
          <w:rFonts w:cs="Arial"/>
          <w:i/>
          <w:color w:val="000000"/>
        </w:rPr>
        <w:t>с</w:t>
      </w:r>
      <w:r w:rsidRPr="006614A7">
        <w:rPr>
          <w:rFonts w:cs="Arial"/>
          <w:i/>
          <w:color w:val="000000"/>
        </w:rPr>
        <w:t>ности.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</w:t>
      </w:r>
      <w:r w:rsidRPr="006614A7">
        <w:rPr>
          <w:rFonts w:cs="Arial"/>
          <w:color w:val="000000"/>
          <w:lang w:val="en-US"/>
        </w:rPr>
        <w:t> </w:t>
      </w:r>
      <w:r w:rsidRPr="006614A7">
        <w:rPr>
          <w:rFonts w:cs="Arial"/>
          <w:color w:val="000000"/>
        </w:rPr>
        <w:t>Р 51164 - 98 "Трубопроводы стальные магистральные. Общие требования к з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 xml:space="preserve">щите от коррозии". 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III - 42 - 80* "Магистральные трубопроводы". Разделы 4 - 6, 9, 11, 13.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  <w:tab w:val="center" w:pos="10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2.05.06 - 85* "Магистральные трубопроводы". Разделы 1, 2, 3 (пункты 3.1 - 3.15, 3.18 - 3.23, 3.25, 3.27), 4 (пункты 4.1, 4.2, 4.4 - 4.22), 6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6.1 - 6.7, 6.9 - 6.31*, 6.34* - 6.37), 7 - 10, 12 (пункты 12.1*, 12.2*, 12.4*, 12.5, 12.7, 12.12*, 12.15*, 12.16, 12.19, 12.20, 12.30 - 12.33*, 12.35*).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34 - 02 - 99 "Подземные хранилища газа, нефти и продуктов их переработки". Разделы 3 (пункты 3.1 - 3.5, 3.7, 3.8, 3.10 - 3.13, 3.15), 4, 5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5.1, 5.2, 5.4 - 5.7), 6, 9.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42 - 01 - 2002 "Газораспределительные системы". Разделы 4, 5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5.1.2 - 5.1.8, 5.2.1 - 5.2.4, 5.3.4, 5.3.5, 5.4.1 - 5.4.4, 5.5.1 - 5.5.5, 5.6.1 - 5.6.6, 5.7.1 - 5.7.3), 6 (пункты 6.3.1, 6.4.1, 6.4.2, 6.5.1 - 6.5.8), 7 (пункты 7.1 - 7.7, 7.9, 7.10), 8 (пункты 8.1.1 - 8.1.5, 8.2.1 - 8.2.3, 8.2.6), 9 (пункты 9.1.2, 9.2.2, 9.3.2, 9.4.1 - 9.4.3, 9.4.5, 9.4.6, 9.4.24 - 9.4.26), 10.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II - 35 - 76 "Котельные установки". Разделы 1 (пункты 1.1 - 1.22*), 2 (абзацы первый, второй, четвертый - шестой пункта 2.4*, пункты 2.5, 2.6, 2.8 - 2.13), 3 (пункты 3.2 -</w:t>
      </w:r>
      <w:r w:rsidRPr="006614A7">
        <w:rPr>
          <w:rFonts w:cs="Arial"/>
          <w:color w:val="000000"/>
          <w:lang w:val="en-US"/>
        </w:rPr>
        <w:t> </w:t>
      </w:r>
      <w:r w:rsidRPr="006614A7">
        <w:rPr>
          <w:rFonts w:cs="Arial"/>
          <w:color w:val="000000"/>
        </w:rPr>
        <w:t>3.8, 3.12 - 3.15*, 3.17 - 3.30), 4 - 7, 10, 14 - 16, 17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17.1 - 17.4, 17.11 - 17.22*).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41 - 02 - 2003 "Тепловые сети". Разделы 9, 10, 12, 15, 16.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41 - 03 - 2003 "Тепловая изоляция оборудования и трубопроводов". Разделы 2 - 4.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  <w:spacing w:val="-2"/>
        </w:rPr>
        <w:t>СНиП 41 - 01 - 2003 "Отопление, вентиляция, кондиционирование</w:t>
      </w:r>
      <w:r w:rsidRPr="006614A7">
        <w:rPr>
          <w:rFonts w:cs="Arial"/>
          <w:color w:val="000000"/>
        </w:rPr>
        <w:t xml:space="preserve"> воздуха". Разделы 4 -  6 (пункты 6.1.1 - 6.4.4, 6.4.6, 6.4.7, 6.5.4, 6.5.5, 6.5.7 - 6.5.14, 6.6.2 - 6.6.26), 7 (пункты 7.1.1 - 7.1.5, 7.1.8 - 7.1.13, 7.2.1 - 7.2.4, абзацы первый и второй пункта 7.2.10, пункты 7.2.13, 7.2.14, 7.2.17, 7.3.1, 7.3.2, 7.4.1, 7.4.2, 7.4.5, 7.5.1, 7.5.3 - 7.5.11, 7.6.4, 7.6.5, 7.7.1 - 7.7.3, 7.8.2, 7.8.6, 7.8.7, 7.9.13, 7.9.15, 7.9.16, 7.10.7, 7.10.8, 7.11.18), 9 - 11, 12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12.7 - 12.9, 12.11 - 12.21), 13 (пункты 13.1, 13.3 - 13.5, 13.8, 13.9).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2.04.02 - 84* "Водоснабжение. Наружные сети и сооружения". Разд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лы 2 (пункты 2.1 - 2.10, 2.26 - 2.28), 4, 6, 7 (пункты 7.1 - 7.17, 7.19 - 7.22), 8 </w:t>
      </w:r>
      <w:r w:rsidRPr="006614A7">
        <w:rPr>
          <w:rFonts w:cs="Arial"/>
          <w:color w:val="000000"/>
        </w:rPr>
        <w:lastRenderedPageBreak/>
        <w:t>(пункты 8.1 - 8.15, 8.17 - 8.66), 9 (пункты 9.1, 9.2, 9.6 - 9.19, 9.21 - 9.26), 10, 12, 13 (пункты 13.1 - 13.20, 13.22 - 13.55), 15 (пункты 15.1, 15.2, 15.5, 15.7 - 15.81, 15.83 - 15.131*).</w:t>
      </w:r>
    </w:p>
    <w:p w:rsidR="00ED1449" w:rsidRPr="006614A7" w:rsidRDefault="00ED1449" w:rsidP="006614A7">
      <w:pPr>
        <w:numPr>
          <w:ilvl w:val="0"/>
          <w:numId w:val="28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2.04.03 - 85 "Канализация. Наружные сети и сооружения". Ра</w:t>
      </w:r>
      <w:r w:rsidRPr="006614A7">
        <w:rPr>
          <w:rFonts w:cs="Arial"/>
          <w:color w:val="000000"/>
        </w:rPr>
        <w:t>з</w:t>
      </w:r>
      <w:r w:rsidRPr="006614A7">
        <w:rPr>
          <w:rFonts w:cs="Arial"/>
          <w:color w:val="000000"/>
        </w:rPr>
        <w:t>делы 2 - 6, 8, 9.</w:t>
      </w:r>
    </w:p>
    <w:p w:rsidR="00ED1449" w:rsidRPr="006614A7" w:rsidRDefault="00ED1449" w:rsidP="006614A7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 Р 52748 - 2007 "Дороги автомобильные общего пользования. Нормативные нагрузки, расчетные схемы нагружения и габариты приближ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ния". Разделы 4, 5.</w:t>
      </w:r>
    </w:p>
    <w:p w:rsidR="00ED1449" w:rsidRPr="006614A7" w:rsidRDefault="00ED1449" w:rsidP="006614A7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 2.05.02 - 85* "Автомобильные дороги". Разделы 1 </w:t>
      </w:r>
      <w:r w:rsidRPr="006614A7">
        <w:rPr>
          <w:rFonts w:cs="Arial"/>
          <w:color w:val="000000"/>
          <w:spacing w:val="-6"/>
        </w:rPr>
        <w:t>(пункты 1.8, 1.11 - 1.14*), 2 - 5, 6 (пункты 6.3, 6.10 - 6.21, 6.25, 6.30 - 6.43, 6.48 - 6.55, 6.59 - 6.66), 7 (пункты 7.4, 7.8, 7.10, 7.13, 7.16 - 7.25, 7.31, 7.33 - 7.53), 8 (пункты 8.3 - 8.5), 9 (пункты 9.3* - 9.14, 9.16 - 9.21), 10; прил</w:t>
      </w:r>
      <w:r w:rsidRPr="006614A7">
        <w:rPr>
          <w:rFonts w:cs="Arial"/>
          <w:color w:val="000000"/>
          <w:spacing w:val="-6"/>
        </w:rPr>
        <w:t>о</w:t>
      </w:r>
      <w:r w:rsidRPr="006614A7">
        <w:rPr>
          <w:rFonts w:cs="Arial"/>
          <w:color w:val="000000"/>
          <w:spacing w:val="-6"/>
        </w:rPr>
        <w:t>жение 1.</w:t>
      </w:r>
    </w:p>
    <w:p w:rsidR="00ED1449" w:rsidRPr="006614A7" w:rsidRDefault="00ED1449" w:rsidP="006614A7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3.06.03 - 85 "Автомобильные дороги". Разделы 1 - 6.</w:t>
      </w:r>
    </w:p>
    <w:p w:rsidR="00ED1449" w:rsidRPr="006614A7" w:rsidRDefault="00ED1449" w:rsidP="006614A7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21 - 02 - 99* "Стоянки автомобилей". Разделы 4 (пункт 4.2), 5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5.2, 5.7, 5.10, 5.11, 5.23 - 5.30, 5.48), 6 (пункты 6.10 - 6.13).</w:t>
      </w:r>
    </w:p>
    <w:p w:rsidR="00ED1449" w:rsidRPr="006614A7" w:rsidRDefault="00ED1449" w:rsidP="006614A7">
      <w:pPr>
        <w:numPr>
          <w:ilvl w:val="0"/>
          <w:numId w:val="29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3.06.04 - 91 "Мосты и трубы". Разделы 1 - 10; прилож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ние 1.</w:t>
      </w:r>
    </w:p>
    <w:p w:rsidR="00ED1449" w:rsidRPr="006614A7" w:rsidRDefault="00ED1449" w:rsidP="006614A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 Р 22.1.12 - 2005 "Безопасность в чрезвычайных ситуациях. Структ</w:t>
      </w:r>
      <w:r w:rsidRPr="006614A7">
        <w:rPr>
          <w:rFonts w:cs="Arial"/>
          <w:color w:val="000000"/>
        </w:rPr>
        <w:t>у</w:t>
      </w:r>
      <w:r w:rsidRPr="006614A7">
        <w:rPr>
          <w:rFonts w:cs="Arial"/>
          <w:color w:val="000000"/>
        </w:rPr>
        <w:t>рированная система мониторинга и управления инженерными системами зданий и сооружений. Общие требов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ния".</w:t>
      </w:r>
    </w:p>
    <w:p w:rsidR="00ED1449" w:rsidRPr="006614A7" w:rsidRDefault="00ED1449" w:rsidP="006614A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22 - 02 - 2003 "Инженерная защита территорий, зданий и сооружений от опасных геологических процессов. Основные положения". Разд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лы 4 - 14.</w:t>
      </w:r>
    </w:p>
    <w:p w:rsidR="00ED1449" w:rsidRPr="006614A7" w:rsidRDefault="00ED1449" w:rsidP="006614A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2.01.09 - 91 "Здания и сооружения на подрабатываемых терр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ториях и просадочных грунтах". Разделы 1, 2.</w:t>
      </w:r>
    </w:p>
    <w:p w:rsidR="00ED1449" w:rsidRPr="006614A7" w:rsidRDefault="00ED1449" w:rsidP="006614A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11 - 02 - 96 "Инженерные изыскания для строительства". Основные положения. Разделы 4 (пункты 4.9, 4.12, 4.13, 4.15, 4.19, 4.20, 4.22), 5 (пункты 5.2, 5.7 - 5.14, 5.17), 6 (пункты 6.1, 6.3, 6.6, 6.7, 6.9 - 6.23), 7 (пункты 7.1 - 7.3, 7.8, 7.10 - 7.14, 7.17, 7.18; таблица 7.2), 8 (пункты 8.2, 8.6, 8.8, 8.9, 8.16 - 8.18, 8.28); прил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жения Б и В.</w:t>
      </w:r>
    </w:p>
    <w:p w:rsidR="00ED1449" w:rsidRPr="006614A7" w:rsidRDefault="00ED1449" w:rsidP="006614A7">
      <w:pPr>
        <w:numPr>
          <w:ilvl w:val="0"/>
          <w:numId w:val="23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2.02.01 - 83* "Основания зданий и сооружений". Разделы 1, 2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ты 2.2 - 2.9, 2.12 - 2.18, 2.22 - 2.24, 2.29 - 2.34, 2.39 - 2.53, 2.57 - 2.65, 2.67), 3 (пункты 3.4, 3.5, 3.8, 3.9, 3.12 - 3.14), 4 (пункты 4.5, 4.6), 5 (пункты 5.2 - 5.5), 6 (пункты 6.4, 6.5), 7 (пункты 7.3 - 7.6), 8 (пункты 8.4, 8.5), 9, 10 (пункты 10.2 - 10.7), 11 (пункты 11.2 - 11.9), 12 (пункты 12.3 - 12.8), 13 (пункты 13.3 - 13.8), 14 (пункты 14.4 - 14.8), 15 (пункты 15.4 - 15.7), 16 (пункты 16.3 - 16.10), 17 (пункты 17.3 - 17.14), 18 (пункты 18.2 - 18.18); прилож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ние 2.</w:t>
      </w:r>
    </w:p>
    <w:p w:rsidR="00ED1449" w:rsidRPr="006614A7" w:rsidRDefault="00ED1449" w:rsidP="006614A7">
      <w:pPr>
        <w:tabs>
          <w:tab w:val="left" w:pos="680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2.01.28 - 85 "Полигоны по обезвреживанию и захоронению токсичных промышленных отходов. Основные полож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ния по проектированию".</w:t>
      </w:r>
    </w:p>
    <w:p w:rsidR="00ED1449" w:rsidRPr="006614A7" w:rsidRDefault="00ED1449" w:rsidP="006614A7">
      <w:pPr>
        <w:numPr>
          <w:ilvl w:val="0"/>
          <w:numId w:val="22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35 - 01 - 2001 "Доступность зданий и сооружений для маломобильных групп населения". Разделы 3 (пункты 3.1 - 3.37, 3.39, 3.52 - 3.72), 4 (пун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 xml:space="preserve">ты 4.1 - 4.10, 4.12 - 4.21, 4.23 - 4.32). </w:t>
      </w:r>
    </w:p>
    <w:p w:rsidR="00ED1449" w:rsidRPr="006614A7" w:rsidRDefault="00ED1449" w:rsidP="006614A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23 - 05 - 95* "Естественное и искусственное освещение". Разделы 4 - 6, 7 (пункты 7.1 - 7.51, 7.53 - 7.73, 7.76, 7.79 - 7.81), 8 - 13; пр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ложение К.</w:t>
      </w:r>
    </w:p>
    <w:p w:rsidR="00ED1449" w:rsidRPr="006614A7" w:rsidRDefault="00ED1449" w:rsidP="006614A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23 - 01 - 99* "Строительная климатология". Таблицы 1 - 5; р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сунки 1, 3 - 6*.</w:t>
      </w:r>
    </w:p>
    <w:p w:rsidR="00ED1449" w:rsidRPr="006614A7" w:rsidRDefault="00ED1449" w:rsidP="006614A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23 - 02 - 2003 "Тепловая защита зданий". Разделы 4 - 12; прилож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ния В, Г, Д.</w:t>
      </w:r>
    </w:p>
    <w:p w:rsidR="00ED1449" w:rsidRPr="006614A7" w:rsidRDefault="00ED1449" w:rsidP="006614A7">
      <w:pPr>
        <w:numPr>
          <w:ilvl w:val="0"/>
          <w:numId w:val="21"/>
        </w:numPr>
        <w:tabs>
          <w:tab w:val="left" w:pos="680"/>
        </w:tabs>
        <w:ind w:left="0"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 23 - 03 - 2003 "Защита от шума". Разделы 4 - 13.</w:t>
      </w:r>
    </w:p>
    <w:p w:rsidR="00ED1449" w:rsidRPr="006614A7" w:rsidRDefault="00ED1449" w:rsidP="006614A7">
      <w:pPr>
        <w:pStyle w:val="Heading"/>
        <w:ind w:firstLine="709"/>
        <w:jc w:val="both"/>
        <w:rPr>
          <w:b w:val="0"/>
          <w:color w:val="000000"/>
          <w:sz w:val="24"/>
          <w:szCs w:val="24"/>
        </w:rPr>
      </w:pPr>
    </w:p>
    <w:p w:rsidR="00ED1449" w:rsidRPr="006614A7" w:rsidRDefault="00ED1449" w:rsidP="006614A7">
      <w:pPr>
        <w:pStyle w:val="Heading"/>
        <w:ind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ИНЫЕ ГОСУДАРСТВЕННЫЕ СТАНДАРТЫ РОССИЙСКОЙ ФЕД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 xml:space="preserve">РАЦИИ </w:t>
      </w:r>
      <w:r w:rsidRPr="006614A7">
        <w:rPr>
          <w:color w:val="000000"/>
          <w:sz w:val="24"/>
          <w:szCs w:val="24"/>
        </w:rPr>
        <w:lastRenderedPageBreak/>
        <w:t>(ГОСТ)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17.0.0.01-76* Система стандартов в области охраны природы и улучшения испол</w:t>
      </w:r>
      <w:r w:rsidRPr="006614A7">
        <w:rPr>
          <w:rFonts w:cs="Arial"/>
          <w:color w:val="000000"/>
        </w:rPr>
        <w:t>ь</w:t>
      </w:r>
      <w:r w:rsidRPr="006614A7">
        <w:rPr>
          <w:rFonts w:cs="Arial"/>
          <w:color w:val="000000"/>
        </w:rPr>
        <w:t>зования природных ресурсов. Основные положения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17.1.1.04-80 Охрана природы. Гидросфера. Классификация подземных вод по целям водопользования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17.1.3.06-82 Охрана природы. Гидросфера. Общие требования к охране по</w:t>
      </w:r>
      <w:r w:rsidRPr="006614A7">
        <w:rPr>
          <w:rFonts w:cs="Arial"/>
          <w:color w:val="000000"/>
        </w:rPr>
        <w:t>д</w:t>
      </w:r>
      <w:r w:rsidRPr="006614A7">
        <w:rPr>
          <w:rFonts w:cs="Arial"/>
          <w:color w:val="000000"/>
        </w:rPr>
        <w:t>земных вод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17.1.3.13-86 Охрана природы. Гидросфера. Общие требования к охране поверхнос</w:t>
      </w:r>
      <w:r w:rsidRPr="006614A7">
        <w:rPr>
          <w:rFonts w:cs="Arial"/>
          <w:color w:val="000000"/>
        </w:rPr>
        <w:t>т</w:t>
      </w:r>
      <w:r w:rsidRPr="006614A7">
        <w:rPr>
          <w:rFonts w:cs="Arial"/>
          <w:color w:val="000000"/>
        </w:rPr>
        <w:t>ных вод от загрязнения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17.1.5.02-80 Охрана природы. Гидросфера. Гигиенические требования к зонам ре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реации водных объектов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17.5.3.01-78* Охрана природы. Земли. Состав и размер зеленых зон городов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17.5.3.02-90 Охрана природы. Земли. Нормы выделения на землях государственного лесного фонда защитных полос лесов вдоль железных и авт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мобильных дорог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17.5.3.03-80 Охрана природы. Земли. Общие требования к гидролесомели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рации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ГОСТ 17.5.3.04-83* Охрана природы. Земли. Общие требования к рекультивации земель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17.6.3.01-78* Охрана природы. Флора. Охрана и рациональное использов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ние лесов, зеленых зон городов. Общие требования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20444-85 Шум. Транспортные потоки. Методы измерения шумовой характ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ристики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23337-78* Шум. Методы измерения шума на селитебной территории и в помещен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ях жилых и общественных зданий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2761-84* Источники централизованного хозяйственно-питьевого водосна</w:t>
      </w:r>
      <w:r w:rsidRPr="006614A7">
        <w:rPr>
          <w:rFonts w:cs="Arial"/>
          <w:color w:val="000000"/>
        </w:rPr>
        <w:t>б</w:t>
      </w:r>
      <w:r w:rsidRPr="006614A7">
        <w:rPr>
          <w:rFonts w:cs="Arial"/>
          <w:color w:val="000000"/>
        </w:rPr>
        <w:t xml:space="preserve">жения. Гигиенические, технические требования и правила выбора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>ГОСТ Р 22.1.02-95 Безопасность в чрезвычайных ситуациях. Мониторинг и прогнозиров</w:t>
      </w:r>
      <w:r w:rsidRPr="006614A7">
        <w:rPr>
          <w:rFonts w:cs="Arial"/>
          <w:color w:val="000000"/>
          <w:spacing w:val="-2"/>
        </w:rPr>
        <w:t>а</w:t>
      </w:r>
      <w:r w:rsidRPr="006614A7">
        <w:rPr>
          <w:rFonts w:cs="Arial"/>
          <w:color w:val="000000"/>
          <w:spacing w:val="-2"/>
        </w:rPr>
        <w:t>ние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Р 50681-94 Туристско-экскурсионное обслуживание. Проектирование тур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стских услуг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Р 52108-2003 Ресурсосбережение. Обращение с отходами. Основные пол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жения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Р 52282-2004 Технические средства организации дорожного движения. Светофоры дорожные. Типы и основные параметры. Общие технические требов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ния. Методы испытаний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ГОСТ Р 52289-2004*</w:t>
      </w:r>
      <w:r w:rsidRPr="006614A7">
        <w:rPr>
          <w:rFonts w:cs="Arial"/>
          <w:bCs/>
          <w:color w:val="000000"/>
        </w:rPr>
        <w:t xml:space="preserve"> Технические средства организации дорожного движения. Правила применения дорожных знаков, разметки, светофоров, дорожных о</w:t>
      </w:r>
      <w:r w:rsidRPr="006614A7">
        <w:rPr>
          <w:rFonts w:cs="Arial"/>
          <w:bCs/>
          <w:color w:val="000000"/>
        </w:rPr>
        <w:t>г</w:t>
      </w:r>
      <w:r w:rsidRPr="006614A7">
        <w:rPr>
          <w:rFonts w:cs="Arial"/>
          <w:bCs/>
          <w:color w:val="000000"/>
        </w:rPr>
        <w:t>раждений и направляющих устройств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СТ СЭВ 3976-83 Здания жилые и общественные. Основные положения проектир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 xml:space="preserve">вания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СТ СЭВ 4867-84 Защита от шума в строительстве. Звукоизоляция ограждающих констру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ций. Нормы</w:t>
      </w:r>
    </w:p>
    <w:p w:rsidR="00ED1449" w:rsidRPr="006614A7" w:rsidRDefault="00ED1449" w:rsidP="006614A7">
      <w:pPr>
        <w:widowControl w:val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ИНЫЕ СТРОИТЕЛЬНЫЕ НОРМЫ И ПРАВИЛА (СНИП), пособия и т.д.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II-11-77* Защитные сооружения гражданской обороны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 II-35-76* Котельные установки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II-58-75 Электростанции тепловые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 </w:t>
      </w:r>
      <w:r w:rsidRPr="006614A7">
        <w:rPr>
          <w:rFonts w:cs="Arial"/>
          <w:color w:val="000000"/>
          <w:lang w:val="en-US"/>
        </w:rPr>
        <w:t>III</w:t>
      </w:r>
      <w:r w:rsidRPr="006614A7">
        <w:rPr>
          <w:rFonts w:cs="Arial"/>
          <w:color w:val="000000"/>
        </w:rPr>
        <w:t>-10-75 Благоустройство территории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 2.01.05-85 Категории объектов по опасности 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2.01.09-91 Здания и сооружения на подрабатываемых территориях и прос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дочных грунтах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СНиП 2.01.28-85 Полигоны по обезвреживанию и захоронению токсичных пр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мышленных отходов. Основные положения по проектированию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2.01.51-90 Инженерно-технические мероприятия гражданской обор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ны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2.05.11-83 Внутрихозяйственные автомобильные дороги в колхозах, совхозах и других сельскохозяйственных предприятиях и организ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циях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2.06.15-85 Инженерная защита территории от затопления и подто</w:t>
      </w:r>
      <w:r w:rsidRPr="006614A7">
        <w:rPr>
          <w:rFonts w:cs="Arial"/>
          <w:color w:val="000000"/>
        </w:rPr>
        <w:t>п</w:t>
      </w:r>
      <w:r w:rsidRPr="006614A7">
        <w:rPr>
          <w:rFonts w:cs="Arial"/>
          <w:color w:val="000000"/>
        </w:rPr>
        <w:t xml:space="preserve">ления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>СНиП 2.11.03-93 Склады нефти и нефтепродуктов. Противопожарные но</w:t>
      </w:r>
      <w:r w:rsidRPr="006614A7">
        <w:rPr>
          <w:rFonts w:cs="Arial"/>
          <w:color w:val="000000"/>
          <w:spacing w:val="-2"/>
        </w:rPr>
        <w:t>р</w:t>
      </w:r>
      <w:r w:rsidRPr="006614A7">
        <w:rPr>
          <w:rFonts w:cs="Arial"/>
          <w:color w:val="000000"/>
          <w:spacing w:val="-2"/>
        </w:rPr>
        <w:t>мы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СНиП 21-01-97* Пожарная безопасность зданий и сооружений 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22-02-2003 Инженерная защита территорий, зданий и сооружений от опасных геол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гических процессов. Основные положения</w:t>
      </w:r>
    </w:p>
    <w:p w:rsidR="00ED1449" w:rsidRPr="006614A7" w:rsidRDefault="00ED1449" w:rsidP="006614A7">
      <w:pPr>
        <w:widowControl w:val="0"/>
        <w:tabs>
          <w:tab w:val="left" w:pos="2281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СНиП 31-04-2001 Складские здания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>СНиП 34-02-99 Подземные хранилища газа, нефти и продуктов их перер</w:t>
      </w:r>
      <w:r w:rsidRPr="006614A7">
        <w:rPr>
          <w:rFonts w:cs="Arial"/>
          <w:color w:val="000000"/>
          <w:spacing w:val="-2"/>
        </w:rPr>
        <w:t>а</w:t>
      </w:r>
      <w:r w:rsidRPr="006614A7">
        <w:rPr>
          <w:rFonts w:cs="Arial"/>
          <w:color w:val="000000"/>
          <w:spacing w:val="-2"/>
        </w:rPr>
        <w:t>ботки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b/>
          <w:color w:val="000000"/>
          <w:sz w:val="24"/>
          <w:szCs w:val="24"/>
          <w:u w:val="single"/>
        </w:rPr>
      </w:pPr>
      <w:r w:rsidRPr="006614A7">
        <w:rPr>
          <w:b/>
          <w:color w:val="000000"/>
          <w:sz w:val="24"/>
          <w:szCs w:val="24"/>
          <w:u w:val="single"/>
        </w:rPr>
        <w:t>Пособия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Пособие к СНиП II-60-75*. Пособие </w:t>
      </w:r>
      <w:r w:rsidRPr="006614A7">
        <w:rPr>
          <w:rFonts w:cs="Arial"/>
          <w:bCs/>
          <w:color w:val="000000"/>
        </w:rPr>
        <w:t>по размещению автостоянок, гаражей и пре</w:t>
      </w:r>
      <w:r w:rsidRPr="006614A7">
        <w:rPr>
          <w:rFonts w:cs="Arial"/>
          <w:bCs/>
          <w:color w:val="000000"/>
        </w:rPr>
        <w:t>д</w:t>
      </w:r>
      <w:r w:rsidRPr="006614A7">
        <w:rPr>
          <w:rFonts w:cs="Arial"/>
          <w:bCs/>
          <w:color w:val="000000"/>
        </w:rPr>
        <w:t>приятий технического обслуживания легковых автомобилей в городах и других населе</w:t>
      </w:r>
      <w:r w:rsidRPr="006614A7">
        <w:rPr>
          <w:rFonts w:cs="Arial"/>
          <w:bCs/>
          <w:color w:val="000000"/>
        </w:rPr>
        <w:t>н</w:t>
      </w:r>
      <w:r w:rsidRPr="006614A7">
        <w:rPr>
          <w:rFonts w:cs="Arial"/>
          <w:bCs/>
          <w:color w:val="000000"/>
        </w:rPr>
        <w:t>ных пунктах</w:t>
      </w:r>
      <w:r w:rsidRPr="006614A7">
        <w:rPr>
          <w:rFonts w:cs="Arial"/>
          <w:color w:val="000000"/>
        </w:rPr>
        <w:t xml:space="preserve">.     </w:t>
      </w:r>
      <w:r w:rsidRPr="006614A7">
        <w:rPr>
          <w:rFonts w:cs="Arial"/>
          <w:bCs/>
          <w:iCs/>
          <w:color w:val="000000"/>
        </w:rPr>
        <w:t>КиевНИИП градостроительства</w:t>
      </w:r>
      <w:r w:rsidRPr="006614A7">
        <w:rPr>
          <w:rFonts w:cs="Arial"/>
          <w:color w:val="000000"/>
        </w:rPr>
        <w:t>, 1983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к СНиП II-85-80 Пособие по проектированию вокзалов</w:t>
      </w:r>
      <w:r w:rsidRPr="006614A7">
        <w:rPr>
          <w:rFonts w:cs="Arial"/>
          <w:bCs/>
          <w:color w:val="000000"/>
        </w:rPr>
        <w:t>. ЦНИИПградостроител</w:t>
      </w:r>
      <w:r w:rsidRPr="006614A7">
        <w:rPr>
          <w:rFonts w:cs="Arial"/>
          <w:bCs/>
          <w:color w:val="000000"/>
        </w:rPr>
        <w:t>ь</w:t>
      </w:r>
      <w:r w:rsidRPr="006614A7">
        <w:rPr>
          <w:rFonts w:cs="Arial"/>
          <w:bCs/>
          <w:color w:val="000000"/>
        </w:rPr>
        <w:t>ства, 1983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Cs/>
          <w:color w:val="000000"/>
        </w:rPr>
      </w:pPr>
      <w:r w:rsidRPr="006614A7">
        <w:rPr>
          <w:rFonts w:cs="Arial"/>
          <w:color w:val="000000"/>
        </w:rPr>
        <w:t>Пособие к СНиП 2.01.28-85 Пособие по проектированию полигонов по обезвреживанию и захоронению токсичных промышленных отходов</w:t>
      </w:r>
      <w:r w:rsidRPr="006614A7">
        <w:rPr>
          <w:rFonts w:cs="Arial"/>
          <w:bCs/>
          <w:color w:val="000000"/>
        </w:rPr>
        <w:t>. Го</w:t>
      </w:r>
      <w:r w:rsidRPr="006614A7">
        <w:rPr>
          <w:rFonts w:cs="Arial"/>
          <w:bCs/>
          <w:color w:val="000000"/>
        </w:rPr>
        <w:t>с</w:t>
      </w:r>
      <w:r w:rsidRPr="006614A7">
        <w:rPr>
          <w:rFonts w:cs="Arial"/>
          <w:bCs/>
          <w:color w:val="000000"/>
        </w:rPr>
        <w:t>строй СССР, 1984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к СНиП 2.07.01-89* Пособие по водоснабжению и канализации городских и сел</w:t>
      </w:r>
      <w:r w:rsidRPr="006614A7">
        <w:rPr>
          <w:rFonts w:cs="Arial"/>
          <w:color w:val="000000"/>
        </w:rPr>
        <w:t>ь</w:t>
      </w:r>
      <w:r w:rsidRPr="006614A7">
        <w:rPr>
          <w:rFonts w:cs="Arial"/>
          <w:color w:val="000000"/>
        </w:rPr>
        <w:t>ских поселений</w:t>
      </w:r>
      <w:r w:rsidRPr="006614A7">
        <w:rPr>
          <w:rFonts w:cs="Arial"/>
          <w:bCs/>
          <w:color w:val="000000"/>
        </w:rPr>
        <w:t>. ЦНИИЭП инженерного оборудования, 1990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к СНиП 2.08.01-89* Пособие по проектированию жилых зданий. Конс</w:t>
      </w:r>
      <w:r w:rsidRPr="006614A7">
        <w:rPr>
          <w:rFonts w:cs="Arial"/>
          <w:color w:val="000000"/>
        </w:rPr>
        <w:t>т</w:t>
      </w:r>
      <w:r w:rsidRPr="006614A7">
        <w:rPr>
          <w:rFonts w:cs="Arial"/>
          <w:color w:val="000000"/>
        </w:rPr>
        <w:t>рукции жилых зданий. ЦНИИЭП, 1991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  <w:u w:val="single"/>
        </w:rPr>
      </w:pPr>
      <w:r w:rsidRPr="006614A7">
        <w:rPr>
          <w:rFonts w:cs="Arial"/>
          <w:color w:val="000000"/>
          <w:u w:val="single"/>
        </w:rPr>
        <w:t>Пособия к СНиП 2.08.02-89*: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по проектированию общественных зданий и сооружений. ЦНИИЭП, 1986 г.</w:t>
      </w:r>
    </w:p>
    <w:p w:rsidR="00ED1449" w:rsidRPr="006614A7" w:rsidRDefault="00ED1449" w:rsidP="006614A7">
      <w:pPr>
        <w:pStyle w:val="a8"/>
        <w:widowControl w:val="0"/>
        <w:suppressAutoHyphens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по проектированию учреждений здравоохранения. ГипроНИИздрав, 1989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  <w:spacing w:val="-2"/>
        </w:rPr>
      </w:pPr>
      <w:r w:rsidRPr="006614A7">
        <w:rPr>
          <w:rFonts w:cs="Arial"/>
          <w:color w:val="000000"/>
          <w:spacing w:val="-2"/>
        </w:rPr>
        <w:t>Проектирование бассейнов. ЦНИИЭП им. Б. С. Мезенцева, 1991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клубов. ЦНИИЭП им. Б. С. Мезенцева, 1991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предприятий бытового обслуживания населения. Институт общ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ственных зданий, 1992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предприятий общественного питания. Институт общественных зданий, 1992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учебных комплексов и центров. НТС ЦНИИЭП учебных зданий Го</w:t>
      </w:r>
      <w:r w:rsidRPr="006614A7">
        <w:rPr>
          <w:rFonts w:cs="Arial"/>
          <w:color w:val="000000"/>
        </w:rPr>
        <w:t>с</w:t>
      </w:r>
      <w:r w:rsidRPr="006614A7">
        <w:rPr>
          <w:rFonts w:cs="Arial"/>
          <w:color w:val="000000"/>
        </w:rPr>
        <w:t>комархитектуры, 1991 г.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предприятий розничной торговли. ЦНИИЭП учебных зданий, 1992 г.</w:t>
      </w:r>
    </w:p>
    <w:p w:rsidR="00ED1449" w:rsidRPr="006614A7" w:rsidRDefault="00ED1449" w:rsidP="006614A7">
      <w:pPr>
        <w:pStyle w:val="a8"/>
        <w:widowControl w:val="0"/>
        <w:suppressAutoHyphens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Проектирование спортивных залов, помещений для физкультурно-оздоровительных занятий и крытых катков с искусственным льдом. НТС ЦНИИЭП им. Мезенцева, 1991 г.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Пособие к СНиП 11-01-95 по разработке раздела проектной документации «Охрана окр</w:t>
      </w:r>
      <w:r w:rsidRPr="006614A7">
        <w:rPr>
          <w:rFonts w:cs="Arial"/>
          <w:color w:val="000000"/>
        </w:rPr>
        <w:t>у</w:t>
      </w:r>
      <w:r w:rsidRPr="006614A7">
        <w:rPr>
          <w:rFonts w:cs="Arial"/>
          <w:color w:val="000000"/>
        </w:rPr>
        <w:t>жающей среды». ГП «ЦЕНТИНВЕСТпроект», 2000 г.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b/>
          <w:color w:val="000000"/>
          <w:sz w:val="24"/>
          <w:szCs w:val="24"/>
          <w:u w:val="single"/>
        </w:rPr>
      </w:pPr>
      <w:r w:rsidRPr="006614A7">
        <w:rPr>
          <w:b/>
          <w:color w:val="000000"/>
          <w:sz w:val="24"/>
          <w:szCs w:val="24"/>
          <w:u w:val="single"/>
        </w:rPr>
        <w:t>Своды правил по проектированию и строительству (СП)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11-102-97 Инженерно-экологические изыскания для строительства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11-103-97 Инженерно-гидрометеорологические изыскания для строител</w:t>
      </w:r>
      <w:r w:rsidRPr="006614A7">
        <w:rPr>
          <w:color w:val="000000"/>
          <w:sz w:val="24"/>
          <w:szCs w:val="24"/>
        </w:rPr>
        <w:t>ь</w:t>
      </w:r>
      <w:r w:rsidRPr="006614A7">
        <w:rPr>
          <w:color w:val="000000"/>
          <w:sz w:val="24"/>
          <w:szCs w:val="24"/>
        </w:rPr>
        <w:t>ства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СП 11-106-97* Порядок разработки, согласования, утверждения и с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став проектно-планировочной документации на застройку территорий садоводческих (дачных) объед</w:t>
      </w:r>
      <w:r w:rsidRPr="006614A7">
        <w:rPr>
          <w:color w:val="000000"/>
          <w:sz w:val="24"/>
          <w:szCs w:val="24"/>
        </w:rPr>
        <w:t>и</w:t>
      </w:r>
      <w:r w:rsidRPr="006614A7">
        <w:rPr>
          <w:color w:val="000000"/>
          <w:sz w:val="24"/>
          <w:szCs w:val="24"/>
        </w:rPr>
        <w:t>нений граждан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pacing w:val="-2"/>
          <w:sz w:val="24"/>
          <w:szCs w:val="24"/>
        </w:rPr>
        <w:t>СП 11-107-98 Порядок разработки и состава раздела «Инженерно-технические</w:t>
      </w:r>
      <w:r w:rsidRPr="006614A7">
        <w:rPr>
          <w:color w:val="000000"/>
          <w:sz w:val="24"/>
          <w:szCs w:val="24"/>
        </w:rPr>
        <w:t xml:space="preserve"> мер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приятия гражданской обороны. Мероприятия по предупреждению чрезвычайных ситу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ций» проектов строительства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11-112-2001 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зований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pacing w:val="-2"/>
          <w:sz w:val="24"/>
          <w:szCs w:val="24"/>
        </w:rPr>
      </w:pPr>
      <w:r w:rsidRPr="006614A7">
        <w:rPr>
          <w:color w:val="000000"/>
          <w:spacing w:val="-2"/>
          <w:sz w:val="24"/>
          <w:szCs w:val="24"/>
        </w:rPr>
        <w:t>СП 30-102-99 Планировка и застройка территорий малоэтажного жилищного строительс</w:t>
      </w:r>
      <w:r w:rsidRPr="006614A7">
        <w:rPr>
          <w:color w:val="000000"/>
          <w:spacing w:val="-2"/>
          <w:sz w:val="24"/>
          <w:szCs w:val="24"/>
        </w:rPr>
        <w:t>т</w:t>
      </w:r>
      <w:r w:rsidRPr="006614A7">
        <w:rPr>
          <w:color w:val="000000"/>
          <w:spacing w:val="-2"/>
          <w:sz w:val="24"/>
          <w:szCs w:val="24"/>
        </w:rPr>
        <w:t>ва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31-102-99 Требования доступности общественных зданий и сооружений для инвалидов и других маломобильных посетителей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31-112-2004(1) Физкультурно-спортивные залы. Часть 1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31-112-2004(2) Физкультурно-спортивные залы. Часть 2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31-112-2004(3) Физкультурно-спортивные залы. Часть 3. Крытые ледовые ар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31-113-2004 Бассейны для плавания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33-101-2003 Определение основных расчетных гидрологических характ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ристик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34-106-98 Подземные хранилища газа, нефти и продуктов их п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реработки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35-101-2001 Проектирование зданий и сооружений с учетом доступности для малом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бильных групп населения. Общие положения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35-102-2001 Жилая среда с планировочными элементами, доступными инвал</w:t>
      </w:r>
      <w:r w:rsidRPr="006614A7">
        <w:rPr>
          <w:color w:val="000000"/>
          <w:sz w:val="24"/>
          <w:szCs w:val="24"/>
        </w:rPr>
        <w:t>и</w:t>
      </w:r>
      <w:r w:rsidRPr="006614A7">
        <w:rPr>
          <w:color w:val="000000"/>
          <w:sz w:val="24"/>
          <w:szCs w:val="24"/>
        </w:rPr>
        <w:t>дам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35-103-2001 Общественные здания и сооружения, доступные маломобильным посет</w:t>
      </w:r>
      <w:r w:rsidRPr="006614A7">
        <w:rPr>
          <w:color w:val="000000"/>
          <w:sz w:val="24"/>
          <w:szCs w:val="24"/>
        </w:rPr>
        <w:t>и</w:t>
      </w:r>
      <w:r w:rsidRPr="006614A7">
        <w:rPr>
          <w:color w:val="000000"/>
          <w:sz w:val="24"/>
          <w:szCs w:val="24"/>
        </w:rPr>
        <w:t>телям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35-105-2002 Реконструкция городской застройки с учетом доступности для и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>валидов и других маломобильных групп населения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35-106-2003 Расчет и размещение учреждений социального обслуживания п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жилых людей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41-104-2000 Проектирование автономных источников теплосна</w:t>
      </w:r>
      <w:r w:rsidRPr="006614A7">
        <w:rPr>
          <w:color w:val="000000"/>
          <w:sz w:val="24"/>
          <w:szCs w:val="24"/>
        </w:rPr>
        <w:t>б</w:t>
      </w:r>
      <w:r w:rsidRPr="006614A7">
        <w:rPr>
          <w:color w:val="000000"/>
          <w:sz w:val="24"/>
          <w:szCs w:val="24"/>
        </w:rPr>
        <w:t>жения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41-108-2004 Поквартирное теплоснабжение жилых зданий с теплогенераторами на г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зовом топливе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42-101-2003 Общие положения по проектированию и строительству газора</w:t>
      </w:r>
      <w:r w:rsidRPr="006614A7">
        <w:rPr>
          <w:color w:val="000000"/>
          <w:sz w:val="24"/>
          <w:szCs w:val="24"/>
        </w:rPr>
        <w:t>с</w:t>
      </w:r>
      <w:r w:rsidRPr="006614A7">
        <w:rPr>
          <w:color w:val="000000"/>
          <w:sz w:val="24"/>
          <w:szCs w:val="24"/>
        </w:rPr>
        <w:t>пределительных систем из металлических и полиэтиленовых труб</w:t>
      </w:r>
    </w:p>
    <w:p w:rsidR="00ED1449" w:rsidRPr="006614A7" w:rsidRDefault="00ED1449" w:rsidP="006614A7">
      <w:pPr>
        <w:pStyle w:val="FR2"/>
        <w:ind w:firstLine="709"/>
        <w:rPr>
          <w:rFonts w:ascii="Arial" w:hAnsi="Arial" w:cs="Arial"/>
          <w:color w:val="000000"/>
          <w:sz w:val="24"/>
          <w:szCs w:val="24"/>
        </w:rPr>
      </w:pPr>
      <w:r w:rsidRPr="006614A7">
        <w:rPr>
          <w:rFonts w:ascii="Arial" w:hAnsi="Arial" w:cs="Arial"/>
          <w:color w:val="000000"/>
          <w:sz w:val="24"/>
          <w:szCs w:val="24"/>
        </w:rPr>
        <w:t>СП 31-103-99 Здания, сооружения и комплексы православных хр</w:t>
      </w:r>
      <w:r w:rsidRPr="006614A7">
        <w:rPr>
          <w:rFonts w:ascii="Arial" w:hAnsi="Arial" w:cs="Arial"/>
          <w:color w:val="000000"/>
          <w:sz w:val="24"/>
          <w:szCs w:val="24"/>
        </w:rPr>
        <w:t>а</w:t>
      </w:r>
      <w:r w:rsidRPr="006614A7">
        <w:rPr>
          <w:rFonts w:ascii="Arial" w:hAnsi="Arial" w:cs="Arial"/>
          <w:color w:val="000000"/>
          <w:sz w:val="24"/>
          <w:szCs w:val="24"/>
        </w:rPr>
        <w:t>мов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Строительные нормы (СН)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441-72* Указания по проектированию ограждений площадок и участков пре</w:t>
      </w:r>
      <w:r w:rsidRPr="006614A7">
        <w:rPr>
          <w:rFonts w:cs="Arial"/>
          <w:color w:val="000000"/>
        </w:rPr>
        <w:t>д</w:t>
      </w:r>
      <w:r w:rsidRPr="006614A7">
        <w:rPr>
          <w:rFonts w:cs="Arial"/>
          <w:color w:val="000000"/>
        </w:rPr>
        <w:t>приятий, зданий и сооружений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452-73 Нормы отвода земель для магистральных трубопроводов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456-73 Нормы отвода земель для магистральных водоводов и канализационных ко</w:t>
      </w:r>
      <w:r w:rsidRPr="006614A7">
        <w:rPr>
          <w:rFonts w:cs="Arial"/>
          <w:color w:val="000000"/>
        </w:rPr>
        <w:t>л</w:t>
      </w:r>
      <w:r w:rsidRPr="006614A7">
        <w:rPr>
          <w:rFonts w:cs="Arial"/>
          <w:color w:val="000000"/>
        </w:rPr>
        <w:t>лекторов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461-74 Нормы отвода земель для линий связи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467-74 Нормы отвода земель для автомобильных дорог</w:t>
      </w:r>
    </w:p>
    <w:p w:rsidR="00ED1449" w:rsidRPr="006614A7" w:rsidRDefault="00ED1449" w:rsidP="006614A7">
      <w:pPr>
        <w:widowControl w:val="0"/>
        <w:ind w:firstLine="709"/>
        <w:rPr>
          <w:rFonts w:cs="Arial"/>
          <w:b/>
          <w:color w:val="000000"/>
        </w:rPr>
      </w:pPr>
      <w:r w:rsidRPr="006614A7">
        <w:rPr>
          <w:rFonts w:cs="Arial"/>
          <w:b/>
          <w:color w:val="000000"/>
          <w:u w:val="single"/>
        </w:rPr>
        <w:t>Ведомственные строительные нормы (ВСН</w:t>
      </w:r>
      <w:r w:rsidRPr="006614A7">
        <w:rPr>
          <w:rFonts w:cs="Arial"/>
          <w:b/>
          <w:color w:val="000000"/>
        </w:rPr>
        <w:t>)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ВСН 01-89 Предприятия по обслуживанию автомобилей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ВСН 33-2.2.12-87 Мелиоративные системы и сооружения. Насосные станции. Нормы пр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ектирования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ВСН 60-89 Устройства связи, сигнализации и диспетчеризации инженерного </w:t>
      </w:r>
      <w:r w:rsidRPr="006614A7">
        <w:rPr>
          <w:rFonts w:cs="Arial"/>
          <w:color w:val="000000"/>
        </w:rPr>
        <w:lastRenderedPageBreak/>
        <w:t>оборудования жилых и общественных зданий. Нормы проектиров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ВСН 61-89(р) Реконструкция и капитальный ремонт жилых домов. Нормы прое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тирования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ВСН 62-91* Проектирование среды жизнедеятельности с учетом потребностей и</w:t>
      </w:r>
      <w:r w:rsidRPr="006614A7">
        <w:rPr>
          <w:rFonts w:cs="Arial"/>
          <w:color w:val="000000"/>
        </w:rPr>
        <w:t>н</w:t>
      </w:r>
      <w:r w:rsidRPr="006614A7">
        <w:rPr>
          <w:rFonts w:cs="Arial"/>
          <w:color w:val="000000"/>
        </w:rPr>
        <w:t>валидов и маломобильных групп населения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Отраслевые нормы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ОДН 218.012-99 Общие технические требования к ограждающим устройствам на мостовых сооружениях, расположенных на магистральных автомобильных дор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гах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ОСН 3.02.01-97 Нормы и правила проектирования отвода земель для железных д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рог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ОСН АПК 2.10.14.001-04 Нормы по проектированию административных, б</w:t>
      </w:r>
      <w:r w:rsidRPr="006614A7">
        <w:rPr>
          <w:color w:val="000000"/>
          <w:sz w:val="24"/>
          <w:szCs w:val="24"/>
        </w:rPr>
        <w:t>ы</w:t>
      </w:r>
      <w:r w:rsidRPr="006614A7">
        <w:rPr>
          <w:color w:val="000000"/>
          <w:sz w:val="24"/>
          <w:szCs w:val="24"/>
        </w:rPr>
        <w:t>товых зданий и помещений для животноводческих, звероводческих и птицеводческих предпр</w:t>
      </w:r>
      <w:r w:rsidRPr="006614A7">
        <w:rPr>
          <w:color w:val="000000"/>
          <w:sz w:val="24"/>
          <w:szCs w:val="24"/>
        </w:rPr>
        <w:t>и</w:t>
      </w:r>
      <w:r w:rsidRPr="006614A7">
        <w:rPr>
          <w:color w:val="000000"/>
          <w:sz w:val="24"/>
          <w:szCs w:val="24"/>
        </w:rPr>
        <w:t>ятий и других объектов сельскохозяйственного назначения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ОСТ 218.1.002-2003 Автобусные остановки на автомобильных дорогах. Общие технич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ские условия</w:t>
      </w:r>
    </w:p>
    <w:p w:rsidR="00ED1449" w:rsidRPr="006614A7" w:rsidRDefault="00ED1449" w:rsidP="006614A7">
      <w:pPr>
        <w:pStyle w:val="Heading"/>
        <w:ind w:firstLine="709"/>
        <w:jc w:val="both"/>
        <w:rPr>
          <w:color w:val="000000"/>
          <w:sz w:val="24"/>
          <w:szCs w:val="24"/>
          <w:u w:val="single"/>
        </w:rPr>
      </w:pPr>
      <w:r w:rsidRPr="006614A7">
        <w:rPr>
          <w:bCs w:val="0"/>
          <w:color w:val="000000"/>
          <w:sz w:val="24"/>
          <w:szCs w:val="24"/>
          <w:u w:val="single"/>
        </w:rPr>
        <w:t>САНИТАРНЫЕ ПРАВИЛА И НОРМЫ</w:t>
      </w:r>
      <w:r w:rsidRPr="006614A7">
        <w:rPr>
          <w:color w:val="000000"/>
          <w:sz w:val="24"/>
          <w:szCs w:val="24"/>
          <w:u w:val="single"/>
        </w:rPr>
        <w:t xml:space="preserve"> (САНПИН)</w:t>
      </w:r>
    </w:p>
    <w:p w:rsidR="00ED1449" w:rsidRPr="006614A7" w:rsidRDefault="00ED1449" w:rsidP="006614A7">
      <w:pPr>
        <w:widowControl w:val="0"/>
        <w:tabs>
          <w:tab w:val="left" w:pos="2281"/>
        </w:tabs>
        <w:ind w:firstLine="709"/>
        <w:rPr>
          <w:rFonts w:cs="Arial"/>
          <w:bCs/>
          <w:color w:val="000000"/>
        </w:rPr>
      </w:pPr>
      <w:r w:rsidRPr="006614A7">
        <w:rPr>
          <w:rFonts w:cs="Arial"/>
          <w:bCs/>
          <w:color w:val="000000"/>
        </w:rPr>
        <w:t>СанПиН 1.2.1077-01</w:t>
      </w:r>
      <w:r w:rsidRPr="006614A7">
        <w:rPr>
          <w:rFonts w:cs="Arial"/>
          <w:color w:val="000000"/>
        </w:rPr>
        <w:t xml:space="preserve"> Гигиенические требования к хранению, применению и транспорт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ровке пестицидов и агрохимикатов</w:t>
      </w:r>
    </w:p>
    <w:p w:rsidR="00ED1449" w:rsidRPr="006614A7" w:rsidRDefault="00ED1449" w:rsidP="006614A7">
      <w:pPr>
        <w:widowControl w:val="0"/>
        <w:tabs>
          <w:tab w:val="left" w:pos="2281"/>
        </w:tabs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СанПиН 2.1.1279-03</w:t>
      </w:r>
      <w:r w:rsidRPr="006614A7">
        <w:rPr>
          <w:rFonts w:cs="Arial"/>
          <w:color w:val="000000"/>
        </w:rPr>
        <w:t xml:space="preserve"> </w:t>
      </w:r>
      <w:r w:rsidRPr="006614A7">
        <w:rPr>
          <w:rFonts w:cs="Arial"/>
          <w:bCs/>
          <w:color w:val="000000"/>
        </w:rPr>
        <w:t>Гигиенические требования к размещению, устройству и содержанию кладбищ,</w:t>
      </w:r>
      <w:r w:rsidRPr="006614A7">
        <w:rPr>
          <w:rFonts w:cs="Arial"/>
          <w:color w:val="000000"/>
        </w:rPr>
        <w:t xml:space="preserve"> </w:t>
      </w:r>
      <w:r w:rsidRPr="006614A7">
        <w:rPr>
          <w:rFonts w:cs="Arial"/>
          <w:bCs/>
          <w:color w:val="000000"/>
        </w:rPr>
        <w:t>зданий и сооружений похоронного назн</w:t>
      </w:r>
      <w:r w:rsidRPr="006614A7">
        <w:rPr>
          <w:rFonts w:cs="Arial"/>
          <w:bCs/>
          <w:color w:val="000000"/>
        </w:rPr>
        <w:t>а</w:t>
      </w:r>
      <w:r w:rsidRPr="006614A7">
        <w:rPr>
          <w:rFonts w:cs="Arial"/>
          <w:bCs/>
          <w:color w:val="000000"/>
        </w:rPr>
        <w:t>чения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2.1.2.1002-00 Санитарно-эпидемиологические требования к жилым зданиям и п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мещениям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42-128-4690-88 Санитарные правила содержания территорий нас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ленных мест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2.1.2.1188-03 Плавательные бассейны. Гигиенические требования к ус</w:t>
      </w:r>
      <w:r w:rsidRPr="006614A7">
        <w:rPr>
          <w:rFonts w:cs="Arial"/>
          <w:color w:val="000000"/>
        </w:rPr>
        <w:t>т</w:t>
      </w:r>
      <w:r w:rsidRPr="006614A7">
        <w:rPr>
          <w:rFonts w:cs="Arial"/>
          <w:color w:val="000000"/>
        </w:rPr>
        <w:t>ройству, эксплуатации и качеству воды. Контроль качества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2.1.2.1331-03 Гигиенические требования к устройству, эксплуатации и к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честву воды аквапарков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2.1.3.1375-03 Гигиенические требования к размещению, устройству, оборудованию и эксплуатации больниц, родильных домов и других лечебных ст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ционаров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2.2.1/2.1.1.1076-01 Гигиенические требования к инсоляции и солнцезащите пом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щений жилых и общественных зданий и территорий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2.2.1/2.1.1.1200-03 Санитарно-защитные зоны и санитарная классификация пре</w:t>
      </w:r>
      <w:r w:rsidRPr="006614A7">
        <w:rPr>
          <w:color w:val="000000"/>
          <w:sz w:val="24"/>
          <w:szCs w:val="24"/>
        </w:rPr>
        <w:t>д</w:t>
      </w:r>
      <w:r w:rsidRPr="006614A7">
        <w:rPr>
          <w:color w:val="000000"/>
          <w:sz w:val="24"/>
          <w:szCs w:val="24"/>
        </w:rPr>
        <w:t xml:space="preserve">приятий, сооружений и иных объектов. Новая редакция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2.2.1/2.1.1.2361-08 Санитарно-защитные зоны и санитарная классифик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ция предприятий, сооружений и иных объектов». Изменение № 1 к СанПиН 2.2.1/2.1.1.1200-03 Новая р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дакция</w:t>
      </w:r>
    </w:p>
    <w:p w:rsidR="00ED1449" w:rsidRPr="006614A7" w:rsidRDefault="00ED1449" w:rsidP="006614A7">
      <w:pPr>
        <w:widowControl w:val="0"/>
        <w:ind w:firstLine="709"/>
        <w:rPr>
          <w:rFonts w:cs="Arial"/>
          <w:bCs/>
          <w:color w:val="000000"/>
          <w:kern w:val="36"/>
        </w:rPr>
      </w:pPr>
      <w:r w:rsidRPr="006614A7">
        <w:rPr>
          <w:rFonts w:cs="Arial"/>
          <w:bCs/>
          <w:color w:val="000000"/>
          <w:kern w:val="36"/>
        </w:rPr>
        <w:t>СанПиН 2.4.1201-03 Гигиенические требования к устройству, содержанию, оборудованию и режиму работы специализированных учреждений для несове</w:t>
      </w:r>
      <w:r w:rsidRPr="006614A7">
        <w:rPr>
          <w:rFonts w:cs="Arial"/>
          <w:bCs/>
          <w:color w:val="000000"/>
          <w:kern w:val="36"/>
        </w:rPr>
        <w:t>р</w:t>
      </w:r>
      <w:r w:rsidRPr="006614A7">
        <w:rPr>
          <w:rFonts w:cs="Arial"/>
          <w:bCs/>
          <w:color w:val="000000"/>
          <w:kern w:val="36"/>
        </w:rPr>
        <w:t>шеннолетних, нуждающихся в социальной реабилитации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2.4.1.1249-03 Санитарно-эпидемиологические требования к устройству, содержанию и организации режима работы дошкольных образовательных у</w:t>
      </w:r>
      <w:r w:rsidRPr="006614A7">
        <w:rPr>
          <w:color w:val="000000"/>
          <w:sz w:val="24"/>
          <w:szCs w:val="24"/>
        </w:rPr>
        <w:t>ч</w:t>
      </w:r>
      <w:r w:rsidRPr="006614A7">
        <w:rPr>
          <w:color w:val="000000"/>
          <w:sz w:val="24"/>
          <w:szCs w:val="24"/>
        </w:rPr>
        <w:t>реждений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2.4.2.1178-02 Гигиенические требования к условиям обучения в общеобразов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тельных учреждениях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2.4.3.1186-03 Санитарно-эпидемиологические требования к организации учебно-производственного процесса в общеобразовательных учреждениях начального профессиональн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го образования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СанПиН 2.4.4.1204-03 Санитарно-эпидемиологические требования к </w:t>
      </w:r>
      <w:r w:rsidRPr="006614A7">
        <w:rPr>
          <w:color w:val="000000"/>
          <w:sz w:val="24"/>
          <w:szCs w:val="24"/>
        </w:rPr>
        <w:lastRenderedPageBreak/>
        <w:t>устройству, содержанию и организации режима работы загородных стационарных учре</w:t>
      </w:r>
      <w:r w:rsidRPr="006614A7">
        <w:rPr>
          <w:color w:val="000000"/>
          <w:sz w:val="24"/>
          <w:szCs w:val="24"/>
        </w:rPr>
        <w:t>ж</w:t>
      </w:r>
      <w:r w:rsidRPr="006614A7">
        <w:rPr>
          <w:color w:val="000000"/>
          <w:sz w:val="24"/>
          <w:szCs w:val="24"/>
        </w:rPr>
        <w:t>дений отдыха и оздоровления детей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2.4.4.1251-03 Санитарно-эпидемиологические требования к учреждениям дополнительного образования детей (внешкольные учрежд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ния)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4060-85 Лечебные пляжи. Санитарные правила устройства, оборудования и эк</w:t>
      </w:r>
      <w:r w:rsidRPr="006614A7">
        <w:rPr>
          <w:rFonts w:cs="Arial"/>
          <w:color w:val="000000"/>
        </w:rPr>
        <w:t>с</w:t>
      </w:r>
      <w:r w:rsidRPr="006614A7">
        <w:rPr>
          <w:rFonts w:cs="Arial"/>
          <w:color w:val="000000"/>
        </w:rPr>
        <w:t>плуатации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pacing w:val="-2"/>
          <w:sz w:val="24"/>
          <w:szCs w:val="24"/>
        </w:rPr>
      </w:pPr>
      <w:r w:rsidRPr="006614A7">
        <w:rPr>
          <w:color w:val="000000"/>
          <w:spacing w:val="-2"/>
          <w:sz w:val="24"/>
          <w:szCs w:val="24"/>
        </w:rPr>
        <w:t>СанПиН 42-125-4437-87 Устройство, содержание, и организация режима детских санат</w:t>
      </w:r>
      <w:r w:rsidRPr="006614A7">
        <w:rPr>
          <w:color w:val="000000"/>
          <w:spacing w:val="-2"/>
          <w:sz w:val="24"/>
          <w:szCs w:val="24"/>
        </w:rPr>
        <w:t>о</w:t>
      </w:r>
      <w:r w:rsidRPr="006614A7">
        <w:rPr>
          <w:color w:val="000000"/>
          <w:spacing w:val="-2"/>
          <w:sz w:val="24"/>
          <w:szCs w:val="24"/>
        </w:rPr>
        <w:t>риев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2.4.1.1249-03 </w:t>
      </w:r>
      <w:r w:rsidRPr="006614A7">
        <w:rPr>
          <w:rFonts w:cs="Arial"/>
          <w:color w:val="000000"/>
        </w:rPr>
        <w:t>"Санитарно-эпидемиологические требования к устройству, содержанию и организации режима работы дошкольных образовател</w:t>
      </w:r>
      <w:r w:rsidRPr="006614A7">
        <w:rPr>
          <w:rFonts w:cs="Arial"/>
          <w:color w:val="000000"/>
        </w:rPr>
        <w:t>ь</w:t>
      </w:r>
      <w:r w:rsidRPr="006614A7">
        <w:rPr>
          <w:rFonts w:cs="Arial"/>
          <w:color w:val="000000"/>
        </w:rPr>
        <w:t>ных учреждений".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2.4.990-00 </w:t>
      </w:r>
      <w:r w:rsidRPr="006614A7">
        <w:rPr>
          <w:rFonts w:cs="Arial"/>
          <w:color w:val="000000"/>
        </w:rPr>
        <w:t>"Гигиенические требования к устройству, содержанию, орган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зации режима работы в детских домах и школах-интернатах для детей-сирот и детей, о</w:t>
      </w:r>
      <w:r w:rsidRPr="006614A7">
        <w:rPr>
          <w:rFonts w:cs="Arial"/>
          <w:color w:val="000000"/>
        </w:rPr>
        <w:t>с</w:t>
      </w:r>
      <w:r w:rsidRPr="006614A7">
        <w:rPr>
          <w:rFonts w:cs="Arial"/>
          <w:color w:val="000000"/>
        </w:rPr>
        <w:t xml:space="preserve">тавшихся без попечения родителей".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2.4.2.1178-03 </w:t>
      </w:r>
      <w:r w:rsidRPr="006614A7">
        <w:rPr>
          <w:rFonts w:cs="Arial"/>
          <w:color w:val="000000"/>
        </w:rPr>
        <w:t>"Гигиенические требования к условиям обучения в общеобразовательных учреждениях" с изменениями и дополнениями в</w:t>
      </w:r>
      <w:r w:rsidRPr="006614A7">
        <w:rPr>
          <w:rFonts w:cs="Arial"/>
          <w:bCs/>
          <w:color w:val="000000"/>
        </w:rPr>
        <w:t xml:space="preserve"> Са</w:t>
      </w:r>
      <w:r w:rsidRPr="006614A7">
        <w:rPr>
          <w:rFonts w:cs="Arial"/>
          <w:bCs/>
          <w:color w:val="000000"/>
        </w:rPr>
        <w:t>н</w:t>
      </w:r>
      <w:r w:rsidRPr="006614A7">
        <w:rPr>
          <w:rFonts w:cs="Arial"/>
          <w:bCs/>
          <w:color w:val="000000"/>
        </w:rPr>
        <w:t>ПиН 2.4.5.2409-08</w:t>
      </w:r>
      <w:r w:rsidRPr="006614A7">
        <w:rPr>
          <w:rFonts w:cs="Arial"/>
          <w:color w:val="000000"/>
        </w:rPr>
        <w:t xml:space="preserve">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2.4.3.1186-03 </w:t>
      </w:r>
      <w:r w:rsidRPr="006614A7">
        <w:rPr>
          <w:rFonts w:cs="Arial"/>
          <w:color w:val="000000"/>
        </w:rPr>
        <w:t>"Санитарно-эпидемиологические требования к орг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низации учебно-производственного процесса в образовательных учреждениях начального профе</w:t>
      </w:r>
      <w:r w:rsidRPr="006614A7">
        <w:rPr>
          <w:rFonts w:cs="Arial"/>
          <w:color w:val="000000"/>
        </w:rPr>
        <w:t>с</w:t>
      </w:r>
      <w:r w:rsidRPr="006614A7">
        <w:rPr>
          <w:rFonts w:cs="Arial"/>
          <w:color w:val="000000"/>
        </w:rPr>
        <w:t xml:space="preserve">сионального образования" с изменениями и дополнениями в </w:t>
      </w:r>
      <w:r w:rsidRPr="006614A7">
        <w:rPr>
          <w:rFonts w:cs="Arial"/>
          <w:bCs/>
          <w:color w:val="000000"/>
        </w:rPr>
        <w:t>СанПиН 2.4.3.2201-07</w:t>
      </w:r>
      <w:r w:rsidRPr="006614A7">
        <w:rPr>
          <w:rFonts w:cs="Arial"/>
          <w:color w:val="000000"/>
        </w:rPr>
        <w:t xml:space="preserve">, </w:t>
      </w:r>
      <w:r w:rsidRPr="006614A7">
        <w:rPr>
          <w:rFonts w:cs="Arial"/>
          <w:bCs/>
          <w:color w:val="000000"/>
        </w:rPr>
        <w:t>Са</w:t>
      </w:r>
      <w:r w:rsidRPr="006614A7">
        <w:rPr>
          <w:rFonts w:cs="Arial"/>
          <w:bCs/>
          <w:color w:val="000000"/>
        </w:rPr>
        <w:t>н</w:t>
      </w:r>
      <w:r w:rsidRPr="006614A7">
        <w:rPr>
          <w:rFonts w:cs="Arial"/>
          <w:bCs/>
          <w:color w:val="000000"/>
        </w:rPr>
        <w:t>ПиН 2.4.5.2409-08</w:t>
      </w:r>
      <w:r w:rsidRPr="006614A7">
        <w:rPr>
          <w:rFonts w:cs="Arial"/>
          <w:color w:val="000000"/>
        </w:rPr>
        <w:t xml:space="preserve">, </w:t>
      </w:r>
      <w:r w:rsidRPr="006614A7">
        <w:rPr>
          <w:rFonts w:cs="Arial"/>
          <w:bCs/>
          <w:color w:val="000000"/>
        </w:rPr>
        <w:t>СанПиН 2.4.3.2554-09</w:t>
      </w:r>
      <w:r w:rsidRPr="006614A7">
        <w:rPr>
          <w:rFonts w:cs="Arial"/>
          <w:color w:val="000000"/>
        </w:rPr>
        <w:t xml:space="preserve">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2.4.4.1251-03 </w:t>
      </w:r>
      <w:r w:rsidRPr="006614A7">
        <w:rPr>
          <w:rFonts w:cs="Arial"/>
          <w:color w:val="000000"/>
        </w:rPr>
        <w:t>Санитарно-эпидемиологические требования к учреждениям дополнительного образования детей (внешкольные учрежд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ния).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СанПиН 2.4.4.1204-03 </w:t>
      </w:r>
      <w:r w:rsidRPr="006614A7">
        <w:rPr>
          <w:rFonts w:cs="Arial"/>
          <w:color w:val="000000"/>
        </w:rPr>
        <w:t>Санитарно-эпидемиологические требования к устройству, содержанию и организации режима работы загородных стаци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 xml:space="preserve">нарных учреждений отдыха и оздоровления детей.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СанПиН 42-125-4437-87</w:t>
      </w:r>
      <w:r w:rsidRPr="006614A7">
        <w:rPr>
          <w:rFonts w:cs="Arial"/>
          <w:color w:val="000000"/>
        </w:rPr>
        <w:t xml:space="preserve"> Устройство, содержание и организация режима детских санаториев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СанПиН 42-125-4270-87</w:t>
      </w:r>
      <w:r w:rsidRPr="006614A7">
        <w:rPr>
          <w:rFonts w:cs="Arial"/>
          <w:color w:val="000000"/>
        </w:rPr>
        <w:t xml:space="preserve"> Устройство, содержание и организация работы лагерей труда и отдыха.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2.2.1/2.1.1.1278-03 Гигиенические требования к естественному, искусс</w:t>
      </w:r>
      <w:r w:rsidRPr="006614A7">
        <w:rPr>
          <w:color w:val="000000"/>
          <w:sz w:val="24"/>
          <w:szCs w:val="24"/>
        </w:rPr>
        <w:t>т</w:t>
      </w:r>
      <w:r w:rsidRPr="006614A7">
        <w:rPr>
          <w:color w:val="000000"/>
          <w:sz w:val="24"/>
          <w:szCs w:val="24"/>
        </w:rPr>
        <w:t>венному и совмещенному освещению жилых и общественных зданий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2.2.4.1191-03 Электромагнитные поля в производственных условиях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</w:t>
      </w:r>
      <w:r w:rsidRPr="006614A7">
        <w:rPr>
          <w:rFonts w:cs="Arial"/>
          <w:color w:val="000000"/>
        </w:rPr>
        <w:t>ш</w:t>
      </w:r>
      <w:r w:rsidRPr="006614A7">
        <w:rPr>
          <w:rFonts w:cs="Arial"/>
          <w:color w:val="000000"/>
        </w:rPr>
        <w:t>ленной частоты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Cs/>
          <w:color w:val="000000"/>
          <w:sz w:val="24"/>
          <w:szCs w:val="24"/>
        </w:rPr>
        <w:t>СанПиН 2.1.4.1074-01</w:t>
      </w:r>
      <w:r w:rsidRPr="006614A7">
        <w:rPr>
          <w:b/>
          <w:bCs/>
          <w:color w:val="000000"/>
          <w:sz w:val="24"/>
          <w:szCs w:val="24"/>
        </w:rPr>
        <w:t xml:space="preserve"> </w:t>
      </w:r>
      <w:r w:rsidRPr="006614A7">
        <w:rPr>
          <w:color w:val="000000"/>
          <w:sz w:val="24"/>
          <w:szCs w:val="24"/>
        </w:rPr>
        <w:t>"Питьевая вода. Гигиенические требования к качеству воды централизованных систем питьевого водоснабжения. Ко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 xml:space="preserve">троль качества. Гигиенические требования к обеспечению безопасности систем горячего водоснабжения (с 01.09.2009г.)" с изменениями в </w:t>
      </w:r>
      <w:r w:rsidRPr="006614A7">
        <w:rPr>
          <w:bCs/>
          <w:color w:val="000000"/>
          <w:sz w:val="24"/>
          <w:szCs w:val="24"/>
        </w:rPr>
        <w:t>СанПиН 2.1.4.2496-09</w:t>
      </w:r>
      <w:r w:rsidRPr="006614A7">
        <w:rPr>
          <w:color w:val="000000"/>
          <w:sz w:val="24"/>
          <w:szCs w:val="24"/>
        </w:rPr>
        <w:t xml:space="preserve"> (с 01.09.2009г.).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bCs/>
          <w:color w:val="000000"/>
          <w:sz w:val="24"/>
          <w:szCs w:val="24"/>
        </w:rPr>
        <w:t xml:space="preserve">СанПиН 2.1.7.573-96 </w:t>
      </w:r>
      <w:r w:rsidRPr="006614A7">
        <w:rPr>
          <w:color w:val="000000"/>
          <w:sz w:val="24"/>
          <w:szCs w:val="24"/>
        </w:rPr>
        <w:t>"Гигиенические требования к использованию сточных вод и их осадков для орошения и удобрения"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2.1.4.1110-02 Зоны санитарной охраны источников водоснабжения и водопров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 xml:space="preserve">дов питьевого назначения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2.1.4.1175-02 Гигиенические требования к качеству воды нецентрализ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ванного водоснабжения. Санитарная охрана источников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pacing w:val="-2"/>
          <w:sz w:val="24"/>
          <w:szCs w:val="24"/>
        </w:rPr>
      </w:pPr>
      <w:r w:rsidRPr="006614A7">
        <w:rPr>
          <w:color w:val="000000"/>
          <w:spacing w:val="-2"/>
          <w:sz w:val="24"/>
          <w:szCs w:val="24"/>
        </w:rPr>
        <w:t>СанПиН 2.1.5.980-00 Гигиенические требования к охране поверхнос</w:t>
      </w:r>
      <w:r w:rsidRPr="006614A7">
        <w:rPr>
          <w:color w:val="000000"/>
          <w:spacing w:val="-2"/>
          <w:sz w:val="24"/>
          <w:szCs w:val="24"/>
        </w:rPr>
        <w:t>т</w:t>
      </w:r>
      <w:r w:rsidRPr="006614A7">
        <w:rPr>
          <w:color w:val="000000"/>
          <w:spacing w:val="-2"/>
          <w:sz w:val="24"/>
          <w:szCs w:val="24"/>
        </w:rPr>
        <w:t>ных вод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2.1.6.1032-01 Гигиенические требования к обеспечению качества атм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сферного воздуха населенных мест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lastRenderedPageBreak/>
        <w:t>СанПиН 2.1.7.728-99 Правила сбора, хранения и удаления отходов лечебно-профилактических учреждений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2.1.7.1287-03 Санитарно-эпидемиологические требования к качеству по</w:t>
      </w:r>
      <w:r w:rsidRPr="006614A7">
        <w:rPr>
          <w:rFonts w:cs="Arial"/>
          <w:color w:val="000000"/>
        </w:rPr>
        <w:t>ч</w:t>
      </w:r>
      <w:r w:rsidRPr="006614A7">
        <w:rPr>
          <w:rFonts w:cs="Arial"/>
          <w:color w:val="000000"/>
        </w:rPr>
        <w:t>вы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2.1.7.2197-07 Санитарно-эпидемиологические требования к качеству почвы. И</w:t>
      </w:r>
      <w:r w:rsidRPr="006614A7">
        <w:rPr>
          <w:rFonts w:cs="Arial"/>
          <w:color w:val="000000"/>
        </w:rPr>
        <w:t>з</w:t>
      </w:r>
      <w:r w:rsidRPr="006614A7">
        <w:rPr>
          <w:rFonts w:cs="Arial"/>
          <w:color w:val="000000"/>
        </w:rPr>
        <w:t>менение № 1 к СанПиН 2.1.7.1287-03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2.1.7.1322-03 Гигиенические требования к размещению и обезвреживанию отх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дов производства и потребления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СанПиН 2.1.8/2.2.4.1190-03</w:t>
      </w:r>
      <w:r w:rsidRPr="006614A7">
        <w:rPr>
          <w:bCs/>
          <w:color w:val="000000"/>
          <w:sz w:val="24"/>
          <w:szCs w:val="24"/>
        </w:rPr>
        <w:t xml:space="preserve"> Гигиенические требования к размещению и эксплуат</w:t>
      </w:r>
      <w:r w:rsidRPr="006614A7">
        <w:rPr>
          <w:bCs/>
          <w:color w:val="000000"/>
          <w:sz w:val="24"/>
          <w:szCs w:val="24"/>
        </w:rPr>
        <w:t>а</w:t>
      </w:r>
      <w:r w:rsidRPr="006614A7">
        <w:rPr>
          <w:bCs/>
          <w:color w:val="000000"/>
          <w:sz w:val="24"/>
          <w:szCs w:val="24"/>
        </w:rPr>
        <w:t>ции средств сухопутной подвижной радиосвязи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СанПиН 2.1.7.728-99</w:t>
      </w:r>
      <w:r w:rsidRPr="006614A7">
        <w:rPr>
          <w:rFonts w:cs="Arial"/>
          <w:b/>
          <w:bCs/>
          <w:color w:val="000000"/>
        </w:rPr>
        <w:t xml:space="preserve"> </w:t>
      </w:r>
      <w:r w:rsidRPr="006614A7">
        <w:rPr>
          <w:rFonts w:cs="Arial"/>
          <w:color w:val="000000"/>
        </w:rPr>
        <w:t>"Правила сбора, хранения и удаления отходов лечебно-профилактических у</w:t>
      </w:r>
      <w:r w:rsidRPr="006614A7">
        <w:rPr>
          <w:rFonts w:cs="Arial"/>
          <w:color w:val="000000"/>
        </w:rPr>
        <w:t>ч</w:t>
      </w:r>
      <w:r w:rsidRPr="006614A7">
        <w:rPr>
          <w:rFonts w:cs="Arial"/>
          <w:color w:val="000000"/>
        </w:rPr>
        <w:t>реждений"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СанПиН 2.1.8/2.2.4.1383-03 Гигиенические требования к размещению и эксплуатации п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редающих радиотехнических объектов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 xml:space="preserve">СанПиН 2.1.8/2.2.4.2302-07 Гигиенические требования к размещению и </w:t>
      </w:r>
      <w:r w:rsidRPr="006614A7">
        <w:rPr>
          <w:rFonts w:cs="Arial"/>
          <w:color w:val="000000"/>
          <w:spacing w:val="-2"/>
        </w:rPr>
        <w:t>эксплуат</w:t>
      </w:r>
      <w:r w:rsidRPr="006614A7">
        <w:rPr>
          <w:rFonts w:cs="Arial"/>
          <w:color w:val="000000"/>
          <w:spacing w:val="-2"/>
        </w:rPr>
        <w:t>а</w:t>
      </w:r>
      <w:r w:rsidRPr="006614A7">
        <w:rPr>
          <w:rFonts w:cs="Arial"/>
          <w:color w:val="000000"/>
          <w:spacing w:val="-2"/>
        </w:rPr>
        <w:t>ции передающих радиотехнических объектов. Изменения № 1 к СанПиН</w:t>
      </w:r>
      <w:r w:rsidRPr="006614A7">
        <w:rPr>
          <w:rFonts w:cs="Arial"/>
          <w:color w:val="000000"/>
        </w:rPr>
        <w:t xml:space="preserve"> 2.1.8/2.2.4.1383-03</w:t>
      </w:r>
    </w:p>
    <w:p w:rsidR="00ED1449" w:rsidRPr="006614A7" w:rsidRDefault="00ED1449" w:rsidP="006614A7">
      <w:pPr>
        <w:pStyle w:val="Heading"/>
        <w:ind w:firstLine="709"/>
        <w:jc w:val="both"/>
        <w:rPr>
          <w:color w:val="000000"/>
          <w:sz w:val="24"/>
          <w:szCs w:val="24"/>
          <w:u w:val="single"/>
        </w:rPr>
      </w:pPr>
      <w:r w:rsidRPr="006614A7">
        <w:rPr>
          <w:bCs w:val="0"/>
          <w:color w:val="000000"/>
          <w:sz w:val="24"/>
          <w:szCs w:val="24"/>
          <w:u w:val="single"/>
        </w:rPr>
        <w:t>Санитарные нормы</w:t>
      </w:r>
      <w:r w:rsidRPr="006614A7">
        <w:rPr>
          <w:color w:val="000000"/>
          <w:sz w:val="24"/>
          <w:szCs w:val="24"/>
          <w:u w:val="single"/>
        </w:rPr>
        <w:t xml:space="preserve"> (СН)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2.2.4/2.1.8.562-96 Шум на рабочих местах, в помещениях жилых, общ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ственных зданий и на территории жилой застройки 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СН 2.2.4/2.1.8.566-96 Производственная вибрация, вибрация в пом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щениях жилых и общ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ственных зданий. Санитарные нормы</w:t>
      </w:r>
    </w:p>
    <w:p w:rsidR="00ED1449" w:rsidRPr="006614A7" w:rsidRDefault="00ED1449" w:rsidP="006614A7">
      <w:pPr>
        <w:pStyle w:val="Heading"/>
        <w:ind w:firstLine="709"/>
        <w:jc w:val="both"/>
        <w:rPr>
          <w:color w:val="000000"/>
          <w:sz w:val="24"/>
          <w:szCs w:val="24"/>
          <w:u w:val="single"/>
        </w:rPr>
      </w:pPr>
      <w:r w:rsidRPr="006614A7">
        <w:rPr>
          <w:bCs w:val="0"/>
          <w:color w:val="000000"/>
          <w:sz w:val="24"/>
          <w:szCs w:val="24"/>
          <w:u w:val="single"/>
        </w:rPr>
        <w:t>Санитарные правила</w:t>
      </w:r>
      <w:r w:rsidRPr="006614A7">
        <w:rPr>
          <w:color w:val="000000"/>
          <w:sz w:val="24"/>
          <w:szCs w:val="24"/>
          <w:u w:val="single"/>
        </w:rPr>
        <w:t xml:space="preserve"> (СП)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2.6.1.758-99 (НРБ-99) Нормы радиационной безопасности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2.6.1.799-99 (ОСПОРБ 99) Основные санитарные правила обеспечения ради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ционной безопасности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2.6.1.1292-03 Гигиенические требования по ограничению облуч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ния населения за счет природных источников ионизирующего излуч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2.1.5.1059-01 Гигиенические требования к охране подземных вод от загрязн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2.1.7.1038-01 Гигиенические требования к устройству и содержанию п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лигонов для твердых бытовых отходов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2.1.7.1386-03 Санитарные правила по определению класса опасности токсичных отх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дов производства и потребления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2.2.1.1312-03 Гигиенические требования к проектированию вновь строящихся и реко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>струируемых промышленных предприятий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СП 2524-82</w:t>
      </w:r>
      <w:r w:rsidRPr="006614A7">
        <w:rPr>
          <w:rFonts w:cs="Arial"/>
          <w:color w:val="000000"/>
        </w:rPr>
        <w:t xml:space="preserve"> "Санитарные правила по сбору, хранению, транспортировке и перви</w:t>
      </w:r>
      <w:r w:rsidRPr="006614A7">
        <w:rPr>
          <w:rFonts w:cs="Arial"/>
          <w:color w:val="000000"/>
        </w:rPr>
        <w:t>ч</w:t>
      </w:r>
      <w:r w:rsidRPr="006614A7">
        <w:rPr>
          <w:rFonts w:cs="Arial"/>
          <w:color w:val="000000"/>
        </w:rPr>
        <w:t>ной обработке вторичного сырья."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СП 1896-78</w:t>
      </w:r>
      <w:r w:rsidRPr="006614A7">
        <w:rPr>
          <w:rFonts w:cs="Arial"/>
          <w:color w:val="000000"/>
        </w:rPr>
        <w:t xml:space="preserve"> "Ветеринарно-санитарные и гигиенические требования к устройству технологических линий удаления и утилизации навоза, получа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мого на животноводческих ко</w:t>
      </w:r>
      <w:r w:rsidRPr="006614A7">
        <w:rPr>
          <w:rFonts w:cs="Arial"/>
          <w:color w:val="000000"/>
        </w:rPr>
        <w:t>м</w:t>
      </w:r>
      <w:r w:rsidRPr="006614A7">
        <w:rPr>
          <w:rFonts w:cs="Arial"/>
          <w:color w:val="000000"/>
        </w:rPr>
        <w:t xml:space="preserve">плексах и фермах."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СП 1216-75</w:t>
      </w:r>
      <w:r w:rsidRPr="006614A7">
        <w:rPr>
          <w:rFonts w:cs="Arial"/>
          <w:color w:val="000000"/>
        </w:rPr>
        <w:t xml:space="preserve"> "Санитарные правила устройства и содержания сливных ста</w:t>
      </w:r>
      <w:r w:rsidRPr="006614A7">
        <w:rPr>
          <w:rFonts w:cs="Arial"/>
          <w:color w:val="000000"/>
        </w:rPr>
        <w:t>н</w:t>
      </w:r>
      <w:r w:rsidRPr="006614A7">
        <w:rPr>
          <w:rFonts w:cs="Arial"/>
          <w:color w:val="000000"/>
        </w:rPr>
        <w:t>ций."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СП 1049-73 </w:t>
      </w:r>
      <w:r w:rsidRPr="006614A7">
        <w:rPr>
          <w:rFonts w:cs="Arial"/>
          <w:color w:val="000000"/>
        </w:rPr>
        <w:t>"Санитарные правила по хранению, транспортировке и применению минеральных удобрений в сельском хозяйстве".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2.3.6.1066-01 Санитарно-эпидемиологические требования к организации то</w:t>
      </w:r>
      <w:r w:rsidRPr="006614A7">
        <w:rPr>
          <w:color w:val="000000"/>
          <w:sz w:val="24"/>
          <w:szCs w:val="24"/>
        </w:rPr>
        <w:t>р</w:t>
      </w:r>
      <w:r w:rsidRPr="006614A7">
        <w:rPr>
          <w:color w:val="000000"/>
          <w:sz w:val="24"/>
          <w:szCs w:val="24"/>
        </w:rPr>
        <w:t>говли и обороту в них продовольственного сырья и пищевых продуктов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2.3.6.1079-01 Санитарно-эпидемиологические требования к организациям общественного питания, изготовлению и оборотоспособн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сти в них пищевых продуктов и продовольстве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>ного сырья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2.4.4.969-00 Гигиенические требования к устройству, содержанию и организ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 xml:space="preserve">ции режима работы в оздоровительных учреждениях с дневным </w:t>
      </w:r>
      <w:r w:rsidRPr="006614A7">
        <w:rPr>
          <w:color w:val="000000"/>
          <w:sz w:val="24"/>
          <w:szCs w:val="24"/>
        </w:rPr>
        <w:lastRenderedPageBreak/>
        <w:t>пребыванием детей в п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риод каникул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2.4.990-00 Гигиенические требования к устройству, содержанию, организации режима работы в детских домах и школах-интернатах для детей-сирот и детей, оставши</w:t>
      </w:r>
      <w:r w:rsidRPr="006614A7">
        <w:rPr>
          <w:rFonts w:cs="Arial"/>
          <w:color w:val="000000"/>
        </w:rPr>
        <w:t>х</w:t>
      </w:r>
      <w:r w:rsidRPr="006614A7">
        <w:rPr>
          <w:rFonts w:cs="Arial"/>
          <w:color w:val="000000"/>
        </w:rPr>
        <w:t>ся без попечения родителей</w:t>
      </w:r>
    </w:p>
    <w:p w:rsidR="00ED1449" w:rsidRPr="006614A7" w:rsidRDefault="00ED1449" w:rsidP="006614A7">
      <w:pPr>
        <w:widowControl w:val="0"/>
        <w:tabs>
          <w:tab w:val="left" w:pos="2281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1567-76 Санитарные правила устройства и содержания мест занятий по физич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ской культуре и спорту</w:t>
      </w:r>
    </w:p>
    <w:p w:rsidR="00ED1449" w:rsidRPr="006614A7" w:rsidRDefault="00ED1449" w:rsidP="006614A7">
      <w:pPr>
        <w:tabs>
          <w:tab w:val="left" w:pos="2281"/>
        </w:tabs>
        <w:ind w:firstLine="709"/>
        <w:rPr>
          <w:rFonts w:cs="Arial"/>
          <w:bCs/>
          <w:color w:val="000000"/>
        </w:rPr>
      </w:pPr>
      <w:r w:rsidRPr="006614A7">
        <w:rPr>
          <w:rFonts w:cs="Arial"/>
          <w:color w:val="000000"/>
        </w:rPr>
        <w:t>СП 4076-86 Санитарные правила устройства, оборудования, соде</w:t>
      </w:r>
      <w:r w:rsidRPr="006614A7">
        <w:rPr>
          <w:rFonts w:cs="Arial"/>
          <w:color w:val="000000"/>
        </w:rPr>
        <w:t>р</w:t>
      </w:r>
      <w:r w:rsidRPr="006614A7">
        <w:rPr>
          <w:rFonts w:cs="Arial"/>
          <w:color w:val="000000"/>
        </w:rPr>
        <w:t>жания и режима специальных общеобразовательных школ-интернатов для детей, име</w:t>
      </w:r>
      <w:r w:rsidRPr="006614A7">
        <w:rPr>
          <w:rFonts w:cs="Arial"/>
          <w:color w:val="000000"/>
        </w:rPr>
        <w:t>ю</w:t>
      </w:r>
      <w:r w:rsidRPr="006614A7">
        <w:rPr>
          <w:rFonts w:cs="Arial"/>
          <w:color w:val="000000"/>
        </w:rPr>
        <w:t>щих недостатки в физическом и умственном развитии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СП 42-121-4719-88</w:t>
      </w:r>
      <w:r w:rsidRPr="006614A7">
        <w:rPr>
          <w:rFonts w:cs="Arial"/>
          <w:color w:val="000000"/>
        </w:rPr>
        <w:t xml:space="preserve">  Санитарные правила устройства, оборудования и содержания общежитий для рабочих, студентов, учащихся средних спец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альных учебных заведений и профессионально-технических уч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 xml:space="preserve">лищ.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>СП 3215-85</w:t>
      </w:r>
      <w:r w:rsidRPr="006614A7">
        <w:rPr>
          <w:rFonts w:cs="Arial"/>
          <w:color w:val="000000"/>
        </w:rPr>
        <w:t xml:space="preserve"> Санитарно-гигиенические требования к организации режима и условий обучения школьников в межшкольных учебно-производственных комб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 xml:space="preserve">натах и в цехах базовых предприятий.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СП 1567-76  </w:t>
      </w:r>
      <w:r w:rsidRPr="006614A7">
        <w:rPr>
          <w:rFonts w:cs="Arial"/>
          <w:color w:val="000000"/>
        </w:rPr>
        <w:t>Санитарные правила устройства и содержания мест занятий физич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 xml:space="preserve">ской культурой и спортом </w:t>
      </w:r>
    </w:p>
    <w:p w:rsidR="00ED1449" w:rsidRPr="006614A7" w:rsidRDefault="00ED1449" w:rsidP="006614A7">
      <w:pPr>
        <w:pStyle w:val="a8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bCs/>
          <w:color w:val="000000"/>
        </w:rPr>
        <w:t xml:space="preserve">СП 2.4.4.969-00 </w:t>
      </w:r>
      <w:r w:rsidRPr="006614A7">
        <w:rPr>
          <w:rFonts w:cs="Arial"/>
          <w:color w:val="000000"/>
        </w:rPr>
        <w:t>Гигиенические требования к устройству, содержанию, орг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низации режима работы в оздоровительных учреждениях с дневным пребыван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 xml:space="preserve">ем детей в период каникул </w:t>
      </w:r>
    </w:p>
    <w:p w:rsidR="00ED1449" w:rsidRPr="006614A7" w:rsidRDefault="00ED1449" w:rsidP="006614A7">
      <w:pPr>
        <w:pStyle w:val="1"/>
        <w:ind w:firstLine="709"/>
        <w:jc w:val="both"/>
        <w:rPr>
          <w:color w:val="000000"/>
          <w:u w:val="single"/>
        </w:rPr>
      </w:pPr>
      <w:bookmarkStart w:id="39" w:name="_Toc277842809"/>
      <w:bookmarkStart w:id="40" w:name="_Toc277843047"/>
      <w:bookmarkStart w:id="41" w:name="_Toc297163359"/>
      <w:r w:rsidRPr="006614A7">
        <w:rPr>
          <w:color w:val="000000"/>
          <w:u w:val="single"/>
        </w:rPr>
        <w:t>Гигиенические нормативы (ГН)</w:t>
      </w:r>
      <w:bookmarkEnd w:id="39"/>
      <w:bookmarkEnd w:id="40"/>
      <w:bookmarkEnd w:id="41"/>
    </w:p>
    <w:p w:rsidR="00ED1449" w:rsidRPr="006614A7" w:rsidRDefault="00ED1449" w:rsidP="006614A7">
      <w:pPr>
        <w:pStyle w:val="1"/>
        <w:widowControl w:val="0"/>
        <w:ind w:firstLine="709"/>
        <w:jc w:val="both"/>
        <w:rPr>
          <w:b w:val="0"/>
          <w:color w:val="000000"/>
        </w:rPr>
      </w:pPr>
      <w:bookmarkStart w:id="42" w:name="_Toc277842810"/>
      <w:bookmarkStart w:id="43" w:name="_Toc277843048"/>
      <w:bookmarkStart w:id="44" w:name="_Toc297163360"/>
      <w:r w:rsidRPr="006614A7">
        <w:rPr>
          <w:b w:val="0"/>
          <w:color w:val="000000"/>
        </w:rPr>
        <w:t>ГН 2.1.5.1315-03 Предельно допустимые концентрации (ПДК) химич</w:t>
      </w:r>
      <w:r w:rsidRPr="006614A7">
        <w:rPr>
          <w:b w:val="0"/>
          <w:color w:val="000000"/>
        </w:rPr>
        <w:t>е</w:t>
      </w:r>
      <w:r w:rsidRPr="006614A7">
        <w:rPr>
          <w:b w:val="0"/>
          <w:color w:val="000000"/>
        </w:rPr>
        <w:t>ских веществ в воде водных объектов хозяйственно-питьевого и культурно-бытового в</w:t>
      </w:r>
      <w:r w:rsidRPr="006614A7">
        <w:rPr>
          <w:b w:val="0"/>
          <w:color w:val="000000"/>
        </w:rPr>
        <w:t>о</w:t>
      </w:r>
      <w:r w:rsidRPr="006614A7">
        <w:rPr>
          <w:b w:val="0"/>
          <w:color w:val="000000"/>
        </w:rPr>
        <w:t>допользования</w:t>
      </w:r>
      <w:bookmarkEnd w:id="42"/>
      <w:bookmarkEnd w:id="43"/>
      <w:bookmarkEnd w:id="44"/>
    </w:p>
    <w:p w:rsidR="00ED1449" w:rsidRPr="006614A7" w:rsidRDefault="00ED1449" w:rsidP="006614A7">
      <w:pPr>
        <w:pStyle w:val="1"/>
        <w:widowControl w:val="0"/>
        <w:ind w:firstLine="709"/>
        <w:jc w:val="both"/>
        <w:rPr>
          <w:b w:val="0"/>
          <w:bCs w:val="0"/>
          <w:caps/>
          <w:color w:val="000000"/>
        </w:rPr>
      </w:pPr>
      <w:bookmarkStart w:id="45" w:name="_Toc277842811"/>
      <w:bookmarkStart w:id="46" w:name="_Toc277843049"/>
      <w:bookmarkStart w:id="47" w:name="_Toc297163361"/>
      <w:r w:rsidRPr="006614A7">
        <w:rPr>
          <w:b w:val="0"/>
          <w:color w:val="000000"/>
        </w:rPr>
        <w:t>ГН 2.1.5.2307-07 Ориентировочные допустимые уровни (ОДУ) химических в</w:t>
      </w:r>
      <w:r w:rsidRPr="006614A7">
        <w:rPr>
          <w:b w:val="0"/>
          <w:color w:val="000000"/>
        </w:rPr>
        <w:t>е</w:t>
      </w:r>
      <w:r w:rsidRPr="006614A7">
        <w:rPr>
          <w:b w:val="0"/>
          <w:color w:val="000000"/>
        </w:rPr>
        <w:t>ществ в воде водных объектов хозяйственно-питьевого и культурно-бытового водопол</w:t>
      </w:r>
      <w:r w:rsidRPr="006614A7">
        <w:rPr>
          <w:b w:val="0"/>
          <w:color w:val="000000"/>
        </w:rPr>
        <w:t>ь</w:t>
      </w:r>
      <w:r w:rsidRPr="006614A7">
        <w:rPr>
          <w:b w:val="0"/>
          <w:color w:val="000000"/>
        </w:rPr>
        <w:t>зования</w:t>
      </w:r>
      <w:bookmarkEnd w:id="45"/>
      <w:bookmarkEnd w:id="46"/>
      <w:bookmarkEnd w:id="47"/>
    </w:p>
    <w:p w:rsidR="00ED1449" w:rsidRPr="006614A7" w:rsidRDefault="00ED1449" w:rsidP="006614A7">
      <w:pPr>
        <w:pStyle w:val="1"/>
        <w:widowControl w:val="0"/>
        <w:ind w:firstLine="709"/>
        <w:jc w:val="both"/>
        <w:rPr>
          <w:b w:val="0"/>
          <w:color w:val="000000"/>
        </w:rPr>
      </w:pPr>
      <w:bookmarkStart w:id="48" w:name="_Toc277842812"/>
      <w:bookmarkStart w:id="49" w:name="_Toc277843050"/>
      <w:bookmarkStart w:id="50" w:name="_Toc297163362"/>
      <w:r w:rsidRPr="006614A7">
        <w:rPr>
          <w:b w:val="0"/>
          <w:color w:val="000000"/>
        </w:rPr>
        <w:t>ГН 2.1.6.1338-03 Предельно допустимые концентрации (ПДК) загрязняющих в</w:t>
      </w:r>
      <w:r w:rsidRPr="006614A7">
        <w:rPr>
          <w:b w:val="0"/>
          <w:color w:val="000000"/>
        </w:rPr>
        <w:t>е</w:t>
      </w:r>
      <w:r w:rsidRPr="006614A7">
        <w:rPr>
          <w:b w:val="0"/>
          <w:color w:val="000000"/>
        </w:rPr>
        <w:t>ществ в атмосферном воздухе населенных мест</w:t>
      </w:r>
      <w:bookmarkEnd w:id="48"/>
      <w:bookmarkEnd w:id="49"/>
      <w:bookmarkEnd w:id="50"/>
    </w:p>
    <w:p w:rsidR="00ED1449" w:rsidRPr="006614A7" w:rsidRDefault="00ED1449" w:rsidP="006614A7">
      <w:pPr>
        <w:pStyle w:val="1"/>
        <w:widowControl w:val="0"/>
        <w:ind w:firstLine="709"/>
        <w:jc w:val="both"/>
        <w:rPr>
          <w:b w:val="0"/>
          <w:color w:val="000000"/>
        </w:rPr>
      </w:pPr>
      <w:bookmarkStart w:id="51" w:name="_Toc277842813"/>
      <w:bookmarkStart w:id="52" w:name="_Toc277843051"/>
      <w:bookmarkStart w:id="53" w:name="_Toc297163363"/>
      <w:r w:rsidRPr="006614A7">
        <w:rPr>
          <w:b w:val="0"/>
          <w:color w:val="000000"/>
          <w:spacing w:val="-2"/>
        </w:rPr>
        <w:t>ГН 2.1.6.2309-07 Ориентировочные безопасные уровни воздействия (ОБУВ)</w:t>
      </w:r>
      <w:r w:rsidRPr="006614A7">
        <w:rPr>
          <w:b w:val="0"/>
          <w:color w:val="000000"/>
        </w:rPr>
        <w:t xml:space="preserve"> загрязняющих веществ в атмосферном воздухе населе</w:t>
      </w:r>
      <w:r w:rsidRPr="006614A7">
        <w:rPr>
          <w:b w:val="0"/>
          <w:color w:val="000000"/>
        </w:rPr>
        <w:t>н</w:t>
      </w:r>
      <w:r w:rsidRPr="006614A7">
        <w:rPr>
          <w:b w:val="0"/>
          <w:color w:val="000000"/>
        </w:rPr>
        <w:t>ных мест</w:t>
      </w:r>
      <w:bookmarkEnd w:id="51"/>
      <w:bookmarkEnd w:id="52"/>
      <w:bookmarkEnd w:id="53"/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ГН 2.1.7.2041-06 Предельно допустимые концентрации (ПДК) химических веществ в почве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ГН 2.1.7.2511-09 Ориентировочно допустимые концентрации (ОДК) химических веществ в почве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ГН 2.1.8/2.2.4.2262-07 Предельно допустимые уровни магнитных полей частотой 50 Гц в помещениях жилых, общественных зданий и на селитебных терр</w:t>
      </w:r>
      <w:r w:rsidRPr="006614A7">
        <w:rPr>
          <w:rFonts w:cs="Arial"/>
          <w:color w:val="000000"/>
        </w:rPr>
        <w:t>и</w:t>
      </w:r>
      <w:r w:rsidRPr="006614A7">
        <w:rPr>
          <w:rFonts w:cs="Arial"/>
          <w:color w:val="000000"/>
        </w:rPr>
        <w:t>ториях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Руководящие документы (РД, СО)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РД 34.20.185-94 (СО 153-34.20.185-94) Инструкция по проектированию городских эле</w:t>
      </w:r>
      <w:r w:rsidRPr="006614A7">
        <w:rPr>
          <w:rFonts w:cs="Arial"/>
          <w:color w:val="000000"/>
        </w:rPr>
        <w:t>к</w:t>
      </w:r>
      <w:r w:rsidRPr="006614A7">
        <w:rPr>
          <w:rFonts w:cs="Arial"/>
          <w:color w:val="000000"/>
        </w:rPr>
        <w:t>трических сетей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РД 45.120-2000 (НТП 112-2000) Нормы технологического проектирования. Горо</w:t>
      </w:r>
      <w:r w:rsidRPr="006614A7">
        <w:rPr>
          <w:rFonts w:cs="Arial"/>
          <w:color w:val="000000"/>
        </w:rPr>
        <w:t>д</w:t>
      </w:r>
      <w:r w:rsidRPr="006614A7">
        <w:rPr>
          <w:rFonts w:cs="Arial"/>
          <w:color w:val="000000"/>
        </w:rPr>
        <w:t>ские и сельские телефонные сети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lastRenderedPageBreak/>
        <w:t>РД 52.04.212-86 (ОНД 86) Методика расчета концентраций в атмосферном воздухе вре</w:t>
      </w:r>
      <w:r w:rsidRPr="006614A7">
        <w:rPr>
          <w:rFonts w:cs="Arial"/>
          <w:color w:val="000000"/>
        </w:rPr>
        <w:t>д</w:t>
      </w:r>
      <w:r w:rsidRPr="006614A7">
        <w:rPr>
          <w:rFonts w:cs="Arial"/>
          <w:color w:val="000000"/>
        </w:rPr>
        <w:t>ных веществ содержащихся в выбросах предприятий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СО 153-34.21.122-2003 Инструкцию по устройству молниезащиты зданий, соор</w:t>
      </w:r>
      <w:r w:rsidRPr="006614A7">
        <w:rPr>
          <w:rFonts w:cs="Arial"/>
          <w:color w:val="000000"/>
        </w:rPr>
        <w:t>у</w:t>
      </w:r>
      <w:r w:rsidRPr="006614A7">
        <w:rPr>
          <w:rFonts w:cs="Arial"/>
          <w:color w:val="000000"/>
        </w:rPr>
        <w:t>жений и промышленных коммуникаций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Руководящие документы в строительстве (РДС)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РДС 30-201-98 Инструкция о порядке проектирования и установления красных линий в г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родах и других поселениях Российской Федерации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РДС 35-201-99 Порядок реализации требований доступности для инвалидов к объектам с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циальной инфраструктуры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Методические документы в строительстве (МДС)</w:t>
      </w:r>
    </w:p>
    <w:p w:rsidR="00ED1449" w:rsidRPr="006614A7" w:rsidRDefault="00ED1449" w:rsidP="006614A7">
      <w:pPr>
        <w:widowControl w:val="0"/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МДС 32-1.2000 Рекомендации по проектированию вокзалов</w:t>
      </w:r>
    </w:p>
    <w:p w:rsidR="00ED1449" w:rsidRPr="006614A7" w:rsidRDefault="00ED1449" w:rsidP="006614A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sz w:val="24"/>
          <w:szCs w:val="24"/>
        </w:rPr>
      </w:pPr>
      <w:r w:rsidRPr="006614A7">
        <w:rPr>
          <w:rFonts w:ascii="Arial" w:hAnsi="Arial" w:cs="Arial"/>
          <w:sz w:val="24"/>
          <w:szCs w:val="24"/>
        </w:rPr>
        <w:t>МДС 30-1.99 Методические рекомендации по разработке схем зонирования территории г</w:t>
      </w:r>
      <w:r w:rsidRPr="006614A7">
        <w:rPr>
          <w:rFonts w:ascii="Arial" w:hAnsi="Arial" w:cs="Arial"/>
          <w:sz w:val="24"/>
          <w:szCs w:val="24"/>
        </w:rPr>
        <w:t>о</w:t>
      </w:r>
      <w:r w:rsidRPr="006614A7">
        <w:rPr>
          <w:rFonts w:ascii="Arial" w:hAnsi="Arial" w:cs="Arial"/>
          <w:sz w:val="24"/>
          <w:szCs w:val="24"/>
        </w:rPr>
        <w:t>родов</w:t>
      </w:r>
    </w:p>
    <w:p w:rsidR="00ED1449" w:rsidRPr="006614A7" w:rsidRDefault="00ED1449" w:rsidP="006614A7">
      <w:pPr>
        <w:pStyle w:val="txt"/>
        <w:widowControl w:val="0"/>
        <w:spacing w:before="0" w:beforeAutospacing="0" w:after="0" w:afterAutospacing="0"/>
        <w:ind w:firstLine="709"/>
        <w:rPr>
          <w:rFonts w:ascii="Arial" w:hAnsi="Arial" w:cs="Arial"/>
          <w:caps/>
          <w:sz w:val="24"/>
          <w:szCs w:val="24"/>
        </w:rPr>
      </w:pPr>
      <w:r w:rsidRPr="006614A7">
        <w:rPr>
          <w:rFonts w:ascii="Arial" w:hAnsi="Arial" w:cs="Arial"/>
          <w:caps/>
          <w:spacing w:val="-2"/>
          <w:sz w:val="24"/>
          <w:szCs w:val="24"/>
        </w:rPr>
        <w:t xml:space="preserve">МДС 35-1.2000 </w:t>
      </w:r>
      <w:r w:rsidRPr="006614A7">
        <w:rPr>
          <w:rFonts w:ascii="Arial" w:hAnsi="Arial" w:cs="Arial"/>
          <w:spacing w:val="-2"/>
          <w:sz w:val="24"/>
          <w:szCs w:val="24"/>
        </w:rPr>
        <w:t xml:space="preserve">Рекомендации по проектированию окружающей среды, зданий </w:t>
      </w:r>
      <w:r w:rsidRPr="006614A7">
        <w:rPr>
          <w:rFonts w:ascii="Arial" w:hAnsi="Arial" w:cs="Arial"/>
          <w:sz w:val="24"/>
          <w:szCs w:val="24"/>
        </w:rPr>
        <w:t>и сооружений с учетом потребностей инвалидов и других малом</w:t>
      </w:r>
      <w:r w:rsidRPr="006614A7">
        <w:rPr>
          <w:rFonts w:ascii="Arial" w:hAnsi="Arial" w:cs="Arial"/>
          <w:sz w:val="24"/>
          <w:szCs w:val="24"/>
        </w:rPr>
        <w:t>о</w:t>
      </w:r>
      <w:r w:rsidRPr="006614A7">
        <w:rPr>
          <w:rFonts w:ascii="Arial" w:hAnsi="Arial" w:cs="Arial"/>
          <w:sz w:val="24"/>
          <w:szCs w:val="24"/>
        </w:rPr>
        <w:t>бильных групп населения. Выпуск 1. «Общие положения»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</w:rPr>
      </w:pPr>
      <w:r w:rsidRPr="006614A7">
        <w:rPr>
          <w:rFonts w:cs="Arial"/>
          <w:caps/>
          <w:color w:val="000000"/>
          <w:spacing w:val="-2"/>
        </w:rPr>
        <w:t xml:space="preserve">МДС 35-2.2000 </w:t>
      </w:r>
      <w:r w:rsidRPr="006614A7">
        <w:rPr>
          <w:rFonts w:cs="Arial"/>
          <w:color w:val="000000"/>
          <w:spacing w:val="-2"/>
        </w:rPr>
        <w:t>Рекомендации по проектированию окружающей среды, зданий</w:t>
      </w:r>
      <w:r w:rsidRPr="006614A7">
        <w:rPr>
          <w:rFonts w:cs="Arial"/>
          <w:color w:val="000000"/>
        </w:rPr>
        <w:t xml:space="preserve"> и с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оружений с учетом потребностей инвалидов и других маломобильных групп населения. Выпуск 2. «Градостроительные требования»</w:t>
      </w: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b/>
          <w:color w:val="000000"/>
          <w:u w:val="single"/>
        </w:rPr>
      </w:pPr>
    </w:p>
    <w:p w:rsidR="00ED1449" w:rsidRPr="006614A7" w:rsidRDefault="00ED1449" w:rsidP="006614A7">
      <w:pPr>
        <w:pStyle w:val="a8"/>
        <w:widowControl w:val="0"/>
        <w:spacing w:before="0" w:beforeAutospacing="0" w:after="0" w:afterAutospacing="0"/>
        <w:ind w:firstLine="709"/>
        <w:rPr>
          <w:rFonts w:cs="Arial"/>
          <w:color w:val="000000"/>
          <w:u w:val="single"/>
        </w:rPr>
      </w:pPr>
      <w:r w:rsidRPr="006614A7">
        <w:rPr>
          <w:rFonts w:cs="Arial"/>
          <w:b/>
          <w:color w:val="000000"/>
          <w:u w:val="single"/>
        </w:rPr>
        <w:t>Нормы и правила пожарной безопасности (ППБ, НПБ</w:t>
      </w:r>
      <w:r w:rsidRPr="006614A7">
        <w:rPr>
          <w:rFonts w:cs="Arial"/>
          <w:color w:val="000000"/>
          <w:u w:val="single"/>
        </w:rPr>
        <w:t>)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ППБ 01-03 Правила пожарной безопасности в российской Федерации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1.13130.2009 Системы противопожарной защиты. Эвакуационные пути и вых</w:t>
      </w:r>
      <w:r w:rsidRPr="006614A7">
        <w:rPr>
          <w:rFonts w:cs="Arial"/>
          <w:color w:val="000000"/>
        </w:rPr>
        <w:t>о</w:t>
      </w:r>
      <w:r w:rsidRPr="006614A7">
        <w:rPr>
          <w:rFonts w:cs="Arial"/>
          <w:color w:val="000000"/>
        </w:rPr>
        <w:t>ды.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2.13130.2009 Системы противопожарной защиты. Обеспечение огнестойкости объектов защиты.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3.13130.2009. Системы противопожарной защиты. Система оповещения и управления эвакуацией людей при пожаре.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4 13130 2009 Системы противопожарной защиты Ограничение распростран</w:t>
      </w:r>
      <w:r w:rsidRPr="006614A7">
        <w:rPr>
          <w:rFonts w:cs="Arial"/>
          <w:color w:val="000000"/>
        </w:rPr>
        <w:t>е</w:t>
      </w:r>
      <w:r w:rsidRPr="006614A7">
        <w:rPr>
          <w:rFonts w:cs="Arial"/>
          <w:color w:val="000000"/>
        </w:rPr>
        <w:t>ния пожара на объектах защиты.</w:t>
      </w:r>
    </w:p>
    <w:p w:rsidR="00ED1449" w:rsidRPr="006614A7" w:rsidRDefault="00ED1449" w:rsidP="006614A7">
      <w:pPr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СП 5.13130.2009 Система противопожарной защиты. Установки пожарной сигнализации и пожаротушения автоматические. Нормы и правила проектиров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ния</w:t>
      </w:r>
      <w:r w:rsidRPr="006614A7">
        <w:rPr>
          <w:rFonts w:cs="Arial"/>
          <w:color w:val="000000"/>
          <w:spacing w:val="-2"/>
        </w:rPr>
        <w:t>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6.13130.2009 Системы противопожарной защиты. Электрооборудование. Тр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бования пожарной безопасности.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СП 7.13130.2009 Системы противопожарной защиты. Отопление вентиляция и кондиционирование.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8.13130.2009 Системы противопожарной защиты. Источники наружного прот</w:t>
      </w:r>
      <w:r w:rsidRPr="006614A7">
        <w:rPr>
          <w:color w:val="000000"/>
          <w:sz w:val="24"/>
          <w:szCs w:val="24"/>
        </w:rPr>
        <w:t>и</w:t>
      </w:r>
      <w:r w:rsidRPr="006614A7">
        <w:rPr>
          <w:color w:val="000000"/>
          <w:sz w:val="24"/>
          <w:szCs w:val="24"/>
        </w:rPr>
        <w:t>вопожарного водоснабжения.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9.13130.2009 Техника пожарная. Огнетушители.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10.13130.2009 Системы противопожарной защиты. Внутренний противопожа</w:t>
      </w:r>
      <w:r w:rsidRPr="006614A7">
        <w:rPr>
          <w:color w:val="000000"/>
          <w:sz w:val="24"/>
          <w:szCs w:val="24"/>
        </w:rPr>
        <w:t>р</w:t>
      </w:r>
      <w:r w:rsidRPr="006614A7">
        <w:rPr>
          <w:color w:val="000000"/>
          <w:sz w:val="24"/>
          <w:szCs w:val="24"/>
        </w:rPr>
        <w:t>ный водопровод.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11.13130.2009 Места дислокации подразделений пожарной охр</w:t>
      </w:r>
      <w:r w:rsidRPr="006614A7">
        <w:rPr>
          <w:color w:val="000000"/>
          <w:sz w:val="24"/>
          <w:szCs w:val="24"/>
        </w:rPr>
        <w:t>а</w:t>
      </w:r>
      <w:r w:rsidRPr="006614A7">
        <w:rPr>
          <w:color w:val="000000"/>
          <w:sz w:val="24"/>
          <w:szCs w:val="24"/>
        </w:rPr>
        <w:t>ны.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СП 12.13130.2009 Определение категорий помещений зданий и наружных устан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вок по взрывопожарной и пожарной опасности.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НПБ 101-95 Нормы проектирования объектов пожарной охраны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НПБ 111-98* Автозаправочные станции. Требования пожарной без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пасности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НПБ 250-97 Лифты для транспортирования пожарных подразделений в зданиях и соор</w:t>
      </w:r>
      <w:r w:rsidRPr="006614A7">
        <w:rPr>
          <w:color w:val="000000"/>
          <w:sz w:val="24"/>
          <w:szCs w:val="24"/>
        </w:rPr>
        <w:t>у</w:t>
      </w:r>
      <w:r w:rsidRPr="006614A7">
        <w:rPr>
          <w:color w:val="000000"/>
          <w:sz w:val="24"/>
          <w:szCs w:val="24"/>
        </w:rPr>
        <w:t>жениях. Общие технические требования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b/>
          <w:color w:val="000000"/>
          <w:sz w:val="24"/>
          <w:szCs w:val="24"/>
          <w:u w:val="single"/>
        </w:rPr>
      </w:pPr>
      <w:r w:rsidRPr="006614A7">
        <w:rPr>
          <w:b/>
          <w:color w:val="000000"/>
          <w:sz w:val="24"/>
          <w:szCs w:val="24"/>
          <w:u w:val="single"/>
        </w:rPr>
        <w:t>Правила безопасности (ПБ)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ПБ 09-540-03 Общие правила взрывобезопасности для </w:t>
      </w:r>
      <w:r w:rsidRPr="006614A7">
        <w:rPr>
          <w:color w:val="000000"/>
          <w:sz w:val="24"/>
          <w:szCs w:val="24"/>
        </w:rPr>
        <w:lastRenderedPageBreak/>
        <w:t>взрывопожароопасных химических, нефтехимических и нефтеперерабатывающих пр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изводств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ПБ 12-527-03 Правила безопасности при эксплуатации автомобильных заправочных ста</w:t>
      </w:r>
      <w:r w:rsidRPr="006614A7">
        <w:rPr>
          <w:color w:val="000000"/>
          <w:sz w:val="24"/>
          <w:szCs w:val="24"/>
        </w:rPr>
        <w:t>н</w:t>
      </w:r>
      <w:r w:rsidRPr="006614A7">
        <w:rPr>
          <w:color w:val="000000"/>
          <w:sz w:val="24"/>
          <w:szCs w:val="24"/>
        </w:rPr>
        <w:t>ций сжиженного газа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ПБ 12-529-03 Правила безопасности систем газораспределения и газопотре</w:t>
      </w:r>
      <w:r w:rsidRPr="006614A7">
        <w:rPr>
          <w:color w:val="000000"/>
          <w:sz w:val="24"/>
          <w:szCs w:val="24"/>
        </w:rPr>
        <w:t>б</w:t>
      </w:r>
      <w:r w:rsidRPr="006614A7">
        <w:rPr>
          <w:color w:val="000000"/>
          <w:sz w:val="24"/>
          <w:szCs w:val="24"/>
        </w:rPr>
        <w:t>ления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ПБ 12-609-03 Правила безопасности для объектов, использующих сжиженные углевод</w:t>
      </w:r>
      <w:r w:rsidRPr="006614A7">
        <w:rPr>
          <w:color w:val="000000"/>
          <w:sz w:val="24"/>
          <w:szCs w:val="24"/>
        </w:rPr>
        <w:t>о</w:t>
      </w:r>
      <w:r w:rsidRPr="006614A7">
        <w:rPr>
          <w:color w:val="000000"/>
          <w:sz w:val="24"/>
          <w:szCs w:val="24"/>
        </w:rPr>
        <w:t>родные газы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b/>
          <w:color w:val="000000"/>
          <w:sz w:val="24"/>
          <w:szCs w:val="24"/>
          <w:u w:val="single"/>
        </w:rPr>
      </w:pPr>
      <w:r w:rsidRPr="006614A7">
        <w:rPr>
          <w:b/>
          <w:color w:val="000000"/>
          <w:sz w:val="24"/>
          <w:szCs w:val="24"/>
          <w:u w:val="single"/>
        </w:rPr>
        <w:t>Другие документы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Правила охраны газораспределительных сетей, утв. Постановлением Правительства Ро</w:t>
      </w:r>
      <w:r w:rsidRPr="006614A7">
        <w:rPr>
          <w:color w:val="000000"/>
          <w:sz w:val="24"/>
          <w:szCs w:val="24"/>
        </w:rPr>
        <w:t>с</w:t>
      </w:r>
      <w:r w:rsidRPr="006614A7">
        <w:rPr>
          <w:color w:val="000000"/>
          <w:sz w:val="24"/>
          <w:szCs w:val="24"/>
        </w:rPr>
        <w:t>сийской Федерации от 20 ноября 2000 г. № 878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 xml:space="preserve">Правила устройства электроустановок (ПУЭ). </w:t>
      </w:r>
    </w:p>
    <w:p w:rsidR="00ED1449" w:rsidRPr="006614A7" w:rsidRDefault="00ED1449" w:rsidP="006614A7">
      <w:pPr>
        <w:pStyle w:val="ConsNormal"/>
        <w:ind w:right="0" w:firstLine="709"/>
        <w:jc w:val="both"/>
        <w:rPr>
          <w:color w:val="000000"/>
          <w:sz w:val="24"/>
          <w:szCs w:val="24"/>
        </w:rPr>
      </w:pPr>
      <w:r w:rsidRPr="006614A7">
        <w:rPr>
          <w:color w:val="000000"/>
          <w:sz w:val="24"/>
          <w:szCs w:val="24"/>
        </w:rPr>
        <w:t>Положение о технич</w:t>
      </w:r>
      <w:r w:rsidRPr="006614A7">
        <w:rPr>
          <w:color w:val="000000"/>
          <w:sz w:val="24"/>
          <w:szCs w:val="24"/>
        </w:rPr>
        <w:t>е</w:t>
      </w:r>
      <w:r w:rsidRPr="006614A7">
        <w:rPr>
          <w:color w:val="000000"/>
          <w:sz w:val="24"/>
          <w:szCs w:val="24"/>
        </w:rPr>
        <w:t>ской политике ОАО «ФСК ЕЭС» от 2.06.2006 г.</w:t>
      </w:r>
    </w:p>
    <w:p w:rsidR="00C57301" w:rsidRPr="006614A7" w:rsidRDefault="00ED1449" w:rsidP="006614A7">
      <w:pPr>
        <w:tabs>
          <w:tab w:val="left" w:pos="3523"/>
        </w:tabs>
        <w:ind w:firstLine="709"/>
        <w:rPr>
          <w:rFonts w:cs="Arial"/>
          <w:color w:val="000000"/>
        </w:rPr>
      </w:pPr>
      <w:r w:rsidRPr="006614A7">
        <w:rPr>
          <w:rFonts w:cs="Arial"/>
          <w:color w:val="000000"/>
        </w:rPr>
        <w:t>Рекомендации по контролю за состоянием грунтовых вод в районе размещения золоотв</w:t>
      </w:r>
      <w:r w:rsidRPr="006614A7">
        <w:rPr>
          <w:rFonts w:cs="Arial"/>
          <w:color w:val="000000"/>
        </w:rPr>
        <w:t>а</w:t>
      </w:r>
      <w:r w:rsidRPr="006614A7">
        <w:rPr>
          <w:rFonts w:cs="Arial"/>
          <w:color w:val="000000"/>
        </w:rPr>
        <w:t>лов ТЭС</w:t>
      </w:r>
    </w:p>
    <w:sectPr w:rsidR="00C57301" w:rsidRPr="006614A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7AB" w:rsidRDefault="00FF07AB">
      <w:r>
        <w:separator/>
      </w:r>
    </w:p>
  </w:endnote>
  <w:endnote w:type="continuationSeparator" w:id="0">
    <w:p w:rsidR="00FF07AB" w:rsidRDefault="00FF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altName w:val="Kozuka Mincho Pro 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7AB" w:rsidRDefault="00FF07AB">
      <w:r>
        <w:separator/>
      </w:r>
    </w:p>
  </w:footnote>
  <w:footnote w:type="continuationSeparator" w:id="0">
    <w:p w:rsidR="00FF07AB" w:rsidRDefault="00FF07AB">
      <w:r>
        <w:continuationSeparator/>
      </w:r>
    </w:p>
  </w:footnote>
  <w:footnote w:id="1">
    <w:p w:rsidR="0053501A" w:rsidRDefault="0053501A" w:rsidP="0053501A">
      <w:pPr>
        <w:pStyle w:val="a7"/>
        <w:tabs>
          <w:tab w:val="left" w:pos="708"/>
        </w:tabs>
      </w:pPr>
      <w:r>
        <w:rPr>
          <w:rStyle w:val="af9"/>
        </w:rPr>
        <w:footnoteRef/>
      </w:r>
      <w:r>
        <w:t xml:space="preserve"> При наличии среднеэтажной жилой застройки</w:t>
      </w:r>
    </w:p>
  </w:footnote>
  <w:footnote w:id="2">
    <w:p w:rsidR="0053501A" w:rsidRDefault="0053501A" w:rsidP="0053501A">
      <w:pPr>
        <w:pStyle w:val="a7"/>
        <w:tabs>
          <w:tab w:val="left" w:pos="708"/>
        </w:tabs>
      </w:pPr>
      <w:r>
        <w:rPr>
          <w:rStyle w:val="af9"/>
        </w:rPr>
        <w:footnoteRef/>
      </w:r>
      <w:r>
        <w:t xml:space="preserve"> При наличии на территории поселения данных зон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4A7" w:rsidRDefault="006614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4A49D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D3E5F"/>
    <w:multiLevelType w:val="hybridMultilevel"/>
    <w:tmpl w:val="DC88F3D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D917F5"/>
    <w:multiLevelType w:val="hybridMultilevel"/>
    <w:tmpl w:val="B1FEEB32"/>
    <w:lvl w:ilvl="0" w:tplc="C24693A0">
      <w:start w:val="1"/>
      <w:numFmt w:val="bullet"/>
      <w:lvlText w:val=""/>
      <w:lvlJc w:val="left"/>
      <w:pPr>
        <w:tabs>
          <w:tab w:val="num" w:pos="227"/>
        </w:tabs>
        <w:ind w:left="5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">
    <w:nsid w:val="071270FC"/>
    <w:multiLevelType w:val="hybridMultilevel"/>
    <w:tmpl w:val="6B006848"/>
    <w:lvl w:ilvl="0" w:tplc="C234E6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2D20F2"/>
    <w:multiLevelType w:val="hybridMultilevel"/>
    <w:tmpl w:val="52A28F18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DFD4631"/>
    <w:multiLevelType w:val="hybridMultilevel"/>
    <w:tmpl w:val="ACACF39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21F70F0"/>
    <w:multiLevelType w:val="hybridMultilevel"/>
    <w:tmpl w:val="0318159A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3542522"/>
    <w:multiLevelType w:val="hybridMultilevel"/>
    <w:tmpl w:val="99DAC3FA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65A2B5C"/>
    <w:multiLevelType w:val="hybridMultilevel"/>
    <w:tmpl w:val="3BD8592A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992FF1"/>
    <w:multiLevelType w:val="hybridMultilevel"/>
    <w:tmpl w:val="17464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461412"/>
    <w:multiLevelType w:val="hybridMultilevel"/>
    <w:tmpl w:val="D24EAD42"/>
    <w:lvl w:ilvl="0" w:tplc="C2469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17341A"/>
    <w:multiLevelType w:val="hybridMultilevel"/>
    <w:tmpl w:val="8FD69874"/>
    <w:lvl w:ilvl="0" w:tplc="C24693A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</w:lvl>
    <w:lvl w:ilvl="1" w:tplc="04190003">
      <w:start w:val="1"/>
      <w:numFmt w:val="russianLower"/>
      <w:lvlText w:val="%2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2" w:tplc="04190005">
      <w:start w:val="1"/>
      <w:numFmt w:val="decimal"/>
      <w:lvlText w:val="%3)"/>
      <w:lvlJc w:val="left"/>
      <w:pPr>
        <w:tabs>
          <w:tab w:val="num" w:pos="6660"/>
        </w:tabs>
        <w:ind w:left="666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12">
    <w:nsid w:val="1DBE3C66"/>
    <w:multiLevelType w:val="hybridMultilevel"/>
    <w:tmpl w:val="9FB21CEC"/>
    <w:lvl w:ilvl="0" w:tplc="0419000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8BA60550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1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C311D8B"/>
    <w:multiLevelType w:val="hybridMultilevel"/>
    <w:tmpl w:val="2F50642C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D472CBB"/>
    <w:multiLevelType w:val="hybridMultilevel"/>
    <w:tmpl w:val="647699A0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F9F1CC7"/>
    <w:multiLevelType w:val="hybridMultilevel"/>
    <w:tmpl w:val="8ECA4112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29A773D"/>
    <w:multiLevelType w:val="hybridMultilevel"/>
    <w:tmpl w:val="55E0CBFE"/>
    <w:lvl w:ilvl="0" w:tplc="C24693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D54AB9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A603279"/>
    <w:multiLevelType w:val="hybridMultilevel"/>
    <w:tmpl w:val="12A23F0A"/>
    <w:lvl w:ilvl="0" w:tplc="FF4463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194812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4F76CD1"/>
    <w:multiLevelType w:val="hybridMultilevel"/>
    <w:tmpl w:val="0CD46CBE"/>
    <w:lvl w:ilvl="0" w:tplc="FF4463F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9660184"/>
    <w:multiLevelType w:val="hybridMultilevel"/>
    <w:tmpl w:val="9AEE0D0E"/>
    <w:lvl w:ilvl="0" w:tplc="C24693A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A7777A2"/>
    <w:multiLevelType w:val="hybridMultilevel"/>
    <w:tmpl w:val="212885A0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69555C5"/>
    <w:multiLevelType w:val="hybridMultilevel"/>
    <w:tmpl w:val="407A0E6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AF6D18"/>
    <w:multiLevelType w:val="hybridMultilevel"/>
    <w:tmpl w:val="53BCAE24"/>
    <w:lvl w:ilvl="0" w:tplc="FF4463F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D63FC0"/>
    <w:multiLevelType w:val="hybridMultilevel"/>
    <w:tmpl w:val="BBF4062C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5FE75ED5"/>
    <w:multiLevelType w:val="hybridMultilevel"/>
    <w:tmpl w:val="A99EAB4C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5FD6B61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8BE00F5"/>
    <w:multiLevelType w:val="hybridMultilevel"/>
    <w:tmpl w:val="D3F02F82"/>
    <w:lvl w:ilvl="0" w:tplc="FF4463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91E6027"/>
    <w:multiLevelType w:val="multilevel"/>
    <w:tmpl w:val="237CA02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0">
    <w:nsid w:val="6AF92788"/>
    <w:multiLevelType w:val="hybridMultilevel"/>
    <w:tmpl w:val="53BCAE24"/>
    <w:lvl w:ilvl="0" w:tplc="C2469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207749"/>
    <w:multiLevelType w:val="hybridMultilevel"/>
    <w:tmpl w:val="F48C5CE0"/>
    <w:lvl w:ilvl="0" w:tplc="FF4463F6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2">
    <w:nsid w:val="6E853C10"/>
    <w:multiLevelType w:val="hybridMultilevel"/>
    <w:tmpl w:val="DEC2651A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21973BF"/>
    <w:multiLevelType w:val="hybridMultilevel"/>
    <w:tmpl w:val="9208BEA2"/>
    <w:lvl w:ilvl="0" w:tplc="C24693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58C3BEF"/>
    <w:multiLevelType w:val="hybridMultilevel"/>
    <w:tmpl w:val="EEC0C606"/>
    <w:lvl w:ilvl="0" w:tplc="C24693A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"/>
  </w:num>
  <w:num w:numId="9">
    <w:abstractNumId w:val="12"/>
  </w:num>
  <w:num w:numId="10">
    <w:abstractNumId w:val="31"/>
  </w:num>
  <w:num w:numId="11">
    <w:abstractNumId w:val="32"/>
  </w:num>
  <w:num w:numId="12">
    <w:abstractNumId w:val="13"/>
  </w:num>
  <w:num w:numId="13">
    <w:abstractNumId w:val="14"/>
  </w:num>
  <w:num w:numId="14">
    <w:abstractNumId w:val="34"/>
  </w:num>
  <w:num w:numId="15">
    <w:abstractNumId w:val="15"/>
  </w:num>
  <w:num w:numId="16">
    <w:abstractNumId w:val="10"/>
  </w:num>
  <w:num w:numId="17">
    <w:abstractNumId w:val="18"/>
  </w:num>
  <w:num w:numId="18">
    <w:abstractNumId w:val="7"/>
  </w:num>
  <w:num w:numId="19">
    <w:abstractNumId w:val="20"/>
  </w:num>
  <w:num w:numId="20">
    <w:abstractNumId w:val="11"/>
  </w:num>
  <w:num w:numId="21">
    <w:abstractNumId w:val="22"/>
  </w:num>
  <w:num w:numId="22">
    <w:abstractNumId w:val="33"/>
  </w:num>
  <w:num w:numId="23">
    <w:abstractNumId w:val="28"/>
  </w:num>
  <w:num w:numId="24">
    <w:abstractNumId w:val="5"/>
  </w:num>
  <w:num w:numId="25">
    <w:abstractNumId w:val="26"/>
  </w:num>
  <w:num w:numId="26">
    <w:abstractNumId w:val="6"/>
  </w:num>
  <w:num w:numId="27">
    <w:abstractNumId w:val="3"/>
  </w:num>
  <w:num w:numId="28">
    <w:abstractNumId w:val="4"/>
  </w:num>
  <w:num w:numId="29">
    <w:abstractNumId w:val="1"/>
  </w:num>
  <w:num w:numId="30">
    <w:abstractNumId w:val="21"/>
  </w:num>
  <w:num w:numId="31">
    <w:abstractNumId w:val="8"/>
  </w:num>
  <w:num w:numId="32">
    <w:abstractNumId w:val="27"/>
  </w:num>
  <w:num w:numId="33">
    <w:abstractNumId w:val="19"/>
  </w:num>
  <w:num w:numId="34">
    <w:abstractNumId w:val="30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01A"/>
    <w:rsid w:val="000A29E0"/>
    <w:rsid w:val="00122D1F"/>
    <w:rsid w:val="00142DFE"/>
    <w:rsid w:val="00197BB9"/>
    <w:rsid w:val="001E3A3D"/>
    <w:rsid w:val="0022377D"/>
    <w:rsid w:val="003146D4"/>
    <w:rsid w:val="0053501A"/>
    <w:rsid w:val="00546173"/>
    <w:rsid w:val="00563A4A"/>
    <w:rsid w:val="005C6DF4"/>
    <w:rsid w:val="005F4D09"/>
    <w:rsid w:val="006614A7"/>
    <w:rsid w:val="00696D6D"/>
    <w:rsid w:val="00734F58"/>
    <w:rsid w:val="007863E9"/>
    <w:rsid w:val="00797C1B"/>
    <w:rsid w:val="007E32B8"/>
    <w:rsid w:val="00885115"/>
    <w:rsid w:val="008D17F2"/>
    <w:rsid w:val="0095136C"/>
    <w:rsid w:val="00A02822"/>
    <w:rsid w:val="00AD2013"/>
    <w:rsid w:val="00B10186"/>
    <w:rsid w:val="00BD4452"/>
    <w:rsid w:val="00C34F64"/>
    <w:rsid w:val="00C57301"/>
    <w:rsid w:val="00C76B09"/>
    <w:rsid w:val="00D31AB0"/>
    <w:rsid w:val="00DF2106"/>
    <w:rsid w:val="00E95AFF"/>
    <w:rsid w:val="00ED1449"/>
    <w:rsid w:val="00F0676C"/>
    <w:rsid w:val="00F67D4D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5F4D0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5F4D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5F4D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5F4D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5F4D0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ED1449"/>
    <w:pPr>
      <w:spacing w:before="240" w:after="60"/>
      <w:outlineLvl w:val="4"/>
    </w:pPr>
    <w:rPr>
      <w:b/>
      <w:bCs/>
      <w:i/>
      <w:iCs/>
      <w:szCs w:val="26"/>
      <w:lang w:val="x-none" w:eastAsia="x-none"/>
    </w:rPr>
  </w:style>
  <w:style w:type="paragraph" w:styleId="6">
    <w:name w:val="heading 6"/>
    <w:basedOn w:val="a0"/>
    <w:next w:val="a0"/>
    <w:link w:val="60"/>
    <w:unhideWhenUsed/>
    <w:qFormat/>
    <w:rsid w:val="00F67D4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ED1449"/>
    <w:pPr>
      <w:keepNext/>
      <w:jc w:val="center"/>
      <w:outlineLvl w:val="6"/>
    </w:pPr>
    <w:rPr>
      <w:sz w:val="28"/>
      <w:lang w:val="x-none" w:eastAsia="x-none"/>
    </w:rPr>
  </w:style>
  <w:style w:type="paragraph" w:styleId="9">
    <w:name w:val="heading 9"/>
    <w:basedOn w:val="a0"/>
    <w:next w:val="a0"/>
    <w:link w:val="90"/>
    <w:qFormat/>
    <w:rsid w:val="00ED1449"/>
    <w:p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a1">
    <w:name w:val="Default Paragraph Font"/>
    <w:semiHidden/>
    <w:rsid w:val="005F4D09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rsid w:val="005F4D09"/>
  </w:style>
  <w:style w:type="character" w:customStyle="1" w:styleId="10">
    <w:name w:val="Заголовок 1 Знак"/>
    <w:link w:val="1"/>
    <w:locked/>
    <w:rsid w:val="0053501A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rsid w:val="00ED144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ED144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F67D4D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ED1449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link w:val="6"/>
    <w:rsid w:val="00F67D4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ED1449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ED1449"/>
    <w:rPr>
      <w:rFonts w:ascii="Arial" w:hAnsi="Arial" w:cs="Arial"/>
      <w:sz w:val="22"/>
      <w:szCs w:val="22"/>
    </w:rPr>
  </w:style>
  <w:style w:type="character" w:styleId="a4">
    <w:name w:val="Hyperlink"/>
    <w:basedOn w:val="a1"/>
    <w:rsid w:val="005F4D09"/>
    <w:rPr>
      <w:color w:val="0000FF"/>
      <w:u w:val="none"/>
    </w:rPr>
  </w:style>
  <w:style w:type="character" w:styleId="a5">
    <w:name w:val="FollowedHyperlink"/>
    <w:rsid w:val="0053501A"/>
    <w:rPr>
      <w:color w:val="800080"/>
      <w:u w:val="single"/>
    </w:rPr>
  </w:style>
  <w:style w:type="character" w:customStyle="1" w:styleId="a6">
    <w:name w:val="Текст сноски Знак"/>
    <w:link w:val="a7"/>
    <w:semiHidden/>
    <w:locked/>
    <w:rsid w:val="0053501A"/>
    <w:rPr>
      <w:lang w:val="ru-RU" w:eastAsia="ru-RU" w:bidi="ar-SA"/>
    </w:rPr>
  </w:style>
  <w:style w:type="paragraph" w:styleId="a7">
    <w:name w:val="footnote text"/>
    <w:basedOn w:val="a0"/>
    <w:link w:val="a6"/>
    <w:semiHidden/>
    <w:rsid w:val="0053501A"/>
    <w:rPr>
      <w:sz w:val="20"/>
      <w:szCs w:val="20"/>
    </w:rPr>
  </w:style>
  <w:style w:type="character" w:customStyle="1" w:styleId="HTML">
    <w:name w:val="Стандартный HTML Знак"/>
    <w:link w:val="HTML0"/>
    <w:locked/>
    <w:rsid w:val="0053501A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535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8">
    <w:name w:val="Normal (Web)"/>
    <w:basedOn w:val="a0"/>
    <w:rsid w:val="0053501A"/>
    <w:pPr>
      <w:spacing w:before="100" w:beforeAutospacing="1" w:after="100" w:afterAutospacing="1"/>
    </w:pPr>
  </w:style>
  <w:style w:type="paragraph" w:styleId="11">
    <w:name w:val="toc 1"/>
    <w:basedOn w:val="a0"/>
    <w:next w:val="a0"/>
    <w:autoRedefine/>
    <w:rsid w:val="0053501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0">
    <w:name w:val="toc 2"/>
    <w:basedOn w:val="a0"/>
    <w:next w:val="a0"/>
    <w:autoRedefine/>
    <w:rsid w:val="0053501A"/>
    <w:pPr>
      <w:ind w:left="240"/>
    </w:pPr>
  </w:style>
  <w:style w:type="paragraph" w:styleId="31">
    <w:name w:val="toc 3"/>
    <w:basedOn w:val="a0"/>
    <w:next w:val="a0"/>
    <w:autoRedefine/>
    <w:rsid w:val="0053501A"/>
    <w:pPr>
      <w:ind w:left="480"/>
    </w:pPr>
  </w:style>
  <w:style w:type="paragraph" w:styleId="41">
    <w:name w:val="toc 4"/>
    <w:basedOn w:val="a0"/>
    <w:next w:val="a0"/>
    <w:autoRedefine/>
    <w:rsid w:val="0053501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53501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53501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53501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53501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53501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link w:val="aa"/>
    <w:locked/>
    <w:rsid w:val="0053501A"/>
    <w:rPr>
      <w:sz w:val="24"/>
      <w:szCs w:val="24"/>
      <w:lang w:val="ru-RU" w:eastAsia="ru-RU" w:bidi="ar-SA"/>
    </w:rPr>
  </w:style>
  <w:style w:type="paragraph" w:styleId="aa">
    <w:name w:val="header"/>
    <w:basedOn w:val="a0"/>
    <w:link w:val="a9"/>
    <w:rsid w:val="0053501A"/>
    <w:pPr>
      <w:tabs>
        <w:tab w:val="center" w:pos="4677"/>
        <w:tab w:val="right" w:pos="9355"/>
      </w:tabs>
    </w:pPr>
  </w:style>
  <w:style w:type="character" w:customStyle="1" w:styleId="ab">
    <w:name w:val="Основной текст с отступом Знак"/>
    <w:link w:val="ac"/>
    <w:locked/>
    <w:rsid w:val="0053501A"/>
    <w:rPr>
      <w:sz w:val="24"/>
      <w:szCs w:val="24"/>
      <w:lang w:val="ru-RU" w:eastAsia="ru-RU" w:bidi="ar-SA"/>
    </w:rPr>
  </w:style>
  <w:style w:type="paragraph" w:styleId="ac">
    <w:name w:val="Body Text Indent"/>
    <w:basedOn w:val="a0"/>
    <w:link w:val="ab"/>
    <w:rsid w:val="0053501A"/>
    <w:pPr>
      <w:spacing w:after="120"/>
      <w:ind w:left="283"/>
    </w:pPr>
  </w:style>
  <w:style w:type="paragraph" w:styleId="ad">
    <w:name w:val="footer"/>
    <w:basedOn w:val="a0"/>
    <w:link w:val="ae"/>
    <w:rsid w:val="005350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ED1449"/>
    <w:rPr>
      <w:sz w:val="24"/>
      <w:szCs w:val="24"/>
    </w:rPr>
  </w:style>
  <w:style w:type="paragraph" w:styleId="af">
    <w:name w:val="caption"/>
    <w:basedOn w:val="a0"/>
    <w:next w:val="a0"/>
    <w:qFormat/>
    <w:rsid w:val="0053501A"/>
    <w:pPr>
      <w:jc w:val="center"/>
    </w:pPr>
    <w:rPr>
      <w:b/>
      <w:u w:val="single"/>
    </w:rPr>
  </w:style>
  <w:style w:type="paragraph" w:styleId="a">
    <w:name w:val="List Bullet"/>
    <w:basedOn w:val="a0"/>
    <w:rsid w:val="0053501A"/>
    <w:pPr>
      <w:numPr>
        <w:numId w:val="1"/>
      </w:numPr>
      <w:ind w:left="0" w:firstLine="0"/>
    </w:pPr>
  </w:style>
  <w:style w:type="character" w:customStyle="1" w:styleId="32">
    <w:name w:val="Основной текст с отступом 3 Знак"/>
    <w:link w:val="33"/>
    <w:locked/>
    <w:rsid w:val="0053501A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53501A"/>
    <w:pPr>
      <w:spacing w:after="120"/>
      <w:ind w:left="283"/>
    </w:pPr>
    <w:rPr>
      <w:sz w:val="16"/>
      <w:szCs w:val="16"/>
    </w:rPr>
  </w:style>
  <w:style w:type="paragraph" w:styleId="af0">
    <w:name w:val="Body Text"/>
    <w:basedOn w:val="a0"/>
    <w:link w:val="af1"/>
    <w:rsid w:val="0053501A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ED1449"/>
    <w:rPr>
      <w:sz w:val="24"/>
      <w:szCs w:val="24"/>
    </w:rPr>
  </w:style>
  <w:style w:type="character" w:customStyle="1" w:styleId="22">
    <w:name w:val="Основной текст с отступом 2 Знак"/>
    <w:link w:val="23"/>
    <w:locked/>
    <w:rsid w:val="0053501A"/>
    <w:rPr>
      <w:lang w:val="ru-RU" w:eastAsia="ru-RU" w:bidi="ar-SA"/>
    </w:rPr>
  </w:style>
  <w:style w:type="paragraph" w:styleId="23">
    <w:name w:val="Body Text Indent 2"/>
    <w:basedOn w:val="a0"/>
    <w:link w:val="22"/>
    <w:rsid w:val="0053501A"/>
    <w:pPr>
      <w:spacing w:line="360" w:lineRule="auto"/>
      <w:ind w:firstLine="720"/>
    </w:pPr>
    <w:rPr>
      <w:sz w:val="20"/>
      <w:szCs w:val="20"/>
    </w:rPr>
  </w:style>
  <w:style w:type="character" w:customStyle="1" w:styleId="af2">
    <w:name w:val="Схема документа Знак"/>
    <w:link w:val="af3"/>
    <w:locked/>
    <w:rsid w:val="0053501A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Document Map"/>
    <w:basedOn w:val="a0"/>
    <w:link w:val="af2"/>
    <w:rsid w:val="0053501A"/>
    <w:rPr>
      <w:rFonts w:ascii="Tahoma" w:hAnsi="Tahoma" w:cs="Tahoma"/>
      <w:sz w:val="16"/>
      <w:szCs w:val="16"/>
    </w:rPr>
  </w:style>
  <w:style w:type="character" w:customStyle="1" w:styleId="af4">
    <w:name w:val="Текст Знак"/>
    <w:link w:val="af5"/>
    <w:locked/>
    <w:rsid w:val="0053501A"/>
    <w:rPr>
      <w:rFonts w:ascii="Courier New" w:hAnsi="Courier New" w:cs="Courier New"/>
      <w:lang w:val="ru-RU" w:eastAsia="ru-RU" w:bidi="ar-SA"/>
    </w:rPr>
  </w:style>
  <w:style w:type="paragraph" w:styleId="af5">
    <w:name w:val="Plain Text"/>
    <w:basedOn w:val="a0"/>
    <w:link w:val="af4"/>
    <w:rsid w:val="0053501A"/>
    <w:rPr>
      <w:rFonts w:ascii="Courier New" w:hAnsi="Courier New" w:cs="Courier New"/>
      <w:sz w:val="20"/>
      <w:szCs w:val="20"/>
    </w:rPr>
  </w:style>
  <w:style w:type="paragraph" w:customStyle="1" w:styleId="af6">
    <w:name w:val="Примечание"/>
    <w:basedOn w:val="a0"/>
    <w:qFormat/>
    <w:rsid w:val="0053501A"/>
    <w:rPr>
      <w:rFonts w:eastAsia="Calibri"/>
      <w:sz w:val="20"/>
      <w:lang w:eastAsia="en-US"/>
    </w:rPr>
  </w:style>
  <w:style w:type="paragraph" w:customStyle="1" w:styleId="af7">
    <w:name w:val="Стиль Подпись Таблицы"/>
    <w:basedOn w:val="af0"/>
    <w:qFormat/>
    <w:rsid w:val="0053501A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ConsPlusNormal">
    <w:name w:val="ConsPlusNormal"/>
    <w:rsid w:val="005350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3501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Знак"/>
    <w:basedOn w:val="a0"/>
    <w:rsid w:val="0053501A"/>
    <w:pPr>
      <w:spacing w:line="240" w:lineRule="exact"/>
    </w:pPr>
    <w:rPr>
      <w:lang w:val="en-US" w:eastAsia="en-US"/>
    </w:rPr>
  </w:style>
  <w:style w:type="paragraph" w:customStyle="1" w:styleId="ConsPlusNonformat">
    <w:name w:val="ConsPlusNonformat"/>
    <w:rsid w:val="005350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3501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350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350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53501A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53501A"/>
    <w:pPr>
      <w:spacing w:line="360" w:lineRule="auto"/>
      <w:ind w:firstLine="709"/>
    </w:pPr>
  </w:style>
  <w:style w:type="paragraph" w:customStyle="1" w:styleId="ConsCell">
    <w:name w:val="ConsCell"/>
    <w:rsid w:val="0053501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5350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5350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53501A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Normal">
    <w:name w:val="Normal"/>
    <w:rsid w:val="0053501A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53501A"/>
    <w:rPr>
      <w:szCs w:val="24"/>
      <w:lang w:val="ru-RU" w:eastAsia="ru-RU" w:bidi="ar-SA"/>
    </w:rPr>
  </w:style>
  <w:style w:type="paragraph" w:customStyle="1" w:styleId="S2">
    <w:name w:val="S_Маркированный"/>
    <w:basedOn w:val="a"/>
    <w:link w:val="S1"/>
    <w:autoRedefine/>
    <w:rsid w:val="0053501A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link w:val="S4"/>
    <w:locked/>
    <w:rsid w:val="0053501A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53501A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53501A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53501A"/>
    <w:pPr>
      <w:jc w:val="center"/>
    </w:pPr>
    <w:rPr>
      <w:sz w:val="20"/>
      <w:lang w:val="x-none" w:eastAsia="en-US"/>
    </w:rPr>
  </w:style>
  <w:style w:type="paragraph" w:customStyle="1" w:styleId="310">
    <w:name w:val="Основной текст с отступом 31"/>
    <w:basedOn w:val="a0"/>
    <w:rsid w:val="0053501A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53501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53501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53501A"/>
    <w:pPr>
      <w:spacing w:before="28" w:after="28"/>
    </w:pPr>
    <w:rPr>
      <w:rFonts w:cs="Times New Roman"/>
      <w:color w:val="auto"/>
    </w:rPr>
  </w:style>
  <w:style w:type="character" w:styleId="af9">
    <w:name w:val="footnote reference"/>
    <w:semiHidden/>
    <w:rsid w:val="0053501A"/>
    <w:rPr>
      <w:vertAlign w:val="superscript"/>
    </w:rPr>
  </w:style>
  <w:style w:type="character" w:customStyle="1" w:styleId="24">
    <w:name w:val="Заголовок 2 Знак"/>
    <w:rsid w:val="0053501A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110">
    <w:name w:val="Знак Знак11"/>
    <w:locked/>
    <w:rsid w:val="0053501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locked/>
    <w:rsid w:val="0053501A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53501A"/>
    <w:rPr>
      <w:sz w:val="24"/>
      <w:szCs w:val="24"/>
      <w:lang w:val="ru-RU" w:eastAsia="ru-RU" w:bidi="ar-SA"/>
    </w:rPr>
  </w:style>
  <w:style w:type="character" w:customStyle="1" w:styleId="spelle">
    <w:name w:val="spelle"/>
    <w:basedOn w:val="a1"/>
    <w:rsid w:val="0053501A"/>
  </w:style>
  <w:style w:type="character" w:customStyle="1" w:styleId="grame">
    <w:name w:val="grame"/>
    <w:basedOn w:val="a1"/>
    <w:rsid w:val="0053501A"/>
  </w:style>
  <w:style w:type="paragraph" w:styleId="afa">
    <w:name w:val="Balloon Text"/>
    <w:basedOn w:val="a0"/>
    <w:link w:val="afb"/>
    <w:rsid w:val="00AD2013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link w:val="afa"/>
    <w:rsid w:val="00ED1449"/>
    <w:rPr>
      <w:rFonts w:ascii="Tahoma" w:hAnsi="Tahoma" w:cs="Tahoma"/>
      <w:sz w:val="16"/>
      <w:szCs w:val="16"/>
    </w:rPr>
  </w:style>
  <w:style w:type="paragraph" w:styleId="afc">
    <w:name w:val="Message Header"/>
    <w:basedOn w:val="a0"/>
    <w:link w:val="afd"/>
    <w:rsid w:val="00F67D4D"/>
    <w:pPr>
      <w:jc w:val="center"/>
    </w:pPr>
    <w:rPr>
      <w:i/>
      <w:iCs/>
      <w:sz w:val="20"/>
      <w:szCs w:val="20"/>
      <w:lang w:val="x-none" w:eastAsia="x-none"/>
    </w:rPr>
  </w:style>
  <w:style w:type="character" w:customStyle="1" w:styleId="afd">
    <w:name w:val="Шапка Знак"/>
    <w:link w:val="afc"/>
    <w:rsid w:val="00F67D4D"/>
    <w:rPr>
      <w:rFonts w:ascii="Arial" w:hAnsi="Arial" w:cs="Arial"/>
      <w:i/>
      <w:iCs/>
    </w:rPr>
  </w:style>
  <w:style w:type="paragraph" w:styleId="25">
    <w:name w:val="List 2"/>
    <w:basedOn w:val="a0"/>
    <w:rsid w:val="00F67D4D"/>
    <w:pPr>
      <w:ind w:left="566" w:hanging="283"/>
    </w:pPr>
    <w:rPr>
      <w:sz w:val="20"/>
      <w:szCs w:val="20"/>
    </w:rPr>
  </w:style>
  <w:style w:type="paragraph" w:customStyle="1" w:styleId="80">
    <w:name w:val="заголовок 8"/>
    <w:basedOn w:val="a0"/>
    <w:next w:val="a0"/>
    <w:rsid w:val="00F67D4D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e">
    <w:name w:val="Strong"/>
    <w:qFormat/>
    <w:rsid w:val="00C76B09"/>
    <w:rPr>
      <w:b/>
      <w:bCs/>
    </w:rPr>
  </w:style>
  <w:style w:type="character" w:styleId="aff">
    <w:name w:val="page number"/>
    <w:basedOn w:val="a1"/>
    <w:rsid w:val="00ED1449"/>
  </w:style>
  <w:style w:type="paragraph" w:customStyle="1" w:styleId="aff0">
    <w:name w:val=" Знак"/>
    <w:basedOn w:val="a0"/>
    <w:rsid w:val="00ED1449"/>
    <w:pPr>
      <w:spacing w:line="240" w:lineRule="exact"/>
    </w:pPr>
    <w:rPr>
      <w:lang w:val="en-US" w:eastAsia="en-US"/>
    </w:rPr>
  </w:style>
  <w:style w:type="paragraph" w:styleId="aff1">
    <w:name w:val="TOC Heading"/>
    <w:basedOn w:val="1"/>
    <w:next w:val="a0"/>
    <w:uiPriority w:val="39"/>
    <w:qFormat/>
    <w:rsid w:val="00ED1449"/>
    <w:pPr>
      <w:keepLines/>
      <w:spacing w:before="480" w:line="276" w:lineRule="auto"/>
      <w:outlineLvl w:val="9"/>
    </w:pPr>
    <w:rPr>
      <w:rFonts w:ascii="Cambria" w:hAnsi="Cambria"/>
      <w:b w:val="0"/>
      <w:bCs w:val="0"/>
      <w:color w:val="365F91"/>
      <w:sz w:val="28"/>
      <w:szCs w:val="28"/>
      <w:lang w:eastAsia="en-US"/>
    </w:rPr>
  </w:style>
  <w:style w:type="character" w:styleId="HTML1">
    <w:name w:val="HTML Variable"/>
    <w:aliases w:val="!Ссылки в документе"/>
    <w:basedOn w:val="a1"/>
    <w:rsid w:val="005F4D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0"/>
    <w:link w:val="aff3"/>
    <w:rsid w:val="005F4D09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link w:val="aff2"/>
    <w:rsid w:val="00ED1449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5F4D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F4D0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F4D0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F4D0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2">
    <w:name w:val="1Орган_ПР"/>
    <w:basedOn w:val="a0"/>
    <w:link w:val="13"/>
    <w:qFormat/>
    <w:rsid w:val="00ED1449"/>
    <w:pPr>
      <w:snapToGrid w:val="0"/>
      <w:jc w:val="center"/>
    </w:pPr>
    <w:rPr>
      <w:b/>
      <w:caps/>
      <w:sz w:val="28"/>
      <w:szCs w:val="28"/>
      <w:lang w:val="x-none" w:eastAsia="ar-SA"/>
    </w:rPr>
  </w:style>
  <w:style w:type="character" w:customStyle="1" w:styleId="13">
    <w:name w:val="1Орган_ПР Знак"/>
    <w:link w:val="12"/>
    <w:rsid w:val="00ED1449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0"/>
    <w:link w:val="27"/>
    <w:qFormat/>
    <w:rsid w:val="00ED1449"/>
    <w:pPr>
      <w:jc w:val="center"/>
    </w:pPr>
    <w:rPr>
      <w:b/>
      <w:sz w:val="28"/>
      <w:szCs w:val="28"/>
      <w:lang w:val="x-none" w:eastAsia="ar-SA"/>
    </w:rPr>
  </w:style>
  <w:style w:type="character" w:customStyle="1" w:styleId="27">
    <w:name w:val="2Название Знак"/>
    <w:link w:val="26"/>
    <w:rsid w:val="00ED1449"/>
    <w:rPr>
      <w:rFonts w:ascii="Arial" w:hAnsi="Arial" w:cs="Arial"/>
      <w:b/>
      <w:sz w:val="28"/>
      <w:szCs w:val="28"/>
      <w:lang w:eastAsia="ar-SA"/>
    </w:rPr>
  </w:style>
  <w:style w:type="paragraph" w:customStyle="1" w:styleId="34">
    <w:name w:val="3Приложение"/>
    <w:basedOn w:val="a0"/>
    <w:link w:val="35"/>
    <w:qFormat/>
    <w:rsid w:val="00ED1449"/>
    <w:pPr>
      <w:ind w:left="5103"/>
    </w:pPr>
    <w:rPr>
      <w:szCs w:val="28"/>
      <w:lang w:val="x-none" w:eastAsia="x-none"/>
    </w:rPr>
  </w:style>
  <w:style w:type="character" w:customStyle="1" w:styleId="35">
    <w:name w:val="3Приложение Знак"/>
    <w:link w:val="34"/>
    <w:rsid w:val="00ED1449"/>
    <w:rPr>
      <w:rFonts w:ascii="Arial" w:hAnsi="Arial"/>
      <w:sz w:val="24"/>
      <w:szCs w:val="28"/>
    </w:rPr>
  </w:style>
  <w:style w:type="paragraph" w:styleId="aff4">
    <w:name w:val="Title"/>
    <w:basedOn w:val="a0"/>
    <w:link w:val="aff5"/>
    <w:qFormat/>
    <w:rsid w:val="00ED1449"/>
    <w:pPr>
      <w:jc w:val="center"/>
    </w:pPr>
    <w:rPr>
      <w:b/>
      <w:lang w:val="x-none" w:eastAsia="x-none"/>
    </w:rPr>
  </w:style>
  <w:style w:type="character" w:customStyle="1" w:styleId="aff5">
    <w:name w:val="Название Знак"/>
    <w:link w:val="aff4"/>
    <w:rsid w:val="00ED1449"/>
    <w:rPr>
      <w:rFonts w:ascii="Arial" w:hAnsi="Arial"/>
      <w:b/>
      <w:sz w:val="24"/>
      <w:szCs w:val="24"/>
    </w:rPr>
  </w:style>
  <w:style w:type="paragraph" w:customStyle="1" w:styleId="4-">
    <w:name w:val="4Таблица-Т"/>
    <w:basedOn w:val="34"/>
    <w:qFormat/>
    <w:rsid w:val="00ED1449"/>
    <w:pPr>
      <w:ind w:left="0"/>
    </w:pPr>
    <w:rPr>
      <w:sz w:val="22"/>
    </w:rPr>
  </w:style>
  <w:style w:type="paragraph" w:customStyle="1" w:styleId="FR1">
    <w:name w:val="FR1"/>
    <w:rsid w:val="00ED1449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customStyle="1" w:styleId="NumberAndDate">
    <w:name w:val="NumberAndDate"/>
    <w:aliases w:val="!Дата и Номер"/>
    <w:qFormat/>
    <w:rsid w:val="005F4D0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5F4D09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!Обычный текст документа"/>
    <w:qFormat/>
    <w:rsid w:val="005F4D0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5F4D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1"/>
    <w:qFormat/>
    <w:rsid w:val="005F4D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5F4D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5F4D0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rsid w:val="00ED1449"/>
    <w:pPr>
      <w:spacing w:before="240" w:after="60"/>
      <w:outlineLvl w:val="4"/>
    </w:pPr>
    <w:rPr>
      <w:b/>
      <w:bCs/>
      <w:i/>
      <w:iCs/>
      <w:szCs w:val="26"/>
      <w:lang w:val="x-none" w:eastAsia="x-none"/>
    </w:rPr>
  </w:style>
  <w:style w:type="paragraph" w:styleId="6">
    <w:name w:val="heading 6"/>
    <w:basedOn w:val="a0"/>
    <w:next w:val="a0"/>
    <w:link w:val="60"/>
    <w:unhideWhenUsed/>
    <w:qFormat/>
    <w:rsid w:val="00F67D4D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ED1449"/>
    <w:pPr>
      <w:keepNext/>
      <w:jc w:val="center"/>
      <w:outlineLvl w:val="6"/>
    </w:pPr>
    <w:rPr>
      <w:sz w:val="28"/>
      <w:lang w:val="x-none" w:eastAsia="x-none"/>
    </w:rPr>
  </w:style>
  <w:style w:type="paragraph" w:styleId="9">
    <w:name w:val="heading 9"/>
    <w:basedOn w:val="a0"/>
    <w:next w:val="a0"/>
    <w:link w:val="90"/>
    <w:qFormat/>
    <w:rsid w:val="00ED1449"/>
    <w:p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a1">
    <w:name w:val="Default Paragraph Font"/>
    <w:semiHidden/>
    <w:rsid w:val="005F4D09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rsid w:val="005F4D09"/>
  </w:style>
  <w:style w:type="character" w:customStyle="1" w:styleId="10">
    <w:name w:val="Заголовок 1 Знак"/>
    <w:link w:val="1"/>
    <w:locked/>
    <w:rsid w:val="0053501A"/>
    <w:rPr>
      <w:rFonts w:ascii="Arial" w:hAnsi="Arial" w:cs="Arial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rsid w:val="00ED1449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ED1449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F67D4D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ED1449"/>
    <w:rPr>
      <w:rFonts w:ascii="Arial" w:hAnsi="Arial"/>
      <w:b/>
      <w:bCs/>
      <w:i/>
      <w:iCs/>
      <w:sz w:val="24"/>
      <w:szCs w:val="26"/>
    </w:rPr>
  </w:style>
  <w:style w:type="character" w:customStyle="1" w:styleId="60">
    <w:name w:val="Заголовок 6 Знак"/>
    <w:link w:val="6"/>
    <w:rsid w:val="00F67D4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ED1449"/>
    <w:rPr>
      <w:rFonts w:ascii="Arial" w:hAnsi="Arial"/>
      <w:sz w:val="28"/>
      <w:szCs w:val="24"/>
    </w:rPr>
  </w:style>
  <w:style w:type="character" w:customStyle="1" w:styleId="90">
    <w:name w:val="Заголовок 9 Знак"/>
    <w:link w:val="9"/>
    <w:rsid w:val="00ED1449"/>
    <w:rPr>
      <w:rFonts w:ascii="Arial" w:hAnsi="Arial" w:cs="Arial"/>
      <w:sz w:val="22"/>
      <w:szCs w:val="22"/>
    </w:rPr>
  </w:style>
  <w:style w:type="character" w:styleId="a4">
    <w:name w:val="Hyperlink"/>
    <w:basedOn w:val="a1"/>
    <w:rsid w:val="005F4D09"/>
    <w:rPr>
      <w:color w:val="0000FF"/>
      <w:u w:val="none"/>
    </w:rPr>
  </w:style>
  <w:style w:type="character" w:styleId="a5">
    <w:name w:val="FollowedHyperlink"/>
    <w:rsid w:val="0053501A"/>
    <w:rPr>
      <w:color w:val="800080"/>
      <w:u w:val="single"/>
    </w:rPr>
  </w:style>
  <w:style w:type="character" w:customStyle="1" w:styleId="a6">
    <w:name w:val="Текст сноски Знак"/>
    <w:link w:val="a7"/>
    <w:semiHidden/>
    <w:locked/>
    <w:rsid w:val="0053501A"/>
    <w:rPr>
      <w:lang w:val="ru-RU" w:eastAsia="ru-RU" w:bidi="ar-SA"/>
    </w:rPr>
  </w:style>
  <w:style w:type="paragraph" w:styleId="a7">
    <w:name w:val="footnote text"/>
    <w:basedOn w:val="a0"/>
    <w:link w:val="a6"/>
    <w:semiHidden/>
    <w:rsid w:val="0053501A"/>
    <w:rPr>
      <w:sz w:val="20"/>
      <w:szCs w:val="20"/>
    </w:rPr>
  </w:style>
  <w:style w:type="character" w:customStyle="1" w:styleId="HTML">
    <w:name w:val="Стандартный HTML Знак"/>
    <w:link w:val="HTML0"/>
    <w:locked/>
    <w:rsid w:val="0053501A"/>
    <w:rPr>
      <w:rFonts w:ascii="Courier New" w:eastAsia="Courier New" w:hAnsi="Courier New" w:cs="Courier New"/>
      <w:color w:val="000000"/>
      <w:lang w:val="ru-RU" w:eastAsia="ru-RU" w:bidi="ar-SA"/>
    </w:rPr>
  </w:style>
  <w:style w:type="paragraph" w:styleId="HTML0">
    <w:name w:val="HTML Preformatted"/>
    <w:basedOn w:val="a0"/>
    <w:link w:val="HTML"/>
    <w:rsid w:val="00535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paragraph" w:styleId="a8">
    <w:name w:val="Normal (Web)"/>
    <w:basedOn w:val="a0"/>
    <w:rsid w:val="0053501A"/>
    <w:pPr>
      <w:spacing w:before="100" w:beforeAutospacing="1" w:after="100" w:afterAutospacing="1"/>
    </w:pPr>
  </w:style>
  <w:style w:type="paragraph" w:styleId="11">
    <w:name w:val="toc 1"/>
    <w:basedOn w:val="a0"/>
    <w:next w:val="a0"/>
    <w:autoRedefine/>
    <w:rsid w:val="0053501A"/>
    <w:pPr>
      <w:tabs>
        <w:tab w:val="right" w:leader="dot" w:pos="9345"/>
      </w:tabs>
    </w:pPr>
    <w:rPr>
      <w:b/>
      <w:noProof/>
      <w:sz w:val="28"/>
      <w:szCs w:val="28"/>
    </w:rPr>
  </w:style>
  <w:style w:type="paragraph" w:styleId="20">
    <w:name w:val="toc 2"/>
    <w:basedOn w:val="a0"/>
    <w:next w:val="a0"/>
    <w:autoRedefine/>
    <w:rsid w:val="0053501A"/>
    <w:pPr>
      <w:ind w:left="240"/>
    </w:pPr>
  </w:style>
  <w:style w:type="paragraph" w:styleId="31">
    <w:name w:val="toc 3"/>
    <w:basedOn w:val="a0"/>
    <w:next w:val="a0"/>
    <w:autoRedefine/>
    <w:rsid w:val="0053501A"/>
    <w:pPr>
      <w:ind w:left="480"/>
    </w:pPr>
  </w:style>
  <w:style w:type="paragraph" w:styleId="41">
    <w:name w:val="toc 4"/>
    <w:basedOn w:val="a0"/>
    <w:next w:val="a0"/>
    <w:autoRedefine/>
    <w:rsid w:val="0053501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rsid w:val="0053501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rsid w:val="0053501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rsid w:val="0053501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rsid w:val="0053501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rsid w:val="0053501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link w:val="aa"/>
    <w:locked/>
    <w:rsid w:val="0053501A"/>
    <w:rPr>
      <w:sz w:val="24"/>
      <w:szCs w:val="24"/>
      <w:lang w:val="ru-RU" w:eastAsia="ru-RU" w:bidi="ar-SA"/>
    </w:rPr>
  </w:style>
  <w:style w:type="paragraph" w:styleId="aa">
    <w:name w:val="header"/>
    <w:basedOn w:val="a0"/>
    <w:link w:val="a9"/>
    <w:rsid w:val="0053501A"/>
    <w:pPr>
      <w:tabs>
        <w:tab w:val="center" w:pos="4677"/>
        <w:tab w:val="right" w:pos="9355"/>
      </w:tabs>
    </w:pPr>
  </w:style>
  <w:style w:type="character" w:customStyle="1" w:styleId="ab">
    <w:name w:val="Основной текст с отступом Знак"/>
    <w:link w:val="ac"/>
    <w:locked/>
    <w:rsid w:val="0053501A"/>
    <w:rPr>
      <w:sz w:val="24"/>
      <w:szCs w:val="24"/>
      <w:lang w:val="ru-RU" w:eastAsia="ru-RU" w:bidi="ar-SA"/>
    </w:rPr>
  </w:style>
  <w:style w:type="paragraph" w:styleId="ac">
    <w:name w:val="Body Text Indent"/>
    <w:basedOn w:val="a0"/>
    <w:link w:val="ab"/>
    <w:rsid w:val="0053501A"/>
    <w:pPr>
      <w:spacing w:after="120"/>
      <w:ind w:left="283"/>
    </w:pPr>
  </w:style>
  <w:style w:type="paragraph" w:styleId="ad">
    <w:name w:val="footer"/>
    <w:basedOn w:val="a0"/>
    <w:link w:val="ae"/>
    <w:rsid w:val="0053501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ED1449"/>
    <w:rPr>
      <w:sz w:val="24"/>
      <w:szCs w:val="24"/>
    </w:rPr>
  </w:style>
  <w:style w:type="paragraph" w:styleId="af">
    <w:name w:val="caption"/>
    <w:basedOn w:val="a0"/>
    <w:next w:val="a0"/>
    <w:qFormat/>
    <w:rsid w:val="0053501A"/>
    <w:pPr>
      <w:jc w:val="center"/>
    </w:pPr>
    <w:rPr>
      <w:b/>
      <w:u w:val="single"/>
    </w:rPr>
  </w:style>
  <w:style w:type="paragraph" w:styleId="a">
    <w:name w:val="List Bullet"/>
    <w:basedOn w:val="a0"/>
    <w:rsid w:val="0053501A"/>
    <w:pPr>
      <w:numPr>
        <w:numId w:val="1"/>
      </w:numPr>
      <w:ind w:left="0" w:firstLine="0"/>
    </w:pPr>
  </w:style>
  <w:style w:type="character" w:customStyle="1" w:styleId="32">
    <w:name w:val="Основной текст с отступом 3 Знак"/>
    <w:link w:val="33"/>
    <w:locked/>
    <w:rsid w:val="0053501A"/>
    <w:rPr>
      <w:sz w:val="16"/>
      <w:szCs w:val="16"/>
      <w:lang w:val="ru-RU" w:eastAsia="ru-RU" w:bidi="ar-SA"/>
    </w:rPr>
  </w:style>
  <w:style w:type="paragraph" w:styleId="33">
    <w:name w:val="Body Text Indent 3"/>
    <w:basedOn w:val="a0"/>
    <w:link w:val="32"/>
    <w:rsid w:val="0053501A"/>
    <w:pPr>
      <w:spacing w:after="120"/>
      <w:ind w:left="283"/>
    </w:pPr>
    <w:rPr>
      <w:sz w:val="16"/>
      <w:szCs w:val="16"/>
    </w:rPr>
  </w:style>
  <w:style w:type="paragraph" w:styleId="af0">
    <w:name w:val="Body Text"/>
    <w:basedOn w:val="a0"/>
    <w:link w:val="af1"/>
    <w:rsid w:val="0053501A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ED1449"/>
    <w:rPr>
      <w:sz w:val="24"/>
      <w:szCs w:val="24"/>
    </w:rPr>
  </w:style>
  <w:style w:type="character" w:customStyle="1" w:styleId="22">
    <w:name w:val="Основной текст с отступом 2 Знак"/>
    <w:link w:val="23"/>
    <w:locked/>
    <w:rsid w:val="0053501A"/>
    <w:rPr>
      <w:lang w:val="ru-RU" w:eastAsia="ru-RU" w:bidi="ar-SA"/>
    </w:rPr>
  </w:style>
  <w:style w:type="paragraph" w:styleId="23">
    <w:name w:val="Body Text Indent 2"/>
    <w:basedOn w:val="a0"/>
    <w:link w:val="22"/>
    <w:rsid w:val="0053501A"/>
    <w:pPr>
      <w:spacing w:line="360" w:lineRule="auto"/>
      <w:ind w:firstLine="720"/>
    </w:pPr>
    <w:rPr>
      <w:sz w:val="20"/>
      <w:szCs w:val="20"/>
    </w:rPr>
  </w:style>
  <w:style w:type="character" w:customStyle="1" w:styleId="af2">
    <w:name w:val="Схема документа Знак"/>
    <w:link w:val="af3"/>
    <w:locked/>
    <w:rsid w:val="0053501A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Document Map"/>
    <w:basedOn w:val="a0"/>
    <w:link w:val="af2"/>
    <w:rsid w:val="0053501A"/>
    <w:rPr>
      <w:rFonts w:ascii="Tahoma" w:hAnsi="Tahoma" w:cs="Tahoma"/>
      <w:sz w:val="16"/>
      <w:szCs w:val="16"/>
    </w:rPr>
  </w:style>
  <w:style w:type="character" w:customStyle="1" w:styleId="af4">
    <w:name w:val="Текст Знак"/>
    <w:link w:val="af5"/>
    <w:locked/>
    <w:rsid w:val="0053501A"/>
    <w:rPr>
      <w:rFonts w:ascii="Courier New" w:hAnsi="Courier New" w:cs="Courier New"/>
      <w:lang w:val="ru-RU" w:eastAsia="ru-RU" w:bidi="ar-SA"/>
    </w:rPr>
  </w:style>
  <w:style w:type="paragraph" w:styleId="af5">
    <w:name w:val="Plain Text"/>
    <w:basedOn w:val="a0"/>
    <w:link w:val="af4"/>
    <w:rsid w:val="0053501A"/>
    <w:rPr>
      <w:rFonts w:ascii="Courier New" w:hAnsi="Courier New" w:cs="Courier New"/>
      <w:sz w:val="20"/>
      <w:szCs w:val="20"/>
    </w:rPr>
  </w:style>
  <w:style w:type="paragraph" w:customStyle="1" w:styleId="af6">
    <w:name w:val="Примечание"/>
    <w:basedOn w:val="a0"/>
    <w:qFormat/>
    <w:rsid w:val="0053501A"/>
    <w:rPr>
      <w:rFonts w:eastAsia="Calibri"/>
      <w:sz w:val="20"/>
      <w:lang w:eastAsia="en-US"/>
    </w:rPr>
  </w:style>
  <w:style w:type="paragraph" w:customStyle="1" w:styleId="af7">
    <w:name w:val="Стиль Подпись Таблицы"/>
    <w:basedOn w:val="af0"/>
    <w:qFormat/>
    <w:rsid w:val="0053501A"/>
    <w:pPr>
      <w:overflowPunct w:val="0"/>
      <w:autoSpaceDE w:val="0"/>
      <w:autoSpaceDN w:val="0"/>
      <w:adjustRightInd w:val="0"/>
      <w:spacing w:before="240" w:after="240"/>
      <w:jc w:val="center"/>
    </w:pPr>
    <w:rPr>
      <w:sz w:val="20"/>
      <w:szCs w:val="20"/>
    </w:rPr>
  </w:style>
  <w:style w:type="paragraph" w:customStyle="1" w:styleId="ConsPlusNormal">
    <w:name w:val="ConsPlusNormal"/>
    <w:rsid w:val="005350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3501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Знак"/>
    <w:basedOn w:val="a0"/>
    <w:rsid w:val="0053501A"/>
    <w:pPr>
      <w:spacing w:line="240" w:lineRule="exact"/>
    </w:pPr>
    <w:rPr>
      <w:lang w:val="en-US" w:eastAsia="en-US"/>
    </w:rPr>
  </w:style>
  <w:style w:type="paragraph" w:customStyle="1" w:styleId="ConsPlusNonformat">
    <w:name w:val="ConsPlusNonformat"/>
    <w:rsid w:val="005350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3501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350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350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S">
    <w:name w:val="S_Обычный Знак"/>
    <w:link w:val="S0"/>
    <w:locked/>
    <w:rsid w:val="0053501A"/>
    <w:rPr>
      <w:sz w:val="24"/>
      <w:szCs w:val="24"/>
      <w:lang w:val="ru-RU" w:eastAsia="ru-RU" w:bidi="ar-SA"/>
    </w:rPr>
  </w:style>
  <w:style w:type="paragraph" w:customStyle="1" w:styleId="S0">
    <w:name w:val="S_Обычный"/>
    <w:basedOn w:val="a0"/>
    <w:link w:val="S"/>
    <w:rsid w:val="0053501A"/>
    <w:pPr>
      <w:spacing w:line="360" w:lineRule="auto"/>
      <w:ind w:firstLine="709"/>
    </w:pPr>
  </w:style>
  <w:style w:type="paragraph" w:customStyle="1" w:styleId="ConsCell">
    <w:name w:val="ConsCell"/>
    <w:rsid w:val="0053501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5350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efault">
    <w:name w:val="Default"/>
    <w:rsid w:val="005350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R2">
    <w:name w:val="FR2"/>
    <w:rsid w:val="0053501A"/>
    <w:pPr>
      <w:widowControl w:val="0"/>
      <w:overflowPunct w:val="0"/>
      <w:autoSpaceDE w:val="0"/>
      <w:autoSpaceDN w:val="0"/>
      <w:adjustRightInd w:val="0"/>
      <w:ind w:firstLine="560"/>
      <w:jc w:val="both"/>
    </w:pPr>
    <w:rPr>
      <w:sz w:val="28"/>
    </w:rPr>
  </w:style>
  <w:style w:type="paragraph" w:customStyle="1" w:styleId="Normal">
    <w:name w:val="Normal"/>
    <w:rsid w:val="0053501A"/>
    <w:pPr>
      <w:widowControl w:val="0"/>
      <w:snapToGrid w:val="0"/>
      <w:spacing w:line="256" w:lineRule="auto"/>
      <w:ind w:firstLine="220"/>
      <w:jc w:val="both"/>
    </w:pPr>
    <w:rPr>
      <w:rFonts w:ascii="Arial" w:hAnsi="Arial"/>
      <w:b/>
      <w:sz w:val="18"/>
    </w:rPr>
  </w:style>
  <w:style w:type="character" w:customStyle="1" w:styleId="S1">
    <w:name w:val="S_Маркированный Знак1"/>
    <w:link w:val="S2"/>
    <w:locked/>
    <w:rsid w:val="0053501A"/>
    <w:rPr>
      <w:szCs w:val="24"/>
      <w:lang w:val="ru-RU" w:eastAsia="ru-RU" w:bidi="ar-SA"/>
    </w:rPr>
  </w:style>
  <w:style w:type="paragraph" w:customStyle="1" w:styleId="S2">
    <w:name w:val="S_Маркированный"/>
    <w:basedOn w:val="a"/>
    <w:link w:val="S1"/>
    <w:autoRedefine/>
    <w:rsid w:val="0053501A"/>
    <w:pPr>
      <w:tabs>
        <w:tab w:val="clear" w:pos="360"/>
        <w:tab w:val="left" w:pos="992"/>
      </w:tabs>
      <w:spacing w:line="360" w:lineRule="auto"/>
      <w:ind w:firstLine="709"/>
    </w:pPr>
    <w:rPr>
      <w:sz w:val="20"/>
    </w:rPr>
  </w:style>
  <w:style w:type="character" w:customStyle="1" w:styleId="S3">
    <w:name w:val="S_Таблица Знак"/>
    <w:link w:val="S4"/>
    <w:locked/>
    <w:rsid w:val="0053501A"/>
    <w:rPr>
      <w:color w:val="0000FF"/>
      <w:sz w:val="24"/>
      <w:szCs w:val="24"/>
      <w:lang w:eastAsia="en-US" w:bidi="ar-SA"/>
    </w:rPr>
  </w:style>
  <w:style w:type="paragraph" w:customStyle="1" w:styleId="S4">
    <w:name w:val="S_Таблица"/>
    <w:basedOn w:val="a0"/>
    <w:link w:val="S3"/>
    <w:autoRedefine/>
    <w:rsid w:val="0053501A"/>
    <w:pPr>
      <w:widowControl w:val="0"/>
      <w:tabs>
        <w:tab w:val="num" w:pos="1440"/>
      </w:tabs>
    </w:pPr>
    <w:rPr>
      <w:color w:val="0000FF"/>
      <w:lang w:val="x-none" w:eastAsia="en-US"/>
    </w:rPr>
  </w:style>
  <w:style w:type="character" w:customStyle="1" w:styleId="S5">
    <w:name w:val="S_Обычный в таблице Знак"/>
    <w:link w:val="S6"/>
    <w:locked/>
    <w:rsid w:val="0053501A"/>
    <w:rPr>
      <w:szCs w:val="24"/>
      <w:lang w:eastAsia="en-US" w:bidi="ar-SA"/>
    </w:rPr>
  </w:style>
  <w:style w:type="paragraph" w:customStyle="1" w:styleId="S6">
    <w:name w:val="S_Обычный в таблице"/>
    <w:basedOn w:val="a0"/>
    <w:link w:val="S5"/>
    <w:rsid w:val="0053501A"/>
    <w:pPr>
      <w:jc w:val="center"/>
    </w:pPr>
    <w:rPr>
      <w:sz w:val="20"/>
      <w:lang w:val="x-none" w:eastAsia="en-US"/>
    </w:rPr>
  </w:style>
  <w:style w:type="paragraph" w:customStyle="1" w:styleId="310">
    <w:name w:val="Основной текст с отступом 31"/>
    <w:basedOn w:val="a0"/>
    <w:rsid w:val="0053501A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Heading">
    <w:name w:val="Heading"/>
    <w:rsid w:val="0053501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53501A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xt">
    <w:name w:val="text"/>
    <w:basedOn w:val="Default"/>
    <w:next w:val="Default"/>
    <w:rsid w:val="0053501A"/>
    <w:pPr>
      <w:spacing w:before="28" w:after="28"/>
    </w:pPr>
    <w:rPr>
      <w:rFonts w:cs="Times New Roman"/>
      <w:color w:val="auto"/>
    </w:rPr>
  </w:style>
  <w:style w:type="character" w:styleId="af9">
    <w:name w:val="footnote reference"/>
    <w:semiHidden/>
    <w:rsid w:val="0053501A"/>
    <w:rPr>
      <w:vertAlign w:val="superscript"/>
    </w:rPr>
  </w:style>
  <w:style w:type="character" w:customStyle="1" w:styleId="24">
    <w:name w:val="Заголовок 2 Знак"/>
    <w:rsid w:val="0053501A"/>
    <w:rPr>
      <w:rFonts w:ascii="Arial" w:hAnsi="Arial" w:cs="Arial" w:hint="default"/>
      <w:b/>
      <w:bCs/>
      <w:i/>
      <w:iCs/>
      <w:sz w:val="28"/>
      <w:szCs w:val="28"/>
    </w:rPr>
  </w:style>
  <w:style w:type="character" w:customStyle="1" w:styleId="110">
    <w:name w:val="Знак Знак11"/>
    <w:locked/>
    <w:rsid w:val="0053501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locked/>
    <w:rsid w:val="0053501A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92">
    <w:name w:val="Знак Знак9"/>
    <w:locked/>
    <w:rsid w:val="0053501A"/>
    <w:rPr>
      <w:sz w:val="24"/>
      <w:szCs w:val="24"/>
      <w:lang w:val="ru-RU" w:eastAsia="ru-RU" w:bidi="ar-SA"/>
    </w:rPr>
  </w:style>
  <w:style w:type="character" w:customStyle="1" w:styleId="spelle">
    <w:name w:val="spelle"/>
    <w:basedOn w:val="a1"/>
    <w:rsid w:val="0053501A"/>
  </w:style>
  <w:style w:type="character" w:customStyle="1" w:styleId="grame">
    <w:name w:val="grame"/>
    <w:basedOn w:val="a1"/>
    <w:rsid w:val="0053501A"/>
  </w:style>
  <w:style w:type="paragraph" w:styleId="afa">
    <w:name w:val="Balloon Text"/>
    <w:basedOn w:val="a0"/>
    <w:link w:val="afb"/>
    <w:rsid w:val="00AD2013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link w:val="afa"/>
    <w:rsid w:val="00ED1449"/>
    <w:rPr>
      <w:rFonts w:ascii="Tahoma" w:hAnsi="Tahoma" w:cs="Tahoma"/>
      <w:sz w:val="16"/>
      <w:szCs w:val="16"/>
    </w:rPr>
  </w:style>
  <w:style w:type="paragraph" w:styleId="afc">
    <w:name w:val="Message Header"/>
    <w:basedOn w:val="a0"/>
    <w:link w:val="afd"/>
    <w:rsid w:val="00F67D4D"/>
    <w:pPr>
      <w:jc w:val="center"/>
    </w:pPr>
    <w:rPr>
      <w:i/>
      <w:iCs/>
      <w:sz w:val="20"/>
      <w:szCs w:val="20"/>
      <w:lang w:val="x-none" w:eastAsia="x-none"/>
    </w:rPr>
  </w:style>
  <w:style w:type="character" w:customStyle="1" w:styleId="afd">
    <w:name w:val="Шапка Знак"/>
    <w:link w:val="afc"/>
    <w:rsid w:val="00F67D4D"/>
    <w:rPr>
      <w:rFonts w:ascii="Arial" w:hAnsi="Arial" w:cs="Arial"/>
      <w:i/>
      <w:iCs/>
    </w:rPr>
  </w:style>
  <w:style w:type="paragraph" w:styleId="25">
    <w:name w:val="List 2"/>
    <w:basedOn w:val="a0"/>
    <w:rsid w:val="00F67D4D"/>
    <w:pPr>
      <w:ind w:left="566" w:hanging="283"/>
    </w:pPr>
    <w:rPr>
      <w:sz w:val="20"/>
      <w:szCs w:val="20"/>
    </w:rPr>
  </w:style>
  <w:style w:type="paragraph" w:customStyle="1" w:styleId="80">
    <w:name w:val="заголовок 8"/>
    <w:basedOn w:val="a0"/>
    <w:next w:val="a0"/>
    <w:rsid w:val="00F67D4D"/>
    <w:pPr>
      <w:keepNext/>
      <w:tabs>
        <w:tab w:val="left" w:pos="0"/>
      </w:tabs>
      <w:autoSpaceDE w:val="0"/>
      <w:autoSpaceDN w:val="0"/>
      <w:ind w:right="-1"/>
    </w:pPr>
    <w:rPr>
      <w:rFonts w:ascii="Courier New" w:hAnsi="Courier New" w:cs="Courier New"/>
      <w:i/>
      <w:iCs/>
    </w:rPr>
  </w:style>
  <w:style w:type="character" w:styleId="afe">
    <w:name w:val="Strong"/>
    <w:qFormat/>
    <w:rsid w:val="00C76B09"/>
    <w:rPr>
      <w:b/>
      <w:bCs/>
    </w:rPr>
  </w:style>
  <w:style w:type="character" w:styleId="aff">
    <w:name w:val="page number"/>
    <w:basedOn w:val="a1"/>
    <w:rsid w:val="00ED1449"/>
  </w:style>
  <w:style w:type="paragraph" w:customStyle="1" w:styleId="aff0">
    <w:name w:val=" Знак"/>
    <w:basedOn w:val="a0"/>
    <w:rsid w:val="00ED1449"/>
    <w:pPr>
      <w:spacing w:line="240" w:lineRule="exact"/>
    </w:pPr>
    <w:rPr>
      <w:lang w:val="en-US" w:eastAsia="en-US"/>
    </w:rPr>
  </w:style>
  <w:style w:type="paragraph" w:styleId="aff1">
    <w:name w:val="TOC Heading"/>
    <w:basedOn w:val="1"/>
    <w:next w:val="a0"/>
    <w:uiPriority w:val="39"/>
    <w:qFormat/>
    <w:rsid w:val="00ED1449"/>
    <w:pPr>
      <w:keepLines/>
      <w:spacing w:before="480" w:line="276" w:lineRule="auto"/>
      <w:outlineLvl w:val="9"/>
    </w:pPr>
    <w:rPr>
      <w:rFonts w:ascii="Cambria" w:hAnsi="Cambria"/>
      <w:b w:val="0"/>
      <w:bCs w:val="0"/>
      <w:color w:val="365F91"/>
      <w:sz w:val="28"/>
      <w:szCs w:val="28"/>
      <w:lang w:eastAsia="en-US"/>
    </w:rPr>
  </w:style>
  <w:style w:type="character" w:styleId="HTML1">
    <w:name w:val="HTML Variable"/>
    <w:aliases w:val="!Ссылки в документе"/>
    <w:basedOn w:val="a1"/>
    <w:rsid w:val="005F4D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2">
    <w:name w:val="annotation text"/>
    <w:aliases w:val="!Равноширинный текст документа"/>
    <w:basedOn w:val="a0"/>
    <w:link w:val="aff3"/>
    <w:rsid w:val="005F4D09"/>
    <w:rPr>
      <w:rFonts w:ascii="Courier" w:hAnsi="Courier"/>
      <w:sz w:val="22"/>
      <w:szCs w:val="20"/>
    </w:rPr>
  </w:style>
  <w:style w:type="character" w:customStyle="1" w:styleId="aff3">
    <w:name w:val="Текст примечания Знак"/>
    <w:link w:val="aff2"/>
    <w:rsid w:val="00ED1449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5F4D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5F4D0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F4D0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F4D0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2">
    <w:name w:val="1Орган_ПР"/>
    <w:basedOn w:val="a0"/>
    <w:link w:val="13"/>
    <w:qFormat/>
    <w:rsid w:val="00ED1449"/>
    <w:pPr>
      <w:snapToGrid w:val="0"/>
      <w:jc w:val="center"/>
    </w:pPr>
    <w:rPr>
      <w:b/>
      <w:caps/>
      <w:sz w:val="28"/>
      <w:szCs w:val="28"/>
      <w:lang w:val="x-none" w:eastAsia="ar-SA"/>
    </w:rPr>
  </w:style>
  <w:style w:type="character" w:customStyle="1" w:styleId="13">
    <w:name w:val="1Орган_ПР Знак"/>
    <w:link w:val="12"/>
    <w:rsid w:val="00ED1449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6">
    <w:name w:val="2Название"/>
    <w:basedOn w:val="a0"/>
    <w:link w:val="27"/>
    <w:qFormat/>
    <w:rsid w:val="00ED1449"/>
    <w:pPr>
      <w:jc w:val="center"/>
    </w:pPr>
    <w:rPr>
      <w:b/>
      <w:sz w:val="28"/>
      <w:szCs w:val="28"/>
      <w:lang w:val="x-none" w:eastAsia="ar-SA"/>
    </w:rPr>
  </w:style>
  <w:style w:type="character" w:customStyle="1" w:styleId="27">
    <w:name w:val="2Название Знак"/>
    <w:link w:val="26"/>
    <w:rsid w:val="00ED1449"/>
    <w:rPr>
      <w:rFonts w:ascii="Arial" w:hAnsi="Arial" w:cs="Arial"/>
      <w:b/>
      <w:sz w:val="28"/>
      <w:szCs w:val="28"/>
      <w:lang w:eastAsia="ar-SA"/>
    </w:rPr>
  </w:style>
  <w:style w:type="paragraph" w:customStyle="1" w:styleId="34">
    <w:name w:val="3Приложение"/>
    <w:basedOn w:val="a0"/>
    <w:link w:val="35"/>
    <w:qFormat/>
    <w:rsid w:val="00ED1449"/>
    <w:pPr>
      <w:ind w:left="5103"/>
    </w:pPr>
    <w:rPr>
      <w:szCs w:val="28"/>
      <w:lang w:val="x-none" w:eastAsia="x-none"/>
    </w:rPr>
  </w:style>
  <w:style w:type="character" w:customStyle="1" w:styleId="35">
    <w:name w:val="3Приложение Знак"/>
    <w:link w:val="34"/>
    <w:rsid w:val="00ED1449"/>
    <w:rPr>
      <w:rFonts w:ascii="Arial" w:hAnsi="Arial"/>
      <w:sz w:val="24"/>
      <w:szCs w:val="28"/>
    </w:rPr>
  </w:style>
  <w:style w:type="paragraph" w:styleId="aff4">
    <w:name w:val="Title"/>
    <w:basedOn w:val="a0"/>
    <w:link w:val="aff5"/>
    <w:qFormat/>
    <w:rsid w:val="00ED1449"/>
    <w:pPr>
      <w:jc w:val="center"/>
    </w:pPr>
    <w:rPr>
      <w:b/>
      <w:lang w:val="x-none" w:eastAsia="x-none"/>
    </w:rPr>
  </w:style>
  <w:style w:type="character" w:customStyle="1" w:styleId="aff5">
    <w:name w:val="Название Знак"/>
    <w:link w:val="aff4"/>
    <w:rsid w:val="00ED1449"/>
    <w:rPr>
      <w:rFonts w:ascii="Arial" w:hAnsi="Arial"/>
      <w:b/>
      <w:sz w:val="24"/>
      <w:szCs w:val="24"/>
    </w:rPr>
  </w:style>
  <w:style w:type="paragraph" w:customStyle="1" w:styleId="4-">
    <w:name w:val="4Таблица-Т"/>
    <w:basedOn w:val="34"/>
    <w:qFormat/>
    <w:rsid w:val="00ED1449"/>
    <w:pPr>
      <w:ind w:left="0"/>
    </w:pPr>
    <w:rPr>
      <w:sz w:val="22"/>
    </w:rPr>
  </w:style>
  <w:style w:type="paragraph" w:customStyle="1" w:styleId="FR1">
    <w:name w:val="FR1"/>
    <w:rsid w:val="00ED1449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customStyle="1" w:styleId="NumberAndDate">
    <w:name w:val="NumberAndDate"/>
    <w:aliases w:val="!Дата и Номер"/>
    <w:qFormat/>
    <w:rsid w:val="005F4D09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0"/>
    <w:rsid w:val="005F4D0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13" Type="http://schemas.openxmlformats.org/officeDocument/2006/relationships/hyperlink" Target="consultantplus://offline/ref=545242E63FB217440F2D12DE975B03D6962EA7D41D981CCFC65C2626A5M1K" TargetMode="External"/><Relationship Id="rId18" Type="http://schemas.openxmlformats.org/officeDocument/2006/relationships/hyperlink" Target="http://webportalsrv.gost.ru/portal/GostNews.nsf/acaf7051ec840948c22571290059c78f/e4e01f6bbf0e6692c325742e00457c90/$FILE/%D0%A4%D0%97_22.07.2008_%20N%C2%A0123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699D5AB43A6FC29F41BF96096ED96215DB2DAC418EA4FE42258377L3K" TargetMode="External"/><Relationship Id="rId17" Type="http://schemas.openxmlformats.org/officeDocument/2006/relationships/hyperlink" Target="consultantplus://offline/ref=545242E63FB217440F2D12DE975B03D69628A6DA1C981CCFC65C2626A5M1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5242E63FB217440F2D12DE975B03D6962DA6DE17981CCFC65C2626A5M1K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99D5AB43A6FC29F41BF96096ED96213DC2CA549D3AEF61B29817471LAK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242E63FB217440F2D12DE975B03D6962EA7D41D981CCFC65C2626A5M1K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49699D5AB43A6FC29F41BF96096ED96213DC2DAD43D3AEF61B29817471LA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99D5AB43A6FC29F41A0830C6ED96213DD2AA949D8F3FC13708D761D7DLEK" TargetMode="External"/><Relationship Id="rId14" Type="http://schemas.openxmlformats.org/officeDocument/2006/relationships/hyperlink" Target="consultantplus://offline/ref=545242E63FB217440F2D12DE975B03D6962EA7D41D981CCFC65C2626A5M1K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63</Pages>
  <Words>24865</Words>
  <Characters>141736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166269</CharactersWithSpaces>
  <SharedDoc>false</SharedDoc>
  <HLinks>
    <vt:vector size="84" baseType="variant">
      <vt:variant>
        <vt:i4>4522075</vt:i4>
      </vt:variant>
      <vt:variant>
        <vt:i4>39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  <vt:variant>
        <vt:i4>6422577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Par3309</vt:lpwstr>
      </vt:variant>
      <vt:variant>
        <vt:i4>2818151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consultantplus://offline/ref=545242E63FB217440F2D12DE975B03D69628A6DA1C981CCFC65C2626A5M1K</vt:lpwstr>
      </vt:variant>
      <vt:variant>
        <vt:lpwstr/>
      </vt:variant>
      <vt:variant>
        <vt:i4>2818155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consultantplus://offline/ref=545242E63FB217440F2D12DE975B03D6962DA6DE17981CCFC65C2626A5M1K</vt:lpwstr>
      </vt:variant>
      <vt:variant>
        <vt:lpwstr/>
      </vt:variant>
      <vt:variant>
        <vt:i4>2818153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6357041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Par1310</vt:lpwstr>
      </vt:variant>
      <vt:variant>
        <vt:i4>2818153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6619184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2818153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consultantplus://offline/ref=545242E63FB217440F2D12DE975B03D6962EA7D41D981CCFC65C2626A5M1K</vt:lpwstr>
      </vt:variant>
      <vt:variant>
        <vt:lpwstr/>
      </vt:variant>
      <vt:variant>
        <vt:i4>5177424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consultantplus://offline/ref=49699D5AB43A6FC29F41BF96096ED96215DB2DAC418EA4FE42258377L3K</vt:lpwstr>
      </vt:variant>
      <vt:variant>
        <vt:lpwstr/>
      </vt:variant>
      <vt:variant>
        <vt:i4>2162788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consultantplus://offline/ref=49699D5AB43A6FC29F41BF96096ED96213DC2CA549D3AEF61B29817471LAK</vt:lpwstr>
      </vt:variant>
      <vt:variant>
        <vt:lpwstr/>
      </vt:variant>
      <vt:variant>
        <vt:i4>2162744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consultantplus://offline/ref=49699D5AB43A6FC29F41BF96096ED96213DC2DAD43D3AEF61B29817471LAK</vt:lpwstr>
      </vt:variant>
      <vt:variant>
        <vt:lpwstr/>
      </vt:variant>
      <vt:variant>
        <vt:i4>1048662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consultantplus://offline/ref=49699D5AB43A6FC29F41A0830C6ED96213DD2AA949D8F3FC13708D761D7DLEK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http://webportalsrv.gost.ru/portal/GostNews.nsf/acaf7051ec840948c22571290059c78f/e4e01f6bbf0e6692c325742e00457c90/$FILE/%D0%A4%D0%97_22.07.2008_ N%C2%A0123.pdf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Гладких</dc:creator>
  <cp:lastModifiedBy>Екатерина А. Гладких</cp:lastModifiedBy>
  <cp:revision>1</cp:revision>
  <cp:lastPrinted>2014-12-23T09:57:00Z</cp:lastPrinted>
  <dcterms:created xsi:type="dcterms:W3CDTF">2018-05-22T07:44:00Z</dcterms:created>
  <dcterms:modified xsi:type="dcterms:W3CDTF">2018-05-22T07:44:00Z</dcterms:modified>
</cp:coreProperties>
</file>